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CBD" w:rsidRPr="000167B3" w:rsidRDefault="003E020C" w:rsidP="00F07CBD">
      <w:pPr>
        <w:jc w:val="center"/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I</w:t>
      </w:r>
      <w:r w:rsidR="00F07CBD"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nformativní schůzka</w:t>
      </w:r>
    </w:p>
    <w:p w:rsidR="003E020C" w:rsidRDefault="003E020C" w:rsidP="009F1EEC">
      <w:pPr>
        <w:jc w:val="center"/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k z</w:t>
      </w:r>
      <w:r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ápis</w:t>
      </w:r>
      <w:r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ům</w:t>
      </w:r>
      <w:r w:rsidRPr="000167B3">
        <w:rPr>
          <w:b/>
          <w:i/>
          <w:caps/>
          <w:color w:val="FF0000"/>
          <w:sz w:val="48"/>
          <w:szCs w:val="48"/>
          <w:u w:val="single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a zahájení školní docházky</w:t>
      </w:r>
    </w:p>
    <w:p w:rsidR="000167B3" w:rsidRDefault="000A6BB8" w:rsidP="000167B3">
      <w:pPr>
        <w:spacing w:after="0" w:line="240" w:lineRule="auto"/>
        <w:jc w:val="center"/>
        <w:rPr>
          <w:b/>
          <w:i/>
          <w:sz w:val="48"/>
          <w:szCs w:val="48"/>
        </w:rPr>
      </w:pPr>
      <w:r w:rsidRPr="000167B3">
        <w:rPr>
          <w:b/>
          <w:i/>
          <w:sz w:val="48"/>
          <w:szCs w:val="48"/>
        </w:rPr>
        <w:t xml:space="preserve">Rodiče, kteří májí </w:t>
      </w:r>
      <w:r w:rsidR="00F07CBD" w:rsidRPr="000167B3">
        <w:rPr>
          <w:b/>
          <w:i/>
          <w:sz w:val="48"/>
          <w:szCs w:val="48"/>
        </w:rPr>
        <w:t xml:space="preserve">zájem o aktuální informace k zápisům a zahájení školní </w:t>
      </w:r>
      <w:r w:rsidRPr="000167B3">
        <w:rPr>
          <w:b/>
          <w:i/>
          <w:sz w:val="48"/>
          <w:szCs w:val="48"/>
        </w:rPr>
        <w:t>docházky v příštím školním roce</w:t>
      </w:r>
      <w:r w:rsidR="00F07CBD" w:rsidRPr="000167B3">
        <w:rPr>
          <w:b/>
          <w:i/>
          <w:sz w:val="48"/>
          <w:szCs w:val="48"/>
        </w:rPr>
        <w:t>,</w:t>
      </w:r>
      <w:r w:rsidRPr="000167B3">
        <w:rPr>
          <w:b/>
          <w:i/>
          <w:sz w:val="48"/>
          <w:szCs w:val="48"/>
        </w:rPr>
        <w:t xml:space="preserve"> zveme na informativní</w:t>
      </w:r>
      <w:r w:rsidR="00F07CBD" w:rsidRPr="000167B3">
        <w:rPr>
          <w:b/>
          <w:i/>
          <w:sz w:val="48"/>
          <w:szCs w:val="48"/>
        </w:rPr>
        <w:t xml:space="preserve"> </w:t>
      </w:r>
      <w:r w:rsidR="008664B2" w:rsidRPr="000167B3">
        <w:rPr>
          <w:b/>
          <w:i/>
          <w:sz w:val="48"/>
          <w:szCs w:val="48"/>
        </w:rPr>
        <w:t>schůzku</w:t>
      </w:r>
      <w:r w:rsidRPr="000167B3">
        <w:rPr>
          <w:b/>
          <w:i/>
          <w:sz w:val="48"/>
          <w:szCs w:val="48"/>
        </w:rPr>
        <w:t xml:space="preserve">, </w:t>
      </w:r>
      <w:r w:rsidR="008664B2" w:rsidRPr="000167B3">
        <w:rPr>
          <w:b/>
          <w:i/>
          <w:sz w:val="48"/>
          <w:szCs w:val="48"/>
        </w:rPr>
        <w:t xml:space="preserve">která se uskuteční </w:t>
      </w:r>
    </w:p>
    <w:p w:rsidR="000167B3" w:rsidRPr="000167B3" w:rsidRDefault="008664B2" w:rsidP="000167B3">
      <w:pPr>
        <w:spacing w:after="0"/>
        <w:jc w:val="center"/>
        <w:rPr>
          <w:b/>
          <w:i/>
          <w:sz w:val="48"/>
          <w:szCs w:val="48"/>
          <w:u w:val="single"/>
        </w:rPr>
      </w:pPr>
      <w:r w:rsidRPr="000167B3">
        <w:rPr>
          <w:b/>
          <w:i/>
          <w:sz w:val="48"/>
          <w:szCs w:val="48"/>
          <w:u w:val="single"/>
        </w:rPr>
        <w:t xml:space="preserve">ve čtvrtek </w:t>
      </w:r>
      <w:r w:rsidR="000A6BB8" w:rsidRPr="000167B3">
        <w:rPr>
          <w:b/>
          <w:i/>
          <w:sz w:val="48"/>
          <w:szCs w:val="48"/>
          <w:u w:val="single"/>
        </w:rPr>
        <w:t>24. 11. 2016</w:t>
      </w:r>
      <w:r w:rsidRPr="000167B3">
        <w:rPr>
          <w:b/>
          <w:i/>
          <w:sz w:val="48"/>
          <w:szCs w:val="48"/>
          <w:u w:val="single"/>
        </w:rPr>
        <w:t xml:space="preserve"> od 16,00 hod</w:t>
      </w:r>
      <w:r w:rsidR="000A6BB8" w:rsidRPr="000167B3">
        <w:rPr>
          <w:b/>
          <w:i/>
          <w:sz w:val="48"/>
          <w:szCs w:val="48"/>
          <w:u w:val="single"/>
        </w:rPr>
        <w:t xml:space="preserve">in </w:t>
      </w:r>
    </w:p>
    <w:p w:rsidR="000167B3" w:rsidRPr="000167B3" w:rsidRDefault="000A6BB8" w:rsidP="000167B3">
      <w:pPr>
        <w:spacing w:after="0"/>
        <w:jc w:val="center"/>
        <w:rPr>
          <w:b/>
          <w:i/>
          <w:sz w:val="48"/>
          <w:szCs w:val="48"/>
          <w:u w:val="single"/>
        </w:rPr>
      </w:pPr>
      <w:r w:rsidRPr="000167B3">
        <w:rPr>
          <w:b/>
          <w:i/>
          <w:sz w:val="48"/>
          <w:szCs w:val="48"/>
          <w:u w:val="single"/>
        </w:rPr>
        <w:t xml:space="preserve">ve třídě </w:t>
      </w:r>
      <w:r w:rsidR="008664B2" w:rsidRPr="000167B3">
        <w:rPr>
          <w:b/>
          <w:i/>
          <w:sz w:val="48"/>
          <w:szCs w:val="48"/>
          <w:u w:val="single"/>
        </w:rPr>
        <w:t>u Motýlků.</w:t>
      </w:r>
      <w:r w:rsidRPr="000167B3">
        <w:rPr>
          <w:b/>
          <w:i/>
          <w:sz w:val="48"/>
          <w:szCs w:val="48"/>
          <w:u w:val="single"/>
        </w:rPr>
        <w:t xml:space="preserve"> </w:t>
      </w:r>
    </w:p>
    <w:p w:rsidR="000167B3" w:rsidRDefault="000A6BB8" w:rsidP="000167B3">
      <w:pPr>
        <w:spacing w:after="0"/>
        <w:jc w:val="center"/>
        <w:rPr>
          <w:b/>
          <w:i/>
          <w:sz w:val="48"/>
          <w:szCs w:val="48"/>
        </w:rPr>
      </w:pPr>
      <w:r w:rsidRPr="000167B3">
        <w:rPr>
          <w:b/>
          <w:i/>
          <w:sz w:val="48"/>
          <w:szCs w:val="48"/>
        </w:rPr>
        <w:t xml:space="preserve">V rámci spolupráce MŠ a ZŠ v Křimicích </w:t>
      </w:r>
      <w:r w:rsidR="003E020C" w:rsidRPr="000167B3">
        <w:rPr>
          <w:b/>
          <w:i/>
          <w:sz w:val="48"/>
          <w:szCs w:val="48"/>
        </w:rPr>
        <w:t xml:space="preserve">máme přislíbenou účast paní učitelky ze ZŠ a společně budeme odpovídat na vše, </w:t>
      </w:r>
    </w:p>
    <w:p w:rsidR="000B2729" w:rsidRDefault="003E020C" w:rsidP="009F1EEC">
      <w:pPr>
        <w:spacing w:line="240" w:lineRule="auto"/>
        <w:jc w:val="center"/>
        <w:rPr>
          <w:b/>
          <w:i/>
          <w:sz w:val="48"/>
          <w:szCs w:val="48"/>
        </w:rPr>
      </w:pPr>
      <w:r w:rsidRPr="000167B3">
        <w:rPr>
          <w:b/>
          <w:i/>
          <w:sz w:val="48"/>
          <w:szCs w:val="48"/>
        </w:rPr>
        <w:t>co Vás zajímá.</w:t>
      </w:r>
    </w:p>
    <w:p w:rsidR="003E020C" w:rsidRPr="000167B3" w:rsidRDefault="003E020C" w:rsidP="000167B3">
      <w:pPr>
        <w:jc w:val="center"/>
        <w:rPr>
          <w:b/>
          <w:caps/>
          <w:color w:val="FF0000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0167B3">
        <w:rPr>
          <w:b/>
          <w:i/>
          <w:caps/>
          <w:color w:val="FF0000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Těšíme se na setkání, které bude zajisté přínosem</w:t>
      </w:r>
      <w:r w:rsidR="000167B3" w:rsidRPr="000167B3">
        <w:rPr>
          <w:b/>
          <w:i/>
          <w:caps/>
          <w:color w:val="FF0000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, děkujeme za účast</w:t>
      </w:r>
      <w:r w:rsidR="009F1EEC">
        <w:rPr>
          <w:b/>
          <w:i/>
          <w:caps/>
          <w:color w:val="FF0000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</w:t>
      </w:r>
    </w:p>
    <w:p w:rsidR="003E020C" w:rsidRPr="000A6BB8" w:rsidRDefault="003E020C" w:rsidP="003E020C">
      <w:pPr>
        <w:jc w:val="both"/>
        <w:rPr>
          <w:sz w:val="28"/>
          <w:szCs w:val="28"/>
        </w:rPr>
      </w:pPr>
    </w:p>
    <w:p w:rsidR="008664B2" w:rsidRPr="000A6BB8" w:rsidRDefault="008664B2">
      <w:pPr>
        <w:rPr>
          <w:sz w:val="28"/>
          <w:szCs w:val="28"/>
        </w:rPr>
      </w:pPr>
    </w:p>
    <w:p w:rsidR="008664B2" w:rsidRDefault="008664B2"/>
    <w:sectPr w:rsidR="00866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A29"/>
    <w:rsid w:val="000167B3"/>
    <w:rsid w:val="000A6BB8"/>
    <w:rsid w:val="000B2729"/>
    <w:rsid w:val="003E020C"/>
    <w:rsid w:val="006566D2"/>
    <w:rsid w:val="00656A29"/>
    <w:rsid w:val="008664B2"/>
    <w:rsid w:val="009F1EEC"/>
    <w:rsid w:val="00F0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D5D37762.dotm</Template>
  <TotalTime>2</TotalTime>
  <Pages>1</Pages>
  <Words>70</Words>
  <Characters>415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Věra</dc:creator>
  <cp:lastModifiedBy>Kavalírová Jiřina</cp:lastModifiedBy>
  <cp:revision>2</cp:revision>
  <cp:lastPrinted>2016-11-14T09:22:00Z</cp:lastPrinted>
  <dcterms:created xsi:type="dcterms:W3CDTF">2016-11-14T09:56:00Z</dcterms:created>
  <dcterms:modified xsi:type="dcterms:W3CDTF">2016-11-14T09:56:00Z</dcterms:modified>
</cp:coreProperties>
</file>