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19" w:rsidRDefault="00513D19" w:rsidP="0072070A">
      <w:pPr>
        <w:spacing w:after="0"/>
        <w:jc w:val="both"/>
        <w:rPr>
          <w:rFonts w:ascii="Arial Black" w:hAnsi="Arial Black" w:cs="Times New Roman"/>
          <w:b/>
          <w:color w:val="FF0000"/>
          <w:sz w:val="32"/>
          <w:szCs w:val="32"/>
          <w:u w:val="single"/>
        </w:rPr>
      </w:pPr>
    </w:p>
    <w:p w:rsidR="0072070A" w:rsidRPr="0077750C" w:rsidRDefault="0072070A" w:rsidP="0072070A">
      <w:pPr>
        <w:spacing w:after="0"/>
        <w:jc w:val="both"/>
        <w:rPr>
          <w:rFonts w:ascii="Arial Black" w:eastAsia="Arial Unicode MS" w:hAnsi="Arial Black" w:cs="Times New Roman"/>
          <w:b/>
          <w:color w:val="FF0000"/>
          <w:sz w:val="32"/>
          <w:szCs w:val="32"/>
          <w:u w:val="single"/>
        </w:rPr>
      </w:pPr>
      <w:r w:rsidRPr="0077750C">
        <w:rPr>
          <w:rFonts w:ascii="Arial Black" w:hAnsi="Arial Black" w:cs="Times New Roman"/>
          <w:b/>
          <w:color w:val="FF0000"/>
          <w:sz w:val="32"/>
          <w:szCs w:val="32"/>
          <w:u w:val="single"/>
        </w:rPr>
        <w:t xml:space="preserve">DAŇOVÁ SLEVA ZA POBYT DÍTĚTE V MŠ ZA </w:t>
      </w:r>
      <w:r w:rsidRPr="0077750C">
        <w:rPr>
          <w:rFonts w:ascii="Arial Black" w:eastAsia="Arial Unicode MS" w:hAnsi="Arial Black" w:cs="Times New Roman"/>
          <w:b/>
          <w:color w:val="FF0000"/>
          <w:sz w:val="32"/>
          <w:szCs w:val="32"/>
          <w:u w:val="single"/>
        </w:rPr>
        <w:t>ROK 201</w:t>
      </w:r>
      <w:r w:rsidR="00207792">
        <w:rPr>
          <w:rFonts w:ascii="Arial Black" w:eastAsia="Arial Unicode MS" w:hAnsi="Arial Black" w:cs="Times New Roman"/>
          <w:b/>
          <w:color w:val="FF0000"/>
          <w:sz w:val="32"/>
          <w:szCs w:val="32"/>
          <w:u w:val="single"/>
        </w:rPr>
        <w:t>9</w:t>
      </w: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</w:p>
    <w:p w:rsidR="00207792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  <w:r>
        <w:rPr>
          <w:rFonts w:ascii="Arial Black" w:eastAsia="Arial Unicode MS" w:hAnsi="Arial Black" w:cs="Times New Roman"/>
          <w:color w:val="FF0000"/>
          <w:sz w:val="28"/>
          <w:szCs w:val="28"/>
        </w:rPr>
        <w:t>POTVR</w:t>
      </w:r>
      <w:r w:rsidR="00CD5DF9">
        <w:rPr>
          <w:rFonts w:ascii="Arial Black" w:eastAsia="Arial Unicode MS" w:hAnsi="Arial Black" w:cs="Times New Roman"/>
          <w:color w:val="FF0000"/>
          <w:sz w:val="28"/>
          <w:szCs w:val="28"/>
        </w:rPr>
        <w:t>ZE</w:t>
      </w:r>
      <w:r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NÍ O VÝDAJÍCH ZA UMÍSTĚNÍ DÍTĚTE V MŠ-ÚPLATĚ ZA VZDĚLÁVÁNÍ, </w:t>
      </w:r>
      <w:r w:rsidRPr="00207792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>ŽÁDEJTE VEDOUCÍ ŠKOLNÍ</w:t>
      </w:r>
      <w:r w:rsidR="00207792" w:rsidRPr="00207792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 xml:space="preserve"> </w:t>
      </w:r>
      <w:r w:rsidRPr="00207792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 xml:space="preserve">JÍDELNY </w:t>
      </w:r>
      <w:r w:rsidR="00207792" w:rsidRPr="00207792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 xml:space="preserve">(VŠJ) </w:t>
      </w:r>
      <w:r w:rsidRPr="00207792"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 xml:space="preserve">PANÍ KUČERKOVOU </w:t>
      </w:r>
      <w:r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PROSTŘEDNICTVÍM E-MAILU, </w:t>
      </w: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  <w:r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NEBO OSOBNĚ V KANCELÁŘI VŠJ VE DNECH </w:t>
      </w:r>
      <w:r w:rsidR="00CD5DF9">
        <w:rPr>
          <w:rFonts w:ascii="Arial Black" w:eastAsia="Arial Unicode MS" w:hAnsi="Arial Black" w:cs="Times New Roman"/>
          <w:color w:val="FF0000"/>
          <w:sz w:val="28"/>
          <w:szCs w:val="28"/>
        </w:rPr>
        <w:t>PONDĚLÍ</w:t>
      </w:r>
      <w:r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 – ČTVRTEK OD 8.00 – 13.30 HODIN. </w:t>
      </w: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  <w:bookmarkStart w:id="0" w:name="_GoBack"/>
      <w:bookmarkEnd w:id="0"/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b/>
          <w:color w:val="FF0000"/>
          <w:sz w:val="28"/>
          <w:szCs w:val="28"/>
        </w:rPr>
      </w:pPr>
      <w:r>
        <w:rPr>
          <w:rFonts w:ascii="Arial Black" w:eastAsia="Arial Unicode MS" w:hAnsi="Arial Black" w:cs="Times New Roman"/>
          <w:b/>
          <w:color w:val="FF0000"/>
          <w:sz w:val="28"/>
          <w:szCs w:val="28"/>
        </w:rPr>
        <w:t>V ŽÁDOSTI UVEĎTE:</w:t>
      </w:r>
    </w:p>
    <w:p w:rsidR="0072070A" w:rsidRDefault="0072070A" w:rsidP="0072070A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 Black" w:eastAsia="Arial Unicode MS" w:hAnsi="Arial Black" w:cs="Times New Roman"/>
          <w:color w:val="FF0000"/>
          <w:sz w:val="24"/>
          <w:szCs w:val="24"/>
        </w:rPr>
      </w:pPr>
      <w:r>
        <w:rPr>
          <w:rFonts w:ascii="Arial Black" w:eastAsia="Arial Unicode MS" w:hAnsi="Arial Black" w:cs="Times New Roman"/>
          <w:color w:val="FF0000"/>
          <w:sz w:val="24"/>
          <w:szCs w:val="24"/>
        </w:rPr>
        <w:t>ZDA MÁ BÝT UVEDEN ZÁKONNÝ ZÁSTUPCE, KTERÝ BUDE SLEVU UPLATŇOVAT, JEHO JMÉNO A PŘÍJMENÍ</w:t>
      </w:r>
    </w:p>
    <w:p w:rsidR="0072070A" w:rsidRDefault="0072070A" w:rsidP="0072070A">
      <w:pPr>
        <w:pStyle w:val="Odstavecseseznamem"/>
        <w:numPr>
          <w:ilvl w:val="0"/>
          <w:numId w:val="1"/>
        </w:numPr>
        <w:spacing w:after="0" w:line="240" w:lineRule="auto"/>
        <w:rPr>
          <w:rFonts w:ascii="Arial Black" w:eastAsia="Arial Unicode MS" w:hAnsi="Arial Black" w:cs="Times New Roman"/>
          <w:color w:val="FF0000"/>
          <w:sz w:val="24"/>
          <w:szCs w:val="24"/>
        </w:rPr>
      </w:pPr>
      <w:r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ZDA CHCETE POTVRZENÍ ZASLAT NASKENOVANÉ E-MAILEM, </w:t>
      </w:r>
    </w:p>
    <w:p w:rsidR="0072070A" w:rsidRDefault="0072070A" w:rsidP="0072070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4"/>
          <w:szCs w:val="24"/>
        </w:rPr>
      </w:pPr>
      <w:r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NEBO POTVRZENÍ PŘIPRAVÍME K OSOBNÍMU VYZVEDNUTÍ DO VAŠÍ TŘÍDY. </w:t>
      </w:r>
    </w:p>
    <w:p w:rsidR="0072070A" w:rsidRDefault="0072070A" w:rsidP="0072070A">
      <w:pPr>
        <w:spacing w:after="0" w:line="240" w:lineRule="auto"/>
        <w:jc w:val="both"/>
        <w:rPr>
          <w:rStyle w:val="Hypertextovodkaz"/>
          <w:rFonts w:ascii="Arial Black" w:eastAsia="Arial Unicode MS" w:hAnsi="Arial Black" w:cs="Times New Roman"/>
          <w:sz w:val="32"/>
          <w:szCs w:val="32"/>
        </w:rPr>
      </w:pPr>
      <w:r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Kontaktní e-mail: </w:t>
      </w:r>
      <w:hyperlink r:id="rId8" w:history="1">
        <w:r>
          <w:rPr>
            <w:rStyle w:val="Hypertextovodkaz"/>
            <w:rFonts w:ascii="Arial Black" w:eastAsia="Arial Unicode MS" w:hAnsi="Arial Black" w:cs="Times New Roman"/>
            <w:sz w:val="32"/>
            <w:szCs w:val="32"/>
          </w:rPr>
          <w:t>kucerkovalu@mskrimice.plzen-edu.cz</w:t>
        </w:r>
      </w:hyperlink>
    </w:p>
    <w:p w:rsidR="00207792" w:rsidRDefault="00207792"/>
    <w:sectPr w:rsidR="00207792" w:rsidSect="0072070A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92" w:rsidRDefault="00207792" w:rsidP="00207792">
      <w:pPr>
        <w:spacing w:after="0" w:line="240" w:lineRule="auto"/>
      </w:pPr>
      <w:r>
        <w:separator/>
      </w:r>
    </w:p>
  </w:endnote>
  <w:endnote w:type="continuationSeparator" w:id="0">
    <w:p w:rsidR="00207792" w:rsidRDefault="00207792" w:rsidP="00207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92" w:rsidRDefault="00207792" w:rsidP="00207792">
      <w:pPr>
        <w:spacing w:after="0" w:line="240" w:lineRule="auto"/>
      </w:pPr>
      <w:r>
        <w:separator/>
      </w:r>
    </w:p>
  </w:footnote>
  <w:footnote w:type="continuationSeparator" w:id="0">
    <w:p w:rsidR="00207792" w:rsidRDefault="00207792" w:rsidP="00207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7792" w:rsidRDefault="00207792" w:rsidP="00207792">
    <w:pPr>
      <w:autoSpaceDE w:val="0"/>
      <w:autoSpaceDN w:val="0"/>
      <w:adjustRightInd w:val="0"/>
      <w:spacing w:after="0" w:line="240" w:lineRule="auto"/>
      <w:jc w:val="center"/>
      <w:rPr>
        <w:rFonts w:ascii="DejaVuSans-Bold" w:hAnsi="DejaVuSans-Bold" w:cs="DejaVuSans-Bold"/>
        <w:b/>
        <w:bCs/>
        <w:sz w:val="20"/>
        <w:szCs w:val="20"/>
      </w:rPr>
    </w:pPr>
    <w:r>
      <w:rPr>
        <w:rFonts w:ascii="DejaVuSans-Bold" w:hAnsi="DejaVuSans-Bold" w:cs="DejaVuSans-Bold"/>
        <w:b/>
        <w:bCs/>
        <w:sz w:val="20"/>
        <w:szCs w:val="20"/>
      </w:rPr>
      <w:t xml:space="preserve">Mateřská škola Plzeň - Křimice, Vochovská 25, příspěvková organizace, </w:t>
    </w:r>
  </w:p>
  <w:p w:rsidR="00207792" w:rsidRDefault="00207792" w:rsidP="00207792">
    <w:pPr>
      <w:autoSpaceDE w:val="0"/>
      <w:autoSpaceDN w:val="0"/>
      <w:adjustRightInd w:val="0"/>
      <w:spacing w:after="0" w:line="240" w:lineRule="auto"/>
      <w:jc w:val="center"/>
      <w:rPr>
        <w:rFonts w:ascii="DejaVuSans" w:hAnsi="DejaVuSans" w:cs="DejaVuSans"/>
        <w:sz w:val="18"/>
        <w:szCs w:val="18"/>
      </w:rPr>
    </w:pPr>
    <w:r>
      <w:rPr>
        <w:rFonts w:ascii="DejaVuSans" w:hAnsi="DejaVuSans" w:cs="DejaVuSans"/>
        <w:sz w:val="18"/>
        <w:szCs w:val="18"/>
      </w:rPr>
      <w:t>Vochovská 25, 322 00 Plzeň, IČ: 73739391</w:t>
    </w:r>
  </w:p>
  <w:p w:rsidR="00207792" w:rsidRDefault="00207792" w:rsidP="00207792">
    <w:pPr>
      <w:pStyle w:val="Zhlav"/>
      <w:jc w:val="center"/>
    </w:pPr>
    <w:r>
      <w:rPr>
        <w:rFonts w:ascii="DejaVuSans" w:hAnsi="DejaVuSans" w:cs="DejaVuSans"/>
        <w:sz w:val="18"/>
        <w:szCs w:val="18"/>
      </w:rPr>
      <w:t>ID datové schránky: 6hs4rd6, tel. 377 822 268, email: skola@mskrimice.plzen-edu.cz</w:t>
    </w:r>
  </w:p>
  <w:p w:rsidR="00207792" w:rsidRDefault="002077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17F45"/>
    <w:multiLevelType w:val="hybridMultilevel"/>
    <w:tmpl w:val="84ECD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0A"/>
    <w:rsid w:val="00207792"/>
    <w:rsid w:val="0045529E"/>
    <w:rsid w:val="00513D19"/>
    <w:rsid w:val="006D10D7"/>
    <w:rsid w:val="0072070A"/>
    <w:rsid w:val="0077750C"/>
    <w:rsid w:val="00CD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7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2070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2070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7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792"/>
  </w:style>
  <w:style w:type="paragraph" w:styleId="Zpat">
    <w:name w:val="footer"/>
    <w:basedOn w:val="Normln"/>
    <w:link w:val="ZpatChar"/>
    <w:uiPriority w:val="99"/>
    <w:unhideWhenUsed/>
    <w:rsid w:val="00207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7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7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2070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2070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7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792"/>
  </w:style>
  <w:style w:type="paragraph" w:styleId="Zpat">
    <w:name w:val="footer"/>
    <w:basedOn w:val="Normln"/>
    <w:link w:val="ZpatChar"/>
    <w:uiPriority w:val="99"/>
    <w:unhideWhenUsed/>
    <w:rsid w:val="00207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7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cerkovalu@mskrimice.plzen-edu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134331A0.dotm</Template>
  <TotalTime>25</TotalTime>
  <Pages>1</Pages>
  <Words>87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4</cp:revision>
  <cp:lastPrinted>2020-01-17T09:26:00Z</cp:lastPrinted>
  <dcterms:created xsi:type="dcterms:W3CDTF">2018-01-23T12:34:00Z</dcterms:created>
  <dcterms:modified xsi:type="dcterms:W3CDTF">2020-01-17T09:45:00Z</dcterms:modified>
</cp:coreProperties>
</file>