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177" w:rsidRDefault="00596B86" w:rsidP="00996BEC">
      <w:pPr>
        <w:spacing w:after="0"/>
        <w:ind w:left="708"/>
        <w:jc w:val="center"/>
        <w:rPr>
          <w:rFonts w:ascii="Algerian" w:hAnsi="Algerian"/>
          <w:b/>
          <w:caps/>
          <w:sz w:val="144"/>
          <w:szCs w:val="1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entury Schoolbook" w:hAnsi="Century Schoolbook" w:cs="Times New Roman"/>
          <w:b/>
          <w:noProof/>
          <w:color w:val="EEECE1" w:themeColor="background2"/>
          <w:sz w:val="44"/>
          <w:szCs w:val="44"/>
          <w:lang w:eastAsia="cs-CZ"/>
        </w:rPr>
        <w:drawing>
          <wp:anchor distT="0" distB="0" distL="114300" distR="114300" simplePos="0" relativeHeight="251662336" behindDoc="1" locked="0" layoutInCell="1" allowOverlap="1" wp14:anchorId="04EBD7E6" wp14:editId="66C65504">
            <wp:simplePos x="0" y="0"/>
            <wp:positionH relativeFrom="column">
              <wp:posOffset>-675640</wp:posOffset>
            </wp:positionH>
            <wp:positionV relativeFrom="paragraph">
              <wp:posOffset>-233045</wp:posOffset>
            </wp:positionV>
            <wp:extent cx="2156460" cy="3114675"/>
            <wp:effectExtent l="0" t="0" r="0" b="9525"/>
            <wp:wrapNone/>
            <wp:docPr id="5" name="Obrázek 5" descr="\\fs2.plzen-edu.cz\UsrMS1$\ms1.kubanovaad\Plocha\971f5ec98c86a8186fde9225d5277f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971f5ec98c86a8186fde9225d5277f18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0EBA3C54" wp14:editId="19A909DB">
            <wp:simplePos x="0" y="0"/>
            <wp:positionH relativeFrom="column">
              <wp:posOffset>7570470</wp:posOffset>
            </wp:positionH>
            <wp:positionV relativeFrom="paragraph">
              <wp:posOffset>206375</wp:posOffset>
            </wp:positionV>
            <wp:extent cx="1781175" cy="2459990"/>
            <wp:effectExtent l="400050" t="247650" r="352425" b="245110"/>
            <wp:wrapTight wrapText="bothSides">
              <wp:wrapPolygon edited="0">
                <wp:start x="-476" y="80"/>
                <wp:lineTo x="-1979" y="512"/>
                <wp:lineTo x="-617" y="3000"/>
                <wp:lineTo x="-1905" y="3370"/>
                <wp:lineTo x="-543" y="5857"/>
                <wp:lineTo x="-1831" y="6227"/>
                <wp:lineTo x="-469" y="8715"/>
                <wp:lineTo x="-1972" y="9147"/>
                <wp:lineTo x="-610" y="11635"/>
                <wp:lineTo x="-1898" y="12005"/>
                <wp:lineTo x="-536" y="14492"/>
                <wp:lineTo x="-1824" y="14862"/>
                <wp:lineTo x="-462" y="17350"/>
                <wp:lineTo x="-1965" y="17782"/>
                <wp:lineTo x="-476" y="20953"/>
                <wp:lineTo x="4411" y="21709"/>
                <wp:lineTo x="20584" y="21744"/>
                <wp:lineTo x="21872" y="21374"/>
                <wp:lineTo x="21865" y="2303"/>
                <wp:lineTo x="20588" y="-30"/>
                <wp:lineTo x="20292" y="-1024"/>
                <wp:lineTo x="13127" y="-946"/>
                <wp:lineTo x="10980" y="-330"/>
                <wp:lineTo x="9617" y="-2818"/>
                <wp:lineTo x="598" y="-228"/>
                <wp:lineTo x="-476" y="80"/>
              </wp:wrapPolygon>
            </wp:wrapTight>
            <wp:docPr id="3" name="obrázek 4" descr="Výsledek obrázku pro balon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ýsledek obrázku pro balon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297804">
                      <a:off x="0" y="0"/>
                      <a:ext cx="1781175" cy="245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 </w:t>
      </w:r>
      <w:proofErr w:type="gramStart"/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M</w:t>
      </w:r>
      <w:r w:rsidR="00FF2018" w:rsidRPr="00FF2018">
        <w:rPr>
          <w:rFonts w:ascii="Algerian" w:hAnsi="Algerian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a</w:t>
      </w:r>
      <w:r w:rsidR="00FF2018" w:rsidRPr="00FF2018">
        <w:rPr>
          <w:rFonts w:ascii="Algerian" w:hAnsi="Algerian"/>
          <w:b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š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rgbClr w14:val="C00000"/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k</w:t>
      </w:r>
      <w:r w:rsidR="00FF2018" w:rsidRPr="00FF2018">
        <w:rPr>
          <w:rFonts w:ascii="Algerian" w:hAnsi="Algerian"/>
          <w:b/>
          <w:spacing w:val="60"/>
          <w:sz w:val="144"/>
          <w:szCs w:val="144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a</w:t>
      </w:r>
      <w:r w:rsidR="00FF2018" w:rsidRPr="00FF2018">
        <w:rPr>
          <w:rFonts w:ascii="Algerian" w:hAnsi="Algerian"/>
          <w:b/>
          <w:color w:val="9BBB59" w:themeColor="accent3"/>
          <w:sz w:val="144"/>
          <w:szCs w:val="144"/>
          <w14:shadow w14:blurRad="49999" w14:dist="50800" w14:dir="7500000" w14:sx="100000" w14:sy="100000" w14:kx="0" w14:ky="0" w14:algn="tl">
            <w14:srgbClr w14:val="000000">
              <w14:alpha w14:val="65000"/>
              <w14:shade w14:val="5000"/>
            </w14:srgbClr>
          </w14:shadow>
          <w14:textOutline w14:w="9525" w14:cap="flat" w14:cmpd="sng" w14:algn="ctr">
            <w14:solidFill>
              <w14:schemeClr w14:val="tx2">
                <w14:tint w14:val="1000"/>
              </w14:schemeClr>
            </w14:solidFill>
            <w14:prstDash w14:val="solid"/>
            <w14:round/>
          </w14:textOutline>
        </w:rPr>
        <w:t>r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n</w:t>
      </w:r>
      <w:r w:rsidR="00FF2018" w:rsidRPr="00FF2018">
        <w:rPr>
          <w:rFonts w:ascii="Algerian" w:hAnsi="Algerian"/>
          <w:b/>
          <w:color w:val="F79646" w:themeColor="accent6"/>
          <w:sz w:val="144"/>
          <w:szCs w:val="1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í</w:t>
      </w:r>
      <w:r w:rsidR="00FF2018" w:rsidRPr="00FF2018"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Algerian" w:hAnsi="Algerian"/>
          <w:b/>
          <w:sz w:val="144"/>
          <w:szCs w:val="144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 </w:t>
      </w:r>
      <w:bookmarkStart w:id="0" w:name="_GoBack"/>
      <w:bookmarkEnd w:id="0"/>
      <w:r w:rsidR="00996BEC">
        <w:rPr>
          <w:rFonts w:ascii="Algerian" w:hAnsi="Algerian"/>
          <w:b/>
          <w:caps/>
          <w:sz w:val="160"/>
          <w:szCs w:val="16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BÁL</w:t>
      </w:r>
      <w:proofErr w:type="gramEnd"/>
    </w:p>
    <w:p w:rsidR="00FF2018" w:rsidRPr="00044FDF" w:rsidRDefault="00996BEC" w:rsidP="00CB52C7">
      <w:pPr>
        <w:spacing w:after="0"/>
        <w:rPr>
          <w:rFonts w:ascii="Algerian" w:hAnsi="Algerian"/>
          <w:b/>
          <w:sz w:val="20"/>
          <w:szCs w:val="2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Ve středu </w:t>
      </w:r>
      <w:proofErr w:type="gramStart"/>
      <w:r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20.2.2019</w:t>
      </w:r>
      <w:proofErr w:type="gramEnd"/>
      <w:r w:rsidR="00FF2018" w:rsidRPr="00044FDF"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CB52C7">
        <w:rPr>
          <w:rFonts w:ascii="Century Schoolbook" w:hAnsi="Century Schoolbook" w:cs="Times New Roman"/>
          <w:b/>
          <w:color w:val="F79646" w:themeColor="accent6"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dopoledne.</w:t>
      </w:r>
    </w:p>
    <w:p w:rsidR="00B51177" w:rsidRPr="00B51177" w:rsidRDefault="00596B86" w:rsidP="00FF2018">
      <w:pPr>
        <w:spacing w:after="0"/>
        <w:rPr>
          <w:rFonts w:ascii="Century Schoolbook" w:hAnsi="Century Schoolbook" w:cs="Times New Roman"/>
          <w:b/>
          <w:color w:val="EEECE1" w:themeColor="background2"/>
          <w:sz w:val="44"/>
          <w:szCs w:val="44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Century Schoolbook" w:hAnsi="Century Schoolbook" w:cs="Times New Roman"/>
          <w:b/>
          <w:noProof/>
          <w:color w:val="EEECE1" w:themeColor="background2"/>
          <w:sz w:val="44"/>
          <w:szCs w:val="44"/>
          <w:lang w:eastAsia="cs-CZ"/>
        </w:rPr>
        <w:drawing>
          <wp:anchor distT="0" distB="0" distL="114300" distR="114300" simplePos="0" relativeHeight="251663360" behindDoc="1" locked="0" layoutInCell="1" allowOverlap="1" wp14:anchorId="3859C1B1" wp14:editId="666874AC">
            <wp:simplePos x="0" y="0"/>
            <wp:positionH relativeFrom="column">
              <wp:posOffset>652780</wp:posOffset>
            </wp:positionH>
            <wp:positionV relativeFrom="paragraph">
              <wp:posOffset>536257</wp:posOffset>
            </wp:positionV>
            <wp:extent cx="7219950" cy="1804988"/>
            <wp:effectExtent l="0" t="0" r="0" b="5080"/>
            <wp:wrapNone/>
            <wp:docPr id="6" name="Obrázek 6" descr="\\fs2.plzen-edu.cz\UsrMS1$\ms1.kubanovaad\Plocha\top_karnev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top_karneva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19950" cy="180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BEC">
        <w:rPr>
          <w:rFonts w:ascii="Century Schoolbook" w:hAnsi="Century Schoolbook" w:cs="Times New Roman"/>
          <w:b/>
          <w:color w:val="EEECE1" w:themeColor="background2"/>
          <w:sz w:val="44"/>
          <w:szCs w:val="4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 všechny masky se velice těšíme.</w:t>
      </w:r>
    </w:p>
    <w:sectPr w:rsidR="00B51177" w:rsidRPr="00B51177" w:rsidSect="00FF201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18"/>
    <w:rsid w:val="00044FDF"/>
    <w:rsid w:val="00105844"/>
    <w:rsid w:val="003A2C84"/>
    <w:rsid w:val="00596B86"/>
    <w:rsid w:val="00996BEC"/>
    <w:rsid w:val="00B51177"/>
    <w:rsid w:val="00CB52C7"/>
    <w:rsid w:val="00FF2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51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11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63F3D-A09E-42F2-B29D-9CAACE33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876E6170.dotm</Template>
  <TotalTime>40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Sopouchová Věra</dc:creator>
  <cp:keywords/>
  <dc:description/>
  <cp:lastModifiedBy>Kubaňová Adéla</cp:lastModifiedBy>
  <cp:revision>4</cp:revision>
  <cp:lastPrinted>2019-02-08T08:44:00Z</cp:lastPrinted>
  <dcterms:created xsi:type="dcterms:W3CDTF">2018-02-16T11:00:00Z</dcterms:created>
  <dcterms:modified xsi:type="dcterms:W3CDTF">2019-02-08T08:47:00Z</dcterms:modified>
</cp:coreProperties>
</file>