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77" w:rsidRDefault="00044FDF" w:rsidP="00B51177">
      <w:pPr>
        <w:spacing w:after="0"/>
        <w:ind w:left="708"/>
        <w:rPr>
          <w:rFonts w:ascii="Algerian" w:hAnsi="Algerian"/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3E56ACE2" wp14:editId="1E331DB0">
            <wp:simplePos x="0" y="0"/>
            <wp:positionH relativeFrom="column">
              <wp:posOffset>7522845</wp:posOffset>
            </wp:positionH>
            <wp:positionV relativeFrom="paragraph">
              <wp:posOffset>-231775</wp:posOffset>
            </wp:positionV>
            <wp:extent cx="1781175" cy="2459990"/>
            <wp:effectExtent l="400050" t="247650" r="352425" b="245110"/>
            <wp:wrapTight wrapText="bothSides">
              <wp:wrapPolygon edited="0">
                <wp:start x="-476" y="80"/>
                <wp:lineTo x="-1979" y="512"/>
                <wp:lineTo x="-617" y="3000"/>
                <wp:lineTo x="-1905" y="3370"/>
                <wp:lineTo x="-543" y="5857"/>
                <wp:lineTo x="-1831" y="6227"/>
                <wp:lineTo x="-469" y="8715"/>
                <wp:lineTo x="-1972" y="9147"/>
                <wp:lineTo x="-610" y="11635"/>
                <wp:lineTo x="-1898" y="12005"/>
                <wp:lineTo x="-536" y="14492"/>
                <wp:lineTo x="-1824" y="14862"/>
                <wp:lineTo x="-462" y="17350"/>
                <wp:lineTo x="-1965" y="17782"/>
                <wp:lineTo x="-476" y="20953"/>
                <wp:lineTo x="4411" y="21709"/>
                <wp:lineTo x="20584" y="21744"/>
                <wp:lineTo x="21872" y="21374"/>
                <wp:lineTo x="21865" y="2303"/>
                <wp:lineTo x="20588" y="-30"/>
                <wp:lineTo x="20292" y="-1024"/>
                <wp:lineTo x="13127" y="-946"/>
                <wp:lineTo x="10980" y="-330"/>
                <wp:lineTo x="9617" y="-2818"/>
                <wp:lineTo x="598" y="-228"/>
                <wp:lineTo x="-476" y="80"/>
              </wp:wrapPolygon>
            </wp:wrapTight>
            <wp:docPr id="3" name="obrázek 4" descr="Výsledek obrázku pro balon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ýsledek obrázku pro balonk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97804">
                      <a:off x="0" y="0"/>
                      <a:ext cx="1781175" cy="245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177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A06BCA2" wp14:editId="5F7F6891">
            <wp:simplePos x="0" y="0"/>
            <wp:positionH relativeFrom="column">
              <wp:posOffset>-614045</wp:posOffset>
            </wp:positionH>
            <wp:positionV relativeFrom="paragraph">
              <wp:posOffset>-471170</wp:posOffset>
            </wp:positionV>
            <wp:extent cx="1790700" cy="1943100"/>
            <wp:effectExtent l="304800" t="266700" r="266700" b="266700"/>
            <wp:wrapTight wrapText="bothSides">
              <wp:wrapPolygon edited="0">
                <wp:start x="-450" y="91"/>
                <wp:lineTo x="-1946" y="635"/>
                <wp:lineTo x="-598" y="3787"/>
                <wp:lineTo x="-1881" y="4253"/>
                <wp:lineTo x="-532" y="7405"/>
                <wp:lineTo x="-1815" y="7871"/>
                <wp:lineTo x="-466" y="11024"/>
                <wp:lineTo x="-1963" y="11567"/>
                <wp:lineTo x="-614" y="14719"/>
                <wp:lineTo x="-1897" y="15185"/>
                <wp:lineTo x="-549" y="18337"/>
                <wp:lineTo x="-1404" y="18648"/>
                <wp:lineTo x="-729" y="20224"/>
                <wp:lineTo x="159" y="21723"/>
                <wp:lineTo x="20683" y="21778"/>
                <wp:lineTo x="21966" y="21312"/>
                <wp:lineTo x="21766" y="2946"/>
                <wp:lineTo x="20716" y="-87"/>
                <wp:lineTo x="20255" y="-1740"/>
                <wp:lineTo x="14794" y="-1805"/>
                <wp:lineTo x="10946" y="-407"/>
                <wp:lineTo x="9598" y="-3559"/>
                <wp:lineTo x="405" y="-219"/>
                <wp:lineTo x="-450" y="91"/>
              </wp:wrapPolygon>
            </wp:wrapTight>
            <wp:docPr id="1" name="obrázek 1" descr="Výsledek obrázku pro karne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karnev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90948">
                      <a:off x="0" y="0"/>
                      <a:ext cx="17907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177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M</w:t>
      </w:r>
      <w:r w:rsidR="00FF2018" w:rsidRPr="00FF2018">
        <w:rPr>
          <w:rFonts w:ascii="Algerian" w:hAnsi="Algerian"/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a</w:t>
      </w:r>
      <w:r w:rsidR="00FF2018" w:rsidRPr="00FF2018">
        <w:rPr>
          <w:rFonts w:ascii="Algerian" w:hAnsi="Algerian"/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š</w:t>
      </w:r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rgbClr w14:val="C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k</w:t>
      </w:r>
      <w:r w:rsidR="00FF2018" w:rsidRPr="00FF2018">
        <w:rPr>
          <w:rFonts w:ascii="Algerian" w:hAnsi="Algerian"/>
          <w:b/>
          <w:spacing w:val="60"/>
          <w:sz w:val="144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</w:t>
      </w:r>
      <w:r w:rsidR="00FF2018" w:rsidRPr="00FF2018">
        <w:rPr>
          <w:rFonts w:ascii="Algerian" w:hAnsi="Algerian"/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r</w:t>
      </w:r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n</w:t>
      </w:r>
      <w:r w:rsidR="00FF2018" w:rsidRPr="00FF2018">
        <w:rPr>
          <w:rFonts w:ascii="Algerian" w:hAnsi="Algerian"/>
          <w:b/>
          <w:color w:val="F79646" w:themeColor="accent6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í</w:t>
      </w:r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="00FF2018" w:rsidRPr="00B51177">
        <w:rPr>
          <w:rFonts w:ascii="Algerian" w:hAnsi="Algerian"/>
          <w:b/>
          <w:caps/>
          <w:sz w:val="160"/>
          <w:szCs w:val="16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K</w:t>
      </w:r>
      <w:r w:rsidR="00FF2018" w:rsidRPr="00B51177">
        <w:rPr>
          <w:rFonts w:ascii="Algerian" w:hAnsi="Algerian"/>
          <w:b/>
          <w:sz w:val="160"/>
          <w:szCs w:val="16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</w:t>
      </w:r>
      <w:r w:rsidR="00FF2018" w:rsidRPr="00B51177">
        <w:rPr>
          <w:rFonts w:ascii="Algerian" w:hAnsi="Algerian"/>
          <w:b/>
          <w:color w:val="9BBB59" w:themeColor="accent3"/>
          <w:sz w:val="160"/>
          <w:szCs w:val="160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r</w:t>
      </w:r>
      <w:r w:rsidR="00FF2018" w:rsidRPr="00B51177">
        <w:rPr>
          <w:rFonts w:ascii="Algerian" w:hAnsi="Algerian"/>
          <w:b/>
          <w:sz w:val="160"/>
          <w:szCs w:val="1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</w:t>
      </w:r>
      <w:r w:rsidR="00FF2018" w:rsidRPr="00B51177">
        <w:rPr>
          <w:rFonts w:ascii="Algerian" w:hAnsi="Algerian"/>
          <w:b/>
          <w:spacing w:val="60"/>
          <w:sz w:val="160"/>
          <w:szCs w:val="16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e</w:t>
      </w:r>
      <w:r w:rsidR="00FF2018" w:rsidRPr="00B51177">
        <w:rPr>
          <w:rFonts w:ascii="Algerian" w:hAnsi="Algerian"/>
          <w:b/>
          <w:caps/>
          <w:sz w:val="160"/>
          <w:szCs w:val="16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</w:t>
      </w:r>
      <w:r w:rsidR="00FF2018" w:rsidRPr="00B51177">
        <w:rPr>
          <w:rFonts w:ascii="Algerian" w:hAnsi="Algerian"/>
          <w:b/>
          <w:color w:val="F79646" w:themeColor="accent6"/>
          <w:sz w:val="160"/>
          <w:szCs w:val="160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a</w:t>
      </w:r>
      <w:r w:rsidR="00FF2018" w:rsidRPr="00B51177">
        <w:rPr>
          <w:rFonts w:ascii="Algerian" w:hAnsi="Algerian"/>
          <w:b/>
          <w:sz w:val="160"/>
          <w:szCs w:val="16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l</w:t>
      </w:r>
      <w:proofErr w:type="spellEnd"/>
    </w:p>
    <w:p w:rsidR="00FF2018" w:rsidRPr="00044FDF" w:rsidRDefault="00044FDF" w:rsidP="00CB52C7">
      <w:pPr>
        <w:spacing w:after="0"/>
        <w:rPr>
          <w:rFonts w:ascii="Algerian" w:hAnsi="Algerian"/>
          <w:b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3D0FE9E" wp14:editId="13C4E538">
            <wp:simplePos x="0" y="0"/>
            <wp:positionH relativeFrom="column">
              <wp:posOffset>7865745</wp:posOffset>
            </wp:positionH>
            <wp:positionV relativeFrom="paragraph">
              <wp:posOffset>182880</wp:posOffset>
            </wp:positionV>
            <wp:extent cx="1562100" cy="2066290"/>
            <wp:effectExtent l="190500" t="152400" r="190500" b="143510"/>
            <wp:wrapTight wrapText="bothSides">
              <wp:wrapPolygon edited="0">
                <wp:start x="19980" y="-443"/>
                <wp:lineTo x="820" y="-3161"/>
                <wp:lineTo x="-847" y="3086"/>
                <wp:lineTo x="-1480" y="9490"/>
                <wp:lineTo x="-1539" y="12731"/>
                <wp:lineTo x="-506" y="12889"/>
                <wp:lineTo x="-1398" y="19254"/>
                <wp:lineTo x="-627" y="21402"/>
                <wp:lineTo x="922" y="21639"/>
                <wp:lineTo x="1180" y="21678"/>
                <wp:lineTo x="14095" y="21616"/>
                <wp:lineTo x="14354" y="21655"/>
                <wp:lineTo x="21848" y="19750"/>
                <wp:lineTo x="22076" y="9831"/>
                <wp:lineTo x="21876" y="6550"/>
                <wp:lineTo x="22045" y="-128"/>
                <wp:lineTo x="19980" y="-443"/>
              </wp:wrapPolygon>
            </wp:wrapTight>
            <wp:docPr id="2" name="obrázek 2" descr="Výsledek obrázku pro karne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ledek obrázku pro karnev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15895">
                      <a:off x="0" y="0"/>
                      <a:ext cx="1562100" cy="20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FF2018" w:rsidRPr="00044FDF">
        <w:rPr>
          <w:rFonts w:ascii="Century Schoolbook" w:hAnsi="Century Schoolbook" w:cs="Times New Roman"/>
          <w:b/>
          <w:color w:val="F79646" w:themeColor="accent6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Ve středu 28.2.2018 </w:t>
      </w:r>
      <w:r w:rsidR="00CB52C7">
        <w:rPr>
          <w:rFonts w:ascii="Century Schoolbook" w:hAnsi="Century Schoolbook" w:cs="Times New Roman"/>
          <w:b/>
          <w:color w:val="F79646" w:themeColor="accent6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dopoledne.</w:t>
      </w:r>
    </w:p>
    <w:p w:rsidR="00B51177" w:rsidRPr="00044FDF" w:rsidRDefault="00B51177" w:rsidP="00FF2018">
      <w:pPr>
        <w:spacing w:after="0"/>
        <w:rPr>
          <w:rFonts w:ascii="Century Schoolbook" w:hAnsi="Century Schoolbook" w:cs="Times New Roman"/>
          <w:b/>
          <w:color w:val="EEECE1" w:themeColor="background2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044FDF">
        <w:rPr>
          <w:rFonts w:ascii="Century Schoolbook" w:hAnsi="Century Schoolbook" w:cs="Times New Roman"/>
          <w:b/>
          <w:color w:val="EEECE1" w:themeColor="background2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Přiveďte své děti v karnevalových maskách</w:t>
      </w:r>
      <w:r w:rsidR="00CB52C7">
        <w:rPr>
          <w:rFonts w:ascii="Century Schoolbook" w:hAnsi="Century Schoolbook" w:cs="Times New Roman"/>
          <w:b/>
          <w:color w:val="EEECE1" w:themeColor="background2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B51177" w:rsidRPr="00B51177" w:rsidRDefault="00B51177" w:rsidP="00FF2018">
      <w:pPr>
        <w:spacing w:after="0"/>
        <w:rPr>
          <w:rFonts w:ascii="Century Schoolbook" w:hAnsi="Century Schoolbook" w:cs="Times New Roman"/>
          <w:b/>
          <w:color w:val="EEECE1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57955E7A" wp14:editId="18566336">
            <wp:simplePos x="0" y="0"/>
            <wp:positionH relativeFrom="column">
              <wp:posOffset>900430</wp:posOffset>
            </wp:positionH>
            <wp:positionV relativeFrom="paragraph">
              <wp:posOffset>41910</wp:posOffset>
            </wp:positionV>
            <wp:extent cx="4953000" cy="1363345"/>
            <wp:effectExtent l="0" t="0" r="0" b="8255"/>
            <wp:wrapTight wrapText="bothSides">
              <wp:wrapPolygon edited="0">
                <wp:start x="10551" y="0"/>
                <wp:lineTo x="3240" y="604"/>
                <wp:lineTo x="166" y="1811"/>
                <wp:lineTo x="83" y="9960"/>
                <wp:lineTo x="166" y="19920"/>
                <wp:lineTo x="3406" y="21127"/>
                <wp:lineTo x="3822" y="21429"/>
                <wp:lineTo x="4237" y="21429"/>
                <wp:lineTo x="17114" y="20222"/>
                <wp:lineTo x="21102" y="19618"/>
                <wp:lineTo x="21434" y="19316"/>
                <wp:lineTo x="20686" y="9960"/>
                <wp:lineTo x="20354" y="4527"/>
                <wp:lineTo x="19357" y="3018"/>
                <wp:lineTo x="16865" y="0"/>
                <wp:lineTo x="10551" y="0"/>
              </wp:wrapPolygon>
            </wp:wrapTight>
            <wp:docPr id="4" name="obrázek 6" descr="Výsledek obrázku pro balon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ýsledek obrázku pro balon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1177" w:rsidRPr="00B51177" w:rsidSect="00FF20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18"/>
    <w:rsid w:val="00044FDF"/>
    <w:rsid w:val="00105844"/>
    <w:rsid w:val="003A2C84"/>
    <w:rsid w:val="00B51177"/>
    <w:rsid w:val="00CB52C7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1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1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6878-E7FF-42C8-9D0D-A0DE06CB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92035037.dotm</Template>
  <TotalTime>32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Sopouchová Věra</dc:creator>
  <cp:keywords/>
  <dc:description/>
  <cp:lastModifiedBy>Kubaňová Adéla</cp:lastModifiedBy>
  <cp:revision>2</cp:revision>
  <cp:lastPrinted>2018-02-16T11:23:00Z</cp:lastPrinted>
  <dcterms:created xsi:type="dcterms:W3CDTF">2018-02-16T11:00:00Z</dcterms:created>
  <dcterms:modified xsi:type="dcterms:W3CDTF">2018-02-22T09:32:00Z</dcterms:modified>
</cp:coreProperties>
</file>