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635A">
        <w:rPr>
          <w:rFonts w:ascii="Arial" w:eastAsia="Times New Roman" w:hAnsi="Arial" w:cs="Arial"/>
          <w:b/>
          <w:bCs/>
          <w:color w:val="000000"/>
          <w:sz w:val="48"/>
          <w:szCs w:val="48"/>
          <w:lang w:eastAsia="cs-CZ"/>
        </w:rPr>
        <w:t>Zábavné učení na doma 3</w:t>
      </w:r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635A">
        <w:rPr>
          <w:rFonts w:ascii="Arial" w:eastAsia="Times New Roman" w:hAnsi="Arial" w:cs="Arial"/>
          <w:color w:val="000000"/>
          <w:lang w:eastAsia="cs-CZ"/>
        </w:rPr>
        <w:t xml:space="preserve">Přinášíme další tipy na domácí vzdělávání a tvůrčí zábavu. Našli jsme pro vás šikovný </w:t>
      </w:r>
      <w:proofErr w:type="spellStart"/>
      <w:r w:rsidRPr="009A635A">
        <w:rPr>
          <w:rFonts w:ascii="Arial" w:eastAsia="Times New Roman" w:hAnsi="Arial" w:cs="Arial"/>
          <w:color w:val="000000"/>
          <w:lang w:eastAsia="cs-CZ"/>
        </w:rPr>
        <w:t>Youtube</w:t>
      </w:r>
      <w:proofErr w:type="spellEnd"/>
      <w:r w:rsidRPr="009A635A">
        <w:rPr>
          <w:rFonts w:ascii="Arial" w:eastAsia="Times New Roman" w:hAnsi="Arial" w:cs="Arial"/>
          <w:color w:val="000000"/>
          <w:lang w:eastAsia="cs-CZ"/>
        </w:rPr>
        <w:t xml:space="preserve"> kanál, který se věnuje projektu </w:t>
      </w:r>
      <w:bookmarkStart w:id="0" w:name="_GoBack"/>
      <w:r w:rsidRPr="009A635A">
        <w:rPr>
          <w:rFonts w:ascii="Arial" w:eastAsia="Times New Roman" w:hAnsi="Arial" w:cs="Arial"/>
          <w:i/>
          <w:iCs/>
          <w:color w:val="000000"/>
          <w:lang w:eastAsia="cs-CZ"/>
        </w:rPr>
        <w:t>Domácí školka</w:t>
      </w:r>
      <w:bookmarkEnd w:id="0"/>
      <w:r w:rsidRPr="009A635A">
        <w:rPr>
          <w:rFonts w:ascii="Arial" w:eastAsia="Times New Roman" w:hAnsi="Arial" w:cs="Arial"/>
          <w:color w:val="000000"/>
          <w:lang w:eastAsia="cs-CZ"/>
        </w:rPr>
        <w:t>:</w:t>
      </w:r>
      <w:r w:rsidRPr="009A635A"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 xml:space="preserve"> </w:t>
      </w:r>
      <w:hyperlink r:id="rId4" w:history="1">
        <w:r w:rsidRPr="009A635A">
          <w:rPr>
            <w:rFonts w:ascii="Arial" w:eastAsia="Times New Roman" w:hAnsi="Arial" w:cs="Arial"/>
            <w:color w:val="1155CC"/>
            <w:sz w:val="21"/>
            <w:szCs w:val="21"/>
            <w:u w:val="single"/>
            <w:shd w:val="clear" w:color="auto" w:fill="F9F9F9"/>
            <w:lang w:eastAsia="cs-CZ"/>
          </w:rPr>
          <w:t>https://youtu.be/Yij51C88csU</w:t>
        </w:r>
      </w:hyperlink>
      <w:r w:rsidRPr="009A635A">
        <w:rPr>
          <w:rFonts w:ascii="Arial" w:eastAsia="Times New Roman" w:hAnsi="Arial" w:cs="Arial"/>
          <w:color w:val="000000"/>
          <w:lang w:eastAsia="cs-CZ"/>
        </w:rPr>
        <w:t>. Vytváří obsah pro děti předškolního a mladšího školního věku. A své si zde najde každý – děti motivují jejich oblíbená zvířátka. Tady je výběr několika témat. </w:t>
      </w:r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635A" w:rsidRPr="009A635A" w:rsidRDefault="009A635A" w:rsidP="009A635A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9A635A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Hra na kočičky</w:t>
      </w:r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5" w:history="1">
        <w:r w:rsidRPr="009A635A">
          <w:rPr>
            <w:rFonts w:ascii="Arial" w:eastAsia="Times New Roman" w:hAnsi="Arial" w:cs="Arial"/>
            <w:color w:val="1155CC"/>
            <w:u w:val="single"/>
            <w:lang w:eastAsia="cs-CZ"/>
          </w:rPr>
          <w:t>https://www.youtube.com/watch?v=Cak2AVtpjZU</w:t>
        </w:r>
      </w:hyperlink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635A"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>Cvičením s kočičkou protáhneme horní i dolní končetiny a zádové svaly. A když se trošku více unavíme, můžeme odpočívat u pohádky Byla jednou koťata. Naučíme se motat klubíčko v rytmu říkanky. A na závěr si můžeme vyrobit svou vlastní kočičku z papíru.</w:t>
      </w:r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635A" w:rsidRPr="009A635A" w:rsidRDefault="009A635A" w:rsidP="009A635A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9A635A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Motivace koníkem</w:t>
      </w:r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6" w:history="1">
        <w:r w:rsidRPr="009A635A">
          <w:rPr>
            <w:rFonts w:ascii="Arial" w:eastAsia="Times New Roman" w:hAnsi="Arial" w:cs="Arial"/>
            <w:color w:val="1155CC"/>
            <w:sz w:val="21"/>
            <w:szCs w:val="21"/>
            <w:u w:val="single"/>
            <w:shd w:val="clear" w:color="auto" w:fill="F9F9F9"/>
            <w:lang w:eastAsia="cs-CZ"/>
          </w:rPr>
          <w:t>https://www.youtube.com/watch?v=PMnoQ1sdKzQ&amp;feature=youtu.be&amp;fbclid=IwAR1TD2xD35jC1rTkandC4229bZeZ6u5NejsaSGjmFxcrhGw1qy0vkh7pmVE</w:t>
        </w:r>
      </w:hyperlink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635A"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 xml:space="preserve">Protáhněte si dolní končetiny a pánev u pohybové hry “Dostihy”, připomeňte si klasické písničky s koníky v hlavní roli jako Prší </w:t>
      </w:r>
      <w:proofErr w:type="spellStart"/>
      <w:r w:rsidRPr="009A635A"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>prší</w:t>
      </w:r>
      <w:proofErr w:type="spellEnd"/>
      <w:r w:rsidRPr="009A635A"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 xml:space="preserve">, Halí </w:t>
      </w:r>
      <w:proofErr w:type="spellStart"/>
      <w:r w:rsidRPr="009A635A"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>belí</w:t>
      </w:r>
      <w:proofErr w:type="spellEnd"/>
      <w:r w:rsidRPr="009A635A"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>, Koníčku hopsasa nebo Takhle jedou páni. Nebo si zkuste postavit stáj z lega podle videa. Najdete zde i tipy na grafomotorické cviky nebo návod na výrobu papírového koníčka.</w:t>
      </w:r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635A" w:rsidRPr="009A635A" w:rsidRDefault="009A635A" w:rsidP="009A635A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9A635A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Něco pro pejskaře</w:t>
      </w:r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7" w:history="1">
        <w:r w:rsidRPr="009A635A">
          <w:rPr>
            <w:rFonts w:ascii="Arial" w:eastAsia="Times New Roman" w:hAnsi="Arial" w:cs="Arial"/>
            <w:color w:val="1155CC"/>
            <w:sz w:val="21"/>
            <w:szCs w:val="21"/>
            <w:u w:val="single"/>
            <w:shd w:val="clear" w:color="auto" w:fill="F9F9F9"/>
            <w:lang w:eastAsia="cs-CZ"/>
          </w:rPr>
          <w:t>https://youtu.be/jlUTq7KIDDQ</w:t>
        </w:r>
      </w:hyperlink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635A"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>Naučte se říkanku o pejskovi a zacvičte si s pejskem. Ve videu najdete i námětovou hru na pejska nebo písničku Ten náš pes. I v této kapitole můžete trénovat grafomotorické cviky. Milovníky flekatých mazlíčků potěší video s dalmatiny. </w:t>
      </w:r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635A" w:rsidRPr="009A635A" w:rsidRDefault="009A635A" w:rsidP="009A635A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proofErr w:type="spellStart"/>
      <w:r w:rsidRPr="009A635A">
        <w:rPr>
          <w:rFonts w:ascii="Arial" w:eastAsia="Times New Roman" w:hAnsi="Arial" w:cs="Arial"/>
          <w:b/>
          <w:bCs/>
          <w:color w:val="000000"/>
          <w:sz w:val="28"/>
          <w:szCs w:val="28"/>
          <w:lang w:eastAsia="cs-CZ"/>
        </w:rPr>
        <w:t>Králíčkování</w:t>
      </w:r>
      <w:proofErr w:type="spellEnd"/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8" w:history="1">
        <w:r w:rsidRPr="009A635A">
          <w:rPr>
            <w:rFonts w:ascii="Arial" w:eastAsia="Times New Roman" w:hAnsi="Arial" w:cs="Arial"/>
            <w:color w:val="1155CC"/>
            <w:sz w:val="21"/>
            <w:szCs w:val="21"/>
            <w:u w:val="single"/>
            <w:shd w:val="clear" w:color="auto" w:fill="F9F9F9"/>
            <w:lang w:eastAsia="cs-CZ"/>
          </w:rPr>
          <w:t>https://youtu.be/2npixyHl6u0</w:t>
        </w:r>
      </w:hyperlink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9A635A" w:rsidRPr="009A635A" w:rsidRDefault="009A635A" w:rsidP="009A63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A635A"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>Poslechněte si příběh Proč z králíka není král nebo trénujte hod na cíl. I králíci milují pohyb, trénujete s nimi úklony, předklony, výpady stranou, poskoky nebo přeskakování hračky. Najdete tu i tip na zdravou svačinku – v hlavní roli samozřejmě mrkev. Potěší vás i několik tipů na král</w:t>
      </w:r>
      <w:r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>í</w:t>
      </w:r>
      <w:r w:rsidRPr="009A635A">
        <w:rPr>
          <w:rFonts w:ascii="Arial" w:eastAsia="Times New Roman" w:hAnsi="Arial" w:cs="Arial"/>
          <w:color w:val="030303"/>
          <w:sz w:val="21"/>
          <w:szCs w:val="21"/>
          <w:shd w:val="clear" w:color="auto" w:fill="F9F9F9"/>
          <w:lang w:eastAsia="cs-CZ"/>
        </w:rPr>
        <w:t>čkové tvoření nebo pracovní list pro předškoláky.</w:t>
      </w:r>
    </w:p>
    <w:p w:rsidR="00030DD8" w:rsidRDefault="00030DD8"/>
    <w:sectPr w:rsidR="00030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35A"/>
    <w:rsid w:val="00030DD8"/>
    <w:rsid w:val="009A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51A2"/>
  <w15:chartTrackingRefBased/>
  <w15:docId w15:val="{4497224C-9AE4-4756-9025-7E7A9C64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9A63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A635A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A6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A63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2npixyHl6u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jlUTq7KIDDQ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PMnoQ1sdKzQ&amp;feature=youtu.be&amp;fbclid=IwAR1TD2xD35jC1rTkandC4229bZeZ6u5NejsaSGjmFxcrhGw1qy0vkh7pmVE" TargetMode="External"/><Relationship Id="rId5" Type="http://schemas.openxmlformats.org/officeDocument/2006/relationships/hyperlink" Target="https://www.youtube.com/watch?v=Cak2AVtpjZ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=Yij51C88cs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FE2FA7F9.dotm</Template>
  <TotalTime>1</TotalTime>
  <Pages>1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Soukupová Alena</dc:creator>
  <cp:keywords/>
  <dc:description/>
  <cp:lastModifiedBy>Soukupová Alena</cp:lastModifiedBy>
  <cp:revision>1</cp:revision>
  <dcterms:created xsi:type="dcterms:W3CDTF">2020-05-27T07:31:00Z</dcterms:created>
  <dcterms:modified xsi:type="dcterms:W3CDTF">2020-05-27T07:32:00Z</dcterms:modified>
</cp:coreProperties>
</file>