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E3" w:rsidRPr="004E4462" w:rsidRDefault="00A024C3" w:rsidP="00B85AE3">
      <w:pPr>
        <w:pStyle w:val="Nadpis1"/>
        <w:rPr>
          <w:rFonts w:eastAsia="Times New Roman"/>
          <w:b/>
          <w:bCs/>
          <w:color w:val="auto"/>
          <w:u w:val="single"/>
          <w:lang w:eastAsia="cs-CZ"/>
        </w:rPr>
      </w:pPr>
      <w:r w:rsidRPr="004E4462">
        <w:rPr>
          <w:rFonts w:eastAsia="Times New Roman"/>
          <w:b/>
          <w:bCs/>
          <w:color w:val="auto"/>
          <w:u w:val="single"/>
          <w:lang w:eastAsia="cs-CZ"/>
        </w:rPr>
        <w:t>Zábavné učení na doma</w:t>
      </w:r>
    </w:p>
    <w:p w:rsidR="00B85AE3" w:rsidRDefault="00B85AE3" w:rsidP="00B85A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AB7E9F" w:rsidRDefault="00AB7E9F" w:rsidP="003038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Jako inspiraci k zábavnému učení a procvičování praktických dovednost</w:t>
      </w:r>
      <w:r w:rsidR="0071444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í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dětí   </w:t>
      </w:r>
    </w:p>
    <w:p w:rsidR="004E4462" w:rsidRDefault="00AB7E9F" w:rsidP="003038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</w:t>
      </w:r>
      <w:r w:rsidR="00A024C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abízíme možnost vyzvednutí 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metodických</w:t>
      </w:r>
      <w:r w:rsidR="00A024C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  <w:r w:rsidR="005A216C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materiálů</w:t>
      </w:r>
      <w:r w:rsidR="00A024C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v MŠ, které jsme s dětmi v průběhu roku rozpracovaly</w:t>
      </w:r>
      <w:r w:rsidR="005A216C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 zatím nemáme možnost pokračovat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  <w:r w:rsidR="005A216C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</w:t>
      </w:r>
    </w:p>
    <w:p w:rsidR="0030385E" w:rsidRDefault="0030385E" w:rsidP="003038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4E4462" w:rsidRDefault="00714449" w:rsidP="003038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J</w:t>
      </w:r>
      <w:r w:rsidR="00ED0F21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edná se o </w:t>
      </w:r>
      <w:r w:rsidR="00B85AE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pracovní </w:t>
      </w:r>
      <w:r w:rsidR="00AB7E9F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sešity</w:t>
      </w:r>
      <w:r w:rsidR="00B85AE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pro </w:t>
      </w:r>
      <w:r w:rsidR="00AB7E9F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nejstarší </w:t>
      </w:r>
      <w:r w:rsidR="00B85AE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předškoláky</w:t>
      </w:r>
      <w:r w:rsidR="00BA04B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</w:t>
      </w:r>
      <w:r w:rsidR="00AB7E9F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sešit </w:t>
      </w:r>
      <w:r w:rsidR="00BA04B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na angličtinu</w:t>
      </w:r>
      <w:r w:rsid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a </w:t>
      </w:r>
      <w:r w:rsidR="00AB7E9F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k aktivnímu sportování a plnění úkolů „</w:t>
      </w:r>
      <w:r w:rsidR="00B85AE3" w:rsidRP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Cvičení se zvířátky</w:t>
      </w:r>
      <w:r w:rsidRP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“ (více web</w:t>
      </w:r>
      <w:r w:rsidR="001F4DFC" w:rsidRP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MŠ sekce projekty)</w:t>
      </w:r>
      <w:r w:rsidR="00B85AE3" w:rsidRP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. </w:t>
      </w:r>
      <w:r w:rsidR="004E4462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K vyzvednutí bude připraveno také povlečení a hygienické potřeby. </w:t>
      </w:r>
    </w:p>
    <w:p w:rsidR="002D4766" w:rsidRDefault="002D4766" w:rsidP="0030385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</w:p>
    <w:p w:rsidR="0030385E" w:rsidRDefault="00714449" w:rsidP="002D47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</w:pPr>
      <w:r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 xml:space="preserve">Vyzvedávejte </w:t>
      </w:r>
      <w:r w:rsidR="00082CFF"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>p</w:t>
      </w:r>
      <w:r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>říští týd</w:t>
      </w:r>
      <w:r w:rsidR="00082CFF"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>en pondělí – středu 20</w:t>
      </w:r>
      <w:r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 xml:space="preserve">. – 22. 4. </w:t>
      </w:r>
      <w:r w:rsidR="00082CFF"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>v MŠ od 10.00 – 14.00 hodin</w:t>
      </w:r>
      <w:r w:rsidR="004E4462" w:rsidRPr="0030385E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 xml:space="preserve">, v jiném termínu po telefonické domluvě. </w:t>
      </w:r>
      <w:bookmarkStart w:id="0" w:name="_GoBack"/>
      <w:bookmarkEnd w:id="0"/>
    </w:p>
    <w:p w:rsidR="00082CFF" w:rsidRPr="002D4766" w:rsidRDefault="0030385E" w:rsidP="0030385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</w:pPr>
      <w:r w:rsidRPr="002D4766">
        <w:rPr>
          <w:rFonts w:ascii="Arial" w:eastAsia="Times New Roman" w:hAnsi="Arial" w:cs="Arial"/>
          <w:b/>
          <w:bCs/>
          <w:color w:val="222222"/>
          <w:sz w:val="24"/>
          <w:szCs w:val="24"/>
          <w:lang w:eastAsia="cs-CZ"/>
        </w:rPr>
        <w:t>Při vstupu do areálu školy ž</w:t>
      </w:r>
      <w:r w:rsidRPr="002D4766">
        <w:rPr>
          <w:rFonts w:ascii="Arial" w:hAnsi="Arial" w:cs="Arial"/>
          <w:b/>
          <w:bCs/>
          <w:sz w:val="24"/>
          <w:szCs w:val="24"/>
        </w:rPr>
        <w:t>ádáme důsledné</w:t>
      </w:r>
      <w:r w:rsidR="00BD00A5" w:rsidRPr="002D4766">
        <w:rPr>
          <w:rFonts w:ascii="Arial" w:hAnsi="Arial" w:cs="Arial"/>
          <w:b/>
          <w:bCs/>
          <w:sz w:val="24"/>
          <w:szCs w:val="24"/>
        </w:rPr>
        <w:t xml:space="preserve"> dodržování </w:t>
      </w:r>
      <w:r w:rsidRPr="002D4766">
        <w:rPr>
          <w:rFonts w:ascii="Arial" w:hAnsi="Arial" w:cs="Arial"/>
          <w:b/>
          <w:bCs/>
          <w:sz w:val="24"/>
          <w:szCs w:val="24"/>
        </w:rPr>
        <w:t xml:space="preserve">hygienických </w:t>
      </w:r>
      <w:r w:rsidR="00BD00A5" w:rsidRPr="002D4766">
        <w:rPr>
          <w:rFonts w:ascii="Arial" w:hAnsi="Arial" w:cs="Arial"/>
          <w:b/>
          <w:bCs/>
          <w:sz w:val="24"/>
          <w:szCs w:val="24"/>
        </w:rPr>
        <w:t xml:space="preserve">opatření, </w:t>
      </w:r>
      <w:r w:rsidRPr="002D4766">
        <w:rPr>
          <w:rFonts w:ascii="Arial" w:hAnsi="Arial" w:cs="Arial"/>
          <w:b/>
          <w:bCs/>
          <w:sz w:val="24"/>
          <w:szCs w:val="24"/>
        </w:rPr>
        <w:t>r</w:t>
      </w:r>
      <w:r w:rsidR="00BD00A5" w:rsidRPr="002D4766">
        <w:rPr>
          <w:rFonts w:ascii="Arial" w:hAnsi="Arial" w:cs="Arial"/>
          <w:b/>
          <w:bCs/>
          <w:sz w:val="24"/>
          <w:szCs w:val="24"/>
        </w:rPr>
        <w:t xml:space="preserve">oušky </w:t>
      </w:r>
      <w:r w:rsidRPr="002D4766">
        <w:rPr>
          <w:rFonts w:ascii="Arial" w:hAnsi="Arial" w:cs="Arial"/>
          <w:b/>
          <w:bCs/>
          <w:sz w:val="24"/>
          <w:szCs w:val="24"/>
        </w:rPr>
        <w:br/>
      </w:r>
      <w:r w:rsidR="00BD00A5" w:rsidRPr="002D4766">
        <w:rPr>
          <w:rFonts w:ascii="Arial" w:hAnsi="Arial" w:cs="Arial"/>
          <w:b/>
          <w:bCs/>
          <w:sz w:val="24"/>
          <w:szCs w:val="24"/>
        </w:rPr>
        <w:t>na ústech, dodržování odstupu.</w:t>
      </w:r>
    </w:p>
    <w:p w:rsidR="00082CFF" w:rsidRDefault="00082CFF" w:rsidP="0030385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Mrzí nás, že se nemůžeme připravovat společně ve školce a doufáme, že se brzy zase shledáme v plné síle. </w:t>
      </w:r>
      <w:r w:rsidR="003C257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 Zatím komunikujeme telefonicky, prostřednictvím e-mailů, zpráv v aplikaci Naše MŠ (registrace na </w:t>
      </w:r>
      <w:hyperlink r:id="rId4" w:history="1">
        <w:r w:rsidR="003C2573" w:rsidRPr="00D61AA2">
          <w:rPr>
            <w:rStyle w:val="Hypertextovodkaz"/>
            <w:rFonts w:ascii="Arial" w:eastAsia="Times New Roman" w:hAnsi="Arial" w:cs="Arial"/>
            <w:sz w:val="24"/>
            <w:szCs w:val="24"/>
            <w:lang w:eastAsia="cs-CZ"/>
          </w:rPr>
          <w:t>www.nasems.cz</w:t>
        </w:r>
      </w:hyperlink>
      <w:r w:rsidR="003C257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)</w:t>
      </w:r>
      <w:r w:rsidR="007025B3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.</w:t>
      </w:r>
    </w:p>
    <w:p w:rsidR="008C650D" w:rsidRDefault="004E4462" w:rsidP="0030385E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P</w:t>
      </w:r>
      <w:r w:rsidR="00BA04B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řejeme </w:t>
      </w:r>
      <w:r w:rsid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hodně 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zdraví a </w:t>
      </w:r>
      <w:r w:rsidR="00BD00A5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zábavy v domácím režimu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 xml:space="preserve">, jsme s Vámi!! </w:t>
      </w:r>
    </w:p>
    <w:sectPr w:rsidR="008C650D" w:rsidSect="00303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E3"/>
    <w:rsid w:val="00082CFF"/>
    <w:rsid w:val="001F4A8F"/>
    <w:rsid w:val="001F4DFC"/>
    <w:rsid w:val="002D4766"/>
    <w:rsid w:val="0030385E"/>
    <w:rsid w:val="003C2573"/>
    <w:rsid w:val="004E4462"/>
    <w:rsid w:val="005A216C"/>
    <w:rsid w:val="0063266A"/>
    <w:rsid w:val="007025B3"/>
    <w:rsid w:val="00714449"/>
    <w:rsid w:val="008C650D"/>
    <w:rsid w:val="00931AF5"/>
    <w:rsid w:val="00A024C3"/>
    <w:rsid w:val="00AB7E9F"/>
    <w:rsid w:val="00B85AE3"/>
    <w:rsid w:val="00BA04B5"/>
    <w:rsid w:val="00BD00A5"/>
    <w:rsid w:val="00DB7747"/>
    <w:rsid w:val="00E57E9D"/>
    <w:rsid w:val="00E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80C23"/>
  <w15:chartTrackingRefBased/>
  <w15:docId w15:val="{FBA5C36A-F640-483E-85E3-7B559691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5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5A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3C257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2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0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0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sem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2DF13686.dotm</Template>
  <TotalTime>201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Soukupová Alena</dc:creator>
  <cp:keywords/>
  <dc:description/>
  <cp:lastModifiedBy>Jiřina Kavalírová</cp:lastModifiedBy>
  <cp:revision>4</cp:revision>
  <dcterms:created xsi:type="dcterms:W3CDTF">2020-04-15T07:09:00Z</dcterms:created>
  <dcterms:modified xsi:type="dcterms:W3CDTF">2020-04-15T11:55:00Z</dcterms:modified>
</cp:coreProperties>
</file>