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61" w:rsidRDefault="00F65661" w:rsidP="005540AA">
      <w:pPr>
        <w:jc w:val="both"/>
        <w:rPr>
          <w:rFonts w:ascii="Arial" w:hAnsi="Arial" w:cs="Arial"/>
          <w:sz w:val="24"/>
          <w:szCs w:val="24"/>
        </w:rPr>
      </w:pPr>
    </w:p>
    <w:p w:rsidR="009D25C2" w:rsidRDefault="009D25C2" w:rsidP="005540AA">
      <w:pPr>
        <w:jc w:val="both"/>
        <w:rPr>
          <w:rFonts w:ascii="Arial" w:hAnsi="Arial" w:cs="Arial"/>
          <w:sz w:val="24"/>
          <w:szCs w:val="24"/>
        </w:rPr>
      </w:pPr>
    </w:p>
    <w:p w:rsidR="005540AA" w:rsidRPr="00F65661" w:rsidRDefault="008D5009" w:rsidP="005540AA">
      <w:pPr>
        <w:jc w:val="both"/>
        <w:rPr>
          <w:rFonts w:ascii="Arial" w:hAnsi="Arial" w:cs="Arial"/>
          <w:sz w:val="24"/>
          <w:szCs w:val="24"/>
        </w:rPr>
      </w:pPr>
      <w:r w:rsidRPr="00F65661">
        <w:rPr>
          <w:rFonts w:ascii="Arial" w:hAnsi="Arial" w:cs="Arial"/>
          <w:sz w:val="24"/>
          <w:szCs w:val="24"/>
        </w:rPr>
        <w:t xml:space="preserve">Ředitelka Mateřské školy Plzeň-Křimice, Vochovská 25, příspěvková organizace </w:t>
      </w:r>
    </w:p>
    <w:p w:rsidR="008D5009" w:rsidRPr="00F65661" w:rsidRDefault="005540AA" w:rsidP="005540A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65661">
        <w:rPr>
          <w:rFonts w:ascii="Arial" w:hAnsi="Arial" w:cs="Arial"/>
          <w:b/>
          <w:sz w:val="28"/>
          <w:szCs w:val="28"/>
          <w:u w:val="single"/>
        </w:rPr>
        <w:t>v</w:t>
      </w:r>
      <w:r w:rsidR="008D5009" w:rsidRPr="00F65661">
        <w:rPr>
          <w:rFonts w:ascii="Arial" w:hAnsi="Arial" w:cs="Arial"/>
          <w:b/>
          <w:sz w:val="28"/>
          <w:szCs w:val="28"/>
          <w:u w:val="single"/>
        </w:rPr>
        <w:t>yhlašuje</w:t>
      </w:r>
      <w:r w:rsidRPr="00F65661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D5009" w:rsidRPr="00F65661">
        <w:rPr>
          <w:rFonts w:ascii="Arial" w:hAnsi="Arial" w:cs="Arial"/>
          <w:b/>
          <w:sz w:val="28"/>
          <w:szCs w:val="28"/>
          <w:u w:val="single"/>
        </w:rPr>
        <w:t>výběrové řízení na pozici učitelky MŠ.</w:t>
      </w:r>
    </w:p>
    <w:p w:rsidR="009D25C2" w:rsidRDefault="009D25C2" w:rsidP="005540A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540AA" w:rsidRPr="00F65661" w:rsidRDefault="005540AA" w:rsidP="005540AA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5661">
        <w:rPr>
          <w:rFonts w:ascii="Arial" w:hAnsi="Arial" w:cs="Arial"/>
          <w:b/>
          <w:sz w:val="24"/>
          <w:szCs w:val="24"/>
        </w:rPr>
        <w:t>Pracovní úvazek:</w:t>
      </w:r>
      <w:r w:rsidRPr="00F65661">
        <w:rPr>
          <w:rFonts w:ascii="Arial" w:hAnsi="Arial" w:cs="Arial"/>
          <w:sz w:val="24"/>
          <w:szCs w:val="24"/>
        </w:rPr>
        <w:t xml:space="preserve">  </w:t>
      </w:r>
    </w:p>
    <w:p w:rsidR="005540AA" w:rsidRPr="00F65661" w:rsidRDefault="005540AA" w:rsidP="007176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5661">
        <w:rPr>
          <w:rFonts w:ascii="Arial" w:hAnsi="Arial" w:cs="Arial"/>
          <w:sz w:val="24"/>
          <w:szCs w:val="24"/>
        </w:rPr>
        <w:t xml:space="preserve">plný 1,000, dle </w:t>
      </w:r>
      <w:r w:rsidR="008D5009" w:rsidRPr="00F65661">
        <w:rPr>
          <w:rFonts w:ascii="Arial" w:hAnsi="Arial" w:cs="Arial"/>
          <w:sz w:val="24"/>
          <w:szCs w:val="24"/>
        </w:rPr>
        <w:t>provozu MŠ 6.30 – 16.</w:t>
      </w:r>
      <w:r w:rsidRPr="00F65661">
        <w:rPr>
          <w:rFonts w:ascii="Arial" w:hAnsi="Arial" w:cs="Arial"/>
          <w:sz w:val="24"/>
          <w:szCs w:val="24"/>
        </w:rPr>
        <w:t>00 hod., na dubu určitou (školní rok), po zapracování možnost prodloužení či změny pracovního poměru na dobu neurčitou</w:t>
      </w:r>
    </w:p>
    <w:p w:rsidR="0071767E" w:rsidRPr="001A195F" w:rsidRDefault="0071767E" w:rsidP="0071767E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195F">
        <w:rPr>
          <w:rFonts w:ascii="Arial" w:hAnsi="Arial" w:cs="Arial"/>
          <w:b/>
          <w:sz w:val="24"/>
          <w:szCs w:val="24"/>
        </w:rPr>
        <w:t>Nástup:</w:t>
      </w:r>
      <w:r w:rsidRPr="001A195F">
        <w:rPr>
          <w:rFonts w:ascii="Arial" w:hAnsi="Arial" w:cs="Arial"/>
          <w:sz w:val="24"/>
          <w:szCs w:val="24"/>
        </w:rPr>
        <w:t xml:space="preserve"> </w:t>
      </w:r>
    </w:p>
    <w:p w:rsidR="007C2254" w:rsidRDefault="00F759A2" w:rsidP="0071767E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2</w:t>
      </w:r>
      <w:r w:rsidR="005E07F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8. 2018, </w:t>
      </w:r>
      <w:r w:rsidR="0071767E" w:rsidRPr="007C2254">
        <w:rPr>
          <w:rFonts w:ascii="Arial" w:hAnsi="Arial" w:cs="Arial"/>
          <w:sz w:val="24"/>
          <w:szCs w:val="24"/>
        </w:rPr>
        <w:t>poslední týden v srpnu 2018 (přípravný týden</w:t>
      </w:r>
      <w:r w:rsidR="007C2254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p w:rsidR="007C2254" w:rsidRDefault="007C2254" w:rsidP="007C2254">
      <w:pPr>
        <w:pStyle w:val="Odstavecseseznamem"/>
        <w:spacing w:after="0"/>
        <w:jc w:val="both"/>
        <w:rPr>
          <w:rFonts w:ascii="Arial" w:hAnsi="Arial" w:cs="Arial"/>
          <w:sz w:val="24"/>
          <w:szCs w:val="24"/>
        </w:rPr>
      </w:pPr>
    </w:p>
    <w:p w:rsidR="0071767E" w:rsidRPr="007C2254" w:rsidRDefault="0071767E" w:rsidP="007C2254">
      <w:pPr>
        <w:pStyle w:val="Odstavecseseznamem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7C2254">
        <w:rPr>
          <w:rFonts w:ascii="Arial" w:hAnsi="Arial" w:cs="Arial"/>
          <w:b/>
          <w:sz w:val="24"/>
          <w:szCs w:val="24"/>
        </w:rPr>
        <w:t>Platové zařazení:</w:t>
      </w:r>
      <w:r w:rsidRPr="007C2254">
        <w:rPr>
          <w:rFonts w:ascii="Arial" w:hAnsi="Arial" w:cs="Arial"/>
          <w:sz w:val="24"/>
          <w:szCs w:val="24"/>
        </w:rPr>
        <w:t xml:space="preserve"> </w:t>
      </w:r>
    </w:p>
    <w:p w:rsidR="0071767E" w:rsidRPr="001A195F" w:rsidRDefault="0071767E" w:rsidP="007176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A195F">
        <w:rPr>
          <w:rFonts w:ascii="Arial" w:hAnsi="Arial" w:cs="Arial"/>
          <w:sz w:val="24"/>
          <w:szCs w:val="24"/>
        </w:rPr>
        <w:t>dle platného platového tarifu, odborné způsobilosti, délky praxe 8. – 9. platová třída</w:t>
      </w:r>
    </w:p>
    <w:p w:rsidR="0071767E" w:rsidRPr="001A195F" w:rsidRDefault="0071767E" w:rsidP="0071767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A195F">
        <w:rPr>
          <w:rFonts w:ascii="Arial" w:hAnsi="Arial" w:cs="Arial"/>
          <w:b/>
          <w:sz w:val="24"/>
          <w:szCs w:val="24"/>
        </w:rPr>
        <w:t xml:space="preserve">Požadujeme: </w:t>
      </w:r>
    </w:p>
    <w:p w:rsidR="008D5009" w:rsidRPr="001A195F" w:rsidRDefault="0071767E" w:rsidP="007176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A195F">
        <w:rPr>
          <w:rFonts w:ascii="Arial" w:hAnsi="Arial" w:cs="Arial"/>
          <w:sz w:val="24"/>
          <w:szCs w:val="24"/>
        </w:rPr>
        <w:t xml:space="preserve">pedagogické vzdělání dle zákona o pedagogických pracovnících, praxi v oboru, smysl pro týmovou práci, spolehlivost, flexibilitu, organizační schopnosti, moderní přístup k předškolnímu vzdělávání </w:t>
      </w:r>
      <w:r w:rsidR="005540AA" w:rsidRPr="001A195F">
        <w:rPr>
          <w:rFonts w:ascii="Arial" w:hAnsi="Arial" w:cs="Arial"/>
          <w:sz w:val="24"/>
          <w:szCs w:val="24"/>
        </w:rPr>
        <w:t xml:space="preserve"> </w:t>
      </w:r>
    </w:p>
    <w:p w:rsidR="0071767E" w:rsidRDefault="0071767E" w:rsidP="007176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A195F">
        <w:rPr>
          <w:rFonts w:ascii="Arial" w:hAnsi="Arial" w:cs="Arial"/>
          <w:sz w:val="24"/>
          <w:szCs w:val="24"/>
        </w:rPr>
        <w:t xml:space="preserve">znalost Aj, </w:t>
      </w:r>
      <w:r w:rsidR="00F65661" w:rsidRPr="001A195F">
        <w:rPr>
          <w:rFonts w:ascii="Arial" w:hAnsi="Arial" w:cs="Arial"/>
          <w:sz w:val="24"/>
          <w:szCs w:val="24"/>
        </w:rPr>
        <w:t xml:space="preserve">možnost seznamování dětí s cizím jazykem (využíváme metodiku a vzdělávací materiály </w:t>
      </w:r>
      <w:proofErr w:type="spellStart"/>
      <w:r w:rsidR="00F65661" w:rsidRPr="001A195F">
        <w:rPr>
          <w:rFonts w:ascii="Arial" w:hAnsi="Arial" w:cs="Arial"/>
          <w:sz w:val="24"/>
          <w:szCs w:val="24"/>
        </w:rPr>
        <w:t>Wow</w:t>
      </w:r>
      <w:proofErr w:type="spellEnd"/>
      <w:r w:rsidR="00F65661" w:rsidRPr="001A195F">
        <w:rPr>
          <w:rFonts w:ascii="Arial" w:hAnsi="Arial" w:cs="Arial"/>
          <w:sz w:val="24"/>
          <w:szCs w:val="24"/>
        </w:rPr>
        <w:t xml:space="preserve">! Společnost Wattsenglish Ltd., zaškolíme) </w:t>
      </w:r>
    </w:p>
    <w:p w:rsidR="001A195F" w:rsidRDefault="001A195F" w:rsidP="001A195F">
      <w:pPr>
        <w:jc w:val="both"/>
        <w:rPr>
          <w:rFonts w:ascii="Arial" w:hAnsi="Arial" w:cs="Arial"/>
          <w:sz w:val="24"/>
          <w:szCs w:val="24"/>
        </w:rPr>
      </w:pPr>
    </w:p>
    <w:p w:rsidR="001A195F" w:rsidRDefault="001A195F" w:rsidP="001A19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zájmu kontaktujte ředitelku školy. </w:t>
      </w:r>
    </w:p>
    <w:p w:rsidR="001A195F" w:rsidRDefault="001A195F" w:rsidP="001A195F">
      <w:pPr>
        <w:jc w:val="both"/>
        <w:rPr>
          <w:rFonts w:ascii="Arial" w:hAnsi="Arial" w:cs="Arial"/>
          <w:sz w:val="24"/>
          <w:szCs w:val="24"/>
        </w:rPr>
      </w:pPr>
    </w:p>
    <w:p w:rsidR="001A195F" w:rsidRDefault="001A195F" w:rsidP="001A195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Mateřská škola Plzeň – Křimice</w:t>
      </w:r>
    </w:p>
    <w:p w:rsidR="001A195F" w:rsidRDefault="001A195F" w:rsidP="001A195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Vochovská 25</w:t>
      </w:r>
    </w:p>
    <w:p w:rsidR="001A195F" w:rsidRDefault="001A195F" w:rsidP="001A19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322 00 Plzeň</w:t>
      </w:r>
    </w:p>
    <w:p w:rsidR="001A195F" w:rsidRDefault="001A195F" w:rsidP="001A195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ředitelka školy: Jiřina Kavalírová Bc.</w:t>
      </w:r>
    </w:p>
    <w:p w:rsidR="001A195F" w:rsidRDefault="001A195F" w:rsidP="009D25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telefon: 724 </w:t>
      </w:r>
      <w:r w:rsidR="007C2254">
        <w:rPr>
          <w:rFonts w:ascii="Arial" w:hAnsi="Arial" w:cs="Arial"/>
          <w:sz w:val="24"/>
          <w:szCs w:val="24"/>
        </w:rPr>
        <w:t>093</w:t>
      </w:r>
      <w:r>
        <w:rPr>
          <w:rFonts w:ascii="Arial" w:hAnsi="Arial" w:cs="Arial"/>
          <w:sz w:val="24"/>
          <w:szCs w:val="24"/>
        </w:rPr>
        <w:t> </w:t>
      </w:r>
      <w:r w:rsidR="007C2254">
        <w:rPr>
          <w:rFonts w:ascii="Arial" w:hAnsi="Arial" w:cs="Arial"/>
          <w:sz w:val="24"/>
          <w:szCs w:val="24"/>
        </w:rPr>
        <w:t>614</w:t>
      </w:r>
    </w:p>
    <w:p w:rsidR="001A195F" w:rsidRDefault="001A195F" w:rsidP="001A19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8" w:history="1">
        <w:r w:rsidR="009D25C2" w:rsidRPr="00FD3595">
          <w:rPr>
            <w:rStyle w:val="Hypertextovodkaz"/>
            <w:rFonts w:ascii="Arial" w:hAnsi="Arial" w:cs="Arial"/>
            <w:sz w:val="24"/>
            <w:szCs w:val="24"/>
          </w:rPr>
          <w:t>kavalirovaji@mskrimice.plzen-edu.cz</w:t>
        </w:r>
      </w:hyperlink>
    </w:p>
    <w:p w:rsidR="009D25C2" w:rsidRDefault="009D25C2" w:rsidP="001A195F">
      <w:pPr>
        <w:jc w:val="both"/>
        <w:rPr>
          <w:rFonts w:ascii="Arial" w:hAnsi="Arial" w:cs="Arial"/>
          <w:sz w:val="24"/>
          <w:szCs w:val="24"/>
        </w:rPr>
      </w:pPr>
    </w:p>
    <w:p w:rsidR="009D25C2" w:rsidRDefault="009D25C2" w:rsidP="001A195F">
      <w:pPr>
        <w:jc w:val="both"/>
        <w:rPr>
          <w:rFonts w:ascii="Arial" w:hAnsi="Arial" w:cs="Arial"/>
          <w:sz w:val="24"/>
          <w:szCs w:val="24"/>
        </w:rPr>
      </w:pPr>
    </w:p>
    <w:sectPr w:rsidR="009D25C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661" w:rsidRDefault="00F65661" w:rsidP="00F65661">
      <w:pPr>
        <w:spacing w:after="0" w:line="240" w:lineRule="auto"/>
      </w:pPr>
      <w:r>
        <w:separator/>
      </w:r>
    </w:p>
  </w:endnote>
  <w:endnote w:type="continuationSeparator" w:id="0">
    <w:p w:rsidR="00F65661" w:rsidRDefault="00F65661" w:rsidP="00F65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661" w:rsidRDefault="00F65661" w:rsidP="00F65661">
      <w:pPr>
        <w:spacing w:after="0" w:line="240" w:lineRule="auto"/>
      </w:pPr>
      <w:r>
        <w:separator/>
      </w:r>
    </w:p>
  </w:footnote>
  <w:footnote w:type="continuationSeparator" w:id="0">
    <w:p w:rsidR="00F65661" w:rsidRDefault="00F65661" w:rsidP="00F65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61" w:rsidRPr="00F65661" w:rsidRDefault="001A195F" w:rsidP="001A195F">
    <w:pPr>
      <w:spacing w:after="0" w:line="240" w:lineRule="auto"/>
      <w:jc w:val="center"/>
      <w:rPr>
        <w:rFonts w:ascii="Arial" w:eastAsia="Times New Roman" w:hAnsi="Arial" w:cs="Arial"/>
        <w:iCs/>
        <w:sz w:val="32"/>
        <w:szCs w:val="32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" w:eastAsia="Times New Roman" w:hAnsi="Arial" w:cs="Arial"/>
        <w:bCs/>
        <w:iCs/>
        <w:sz w:val="32"/>
        <w:szCs w:val="32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</w:t>
    </w:r>
    <w:r w:rsidR="00F65661" w:rsidRPr="00F65661">
      <w:rPr>
        <w:rFonts w:ascii="Arial" w:eastAsia="Times New Roman" w:hAnsi="Arial" w:cs="Arial"/>
        <w:bCs/>
        <w:iCs/>
        <w:sz w:val="32"/>
        <w:szCs w:val="32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ateřská škola Plzeň - Křimice, Vochovská 25, </w:t>
    </w:r>
    <w:proofErr w:type="spellStart"/>
    <w:proofErr w:type="gramStart"/>
    <w:r w:rsidR="00F65661" w:rsidRPr="00F65661">
      <w:rPr>
        <w:rFonts w:ascii="Arial" w:eastAsia="Times New Roman" w:hAnsi="Arial" w:cs="Arial"/>
        <w:bCs/>
        <w:iCs/>
        <w:sz w:val="32"/>
        <w:szCs w:val="32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p.o</w:t>
    </w:r>
    <w:proofErr w:type="spellEnd"/>
    <w:r w:rsidR="00F65661" w:rsidRPr="00F65661">
      <w:rPr>
        <w:rFonts w:ascii="Arial" w:eastAsia="Times New Roman" w:hAnsi="Arial" w:cs="Arial"/>
        <w:bCs/>
        <w:iCs/>
        <w:sz w:val="32"/>
        <w:szCs w:val="32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.</w:t>
    </w:r>
    <w:proofErr w:type="gramEnd"/>
  </w:p>
  <w:p w:rsidR="00F65661" w:rsidRPr="00F65661" w:rsidRDefault="00F65661" w:rsidP="001A195F">
    <w:pPr>
      <w:keepNext/>
      <w:spacing w:after="0" w:line="240" w:lineRule="auto"/>
      <w:jc w:val="center"/>
      <w:outlineLvl w:val="8"/>
      <w:rPr>
        <w:sz w:val="20"/>
        <w:szCs w:val="20"/>
      </w:rPr>
    </w:pPr>
    <w:r w:rsidRPr="00F65661">
      <w:rPr>
        <w:rFonts w:ascii="Arial" w:eastAsia="Times New Roman" w:hAnsi="Arial" w:cs="Arial"/>
        <w:sz w:val="20"/>
        <w:szCs w:val="20"/>
        <w:lang w:eastAsia="cs-CZ"/>
      </w:rPr>
      <w:t>PSČ 322 00, tel.:377 822 268, e-mail: skola@mskrimice.plzen-edu.cz;  www.mskrimice.plzen.eu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03B1"/>
    <w:multiLevelType w:val="hybridMultilevel"/>
    <w:tmpl w:val="09AA1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28"/>
    <w:rsid w:val="001A195F"/>
    <w:rsid w:val="002074D5"/>
    <w:rsid w:val="005540AA"/>
    <w:rsid w:val="005B5806"/>
    <w:rsid w:val="005E07F1"/>
    <w:rsid w:val="0071767E"/>
    <w:rsid w:val="007C2254"/>
    <w:rsid w:val="00814228"/>
    <w:rsid w:val="008D5009"/>
    <w:rsid w:val="009D25C2"/>
    <w:rsid w:val="00A97D7A"/>
    <w:rsid w:val="00F65661"/>
    <w:rsid w:val="00F7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67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6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5661"/>
  </w:style>
  <w:style w:type="paragraph" w:styleId="Zpat">
    <w:name w:val="footer"/>
    <w:basedOn w:val="Normln"/>
    <w:link w:val="ZpatChar"/>
    <w:uiPriority w:val="99"/>
    <w:unhideWhenUsed/>
    <w:rsid w:val="00F6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5661"/>
  </w:style>
  <w:style w:type="character" w:styleId="Hypertextovodkaz">
    <w:name w:val="Hyperlink"/>
    <w:basedOn w:val="Standardnpsmoodstavce"/>
    <w:uiPriority w:val="99"/>
    <w:unhideWhenUsed/>
    <w:rsid w:val="009D25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67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6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5661"/>
  </w:style>
  <w:style w:type="paragraph" w:styleId="Zpat">
    <w:name w:val="footer"/>
    <w:basedOn w:val="Normln"/>
    <w:link w:val="ZpatChar"/>
    <w:uiPriority w:val="99"/>
    <w:unhideWhenUsed/>
    <w:rsid w:val="00F6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5661"/>
  </w:style>
  <w:style w:type="character" w:styleId="Hypertextovodkaz">
    <w:name w:val="Hyperlink"/>
    <w:basedOn w:val="Standardnpsmoodstavce"/>
    <w:uiPriority w:val="99"/>
    <w:unhideWhenUsed/>
    <w:rsid w:val="009D25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alirovaji@mskrimice.plzen-edu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AE15E22.dotm</Template>
  <TotalTime>98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5</cp:revision>
  <cp:lastPrinted>2018-05-10T10:08:00Z</cp:lastPrinted>
  <dcterms:created xsi:type="dcterms:W3CDTF">2018-05-10T09:03:00Z</dcterms:created>
  <dcterms:modified xsi:type="dcterms:W3CDTF">2018-05-24T08:57:00Z</dcterms:modified>
</cp:coreProperties>
</file>