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59C" w:rsidRPr="0045459C" w:rsidRDefault="0045459C" w:rsidP="0045459C">
      <w:pPr>
        <w:jc w:val="center"/>
        <w:rPr>
          <w:b/>
          <w:color w:val="FF0000"/>
          <w:sz w:val="56"/>
          <w:szCs w:val="56"/>
          <w:u w:val="single"/>
        </w:rPr>
      </w:pPr>
      <w:r w:rsidRPr="0045459C">
        <w:rPr>
          <w:b/>
          <w:color w:val="FF0000"/>
          <w:sz w:val="56"/>
          <w:szCs w:val="56"/>
          <w:u w:val="single"/>
        </w:rPr>
        <w:t>SPORTOVÁNÍ NA ZAHRADĚ MŠ</w:t>
      </w:r>
    </w:p>
    <w:p w:rsidR="0045459C" w:rsidRPr="0045459C" w:rsidRDefault="0045459C" w:rsidP="0045459C">
      <w:pPr>
        <w:jc w:val="both"/>
        <w:rPr>
          <w:b/>
          <w:color w:val="FF0000"/>
          <w:sz w:val="56"/>
          <w:szCs w:val="56"/>
        </w:rPr>
      </w:pPr>
    </w:p>
    <w:p w:rsidR="0045459C" w:rsidRPr="0045459C" w:rsidRDefault="0045459C" w:rsidP="0045459C">
      <w:pPr>
        <w:jc w:val="both"/>
        <w:rPr>
          <w:b/>
          <w:color w:val="FF0000"/>
          <w:sz w:val="40"/>
          <w:szCs w:val="40"/>
        </w:rPr>
      </w:pPr>
      <w:r w:rsidRPr="0045459C">
        <w:rPr>
          <w:b/>
          <w:color w:val="FF0000"/>
          <w:sz w:val="40"/>
          <w:szCs w:val="40"/>
        </w:rPr>
        <w:t>MÍSTO V SOKOLOVNĚ CHCEME ZÍTRA SPORTOVAT NA ZAHRADĚ MŠ, POKUD BUDE PRŠET ZMĚNA PROGRAMU V MŠ.</w:t>
      </w:r>
    </w:p>
    <w:p w:rsidR="0045459C" w:rsidRPr="0045459C" w:rsidRDefault="0045459C" w:rsidP="0045459C">
      <w:pPr>
        <w:jc w:val="both"/>
        <w:rPr>
          <w:b/>
          <w:color w:val="FF0000"/>
          <w:sz w:val="40"/>
          <w:szCs w:val="40"/>
        </w:rPr>
      </w:pPr>
      <w:r w:rsidRPr="0045459C">
        <w:rPr>
          <w:b/>
          <w:color w:val="FF0000"/>
          <w:sz w:val="40"/>
          <w:szCs w:val="40"/>
        </w:rPr>
        <w:t xml:space="preserve">DO BATŮŽKU </w:t>
      </w:r>
      <w:r w:rsidRPr="0045459C">
        <w:rPr>
          <w:b/>
          <w:color w:val="FF0000"/>
          <w:sz w:val="40"/>
          <w:szCs w:val="40"/>
        </w:rPr>
        <w:t>DEJTE DĚTEM VHODNÉ SPORTOVNÍ OBLEČENÍ NA VEN, MOHOU MÍT I PITÍČKO JAKO DO SOKOLOVNY.</w:t>
      </w:r>
    </w:p>
    <w:p w:rsidR="0045459C" w:rsidRPr="0045459C" w:rsidRDefault="0045459C" w:rsidP="0045459C">
      <w:pPr>
        <w:jc w:val="both"/>
        <w:rPr>
          <w:b/>
          <w:color w:val="FF0000"/>
          <w:sz w:val="40"/>
          <w:szCs w:val="40"/>
        </w:rPr>
      </w:pPr>
    </w:p>
    <w:p w:rsidR="0045459C" w:rsidRPr="0045459C" w:rsidRDefault="0045459C" w:rsidP="0045459C">
      <w:pPr>
        <w:jc w:val="center"/>
        <w:rPr>
          <w:b/>
          <w:color w:val="FF0000"/>
          <w:sz w:val="40"/>
          <w:szCs w:val="40"/>
        </w:rPr>
      </w:pPr>
      <w:r w:rsidRPr="0045459C">
        <w:rPr>
          <w:b/>
          <w:color w:val="FF0000"/>
          <w:sz w:val="40"/>
          <w:szCs w:val="40"/>
        </w:rPr>
        <w:t>DĚKUJEME</w:t>
      </w:r>
    </w:p>
    <w:p w:rsidR="0045459C" w:rsidRPr="0045459C" w:rsidRDefault="0045459C" w:rsidP="0045459C">
      <w:pPr>
        <w:jc w:val="center"/>
        <w:rPr>
          <w:b/>
          <w:color w:val="FF0000"/>
          <w:sz w:val="40"/>
          <w:szCs w:val="40"/>
        </w:rPr>
      </w:pPr>
      <w:r w:rsidRPr="0045459C">
        <w:rPr>
          <w:b/>
          <w:color w:val="FF0000"/>
          <w:sz w:val="40"/>
          <w:szCs w:val="40"/>
        </w:rPr>
        <w:t>SPORTU ZDAR!</w:t>
      </w:r>
      <w:bookmarkStart w:id="0" w:name="_GoBack"/>
      <w:bookmarkEnd w:id="0"/>
    </w:p>
    <w:sectPr w:rsidR="0045459C" w:rsidRPr="00454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59C"/>
    <w:rsid w:val="0045459C"/>
    <w:rsid w:val="0064177F"/>
    <w:rsid w:val="00BD6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C33BD22B.dotm</Template>
  <TotalTime>15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2016-04-07T10:19:00Z</cp:lastPrinted>
  <dcterms:created xsi:type="dcterms:W3CDTF">2016-04-07T10:09:00Z</dcterms:created>
  <dcterms:modified xsi:type="dcterms:W3CDTF">2016-04-07T10:24:00Z</dcterms:modified>
</cp:coreProperties>
</file>