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8B" w:rsidRDefault="00DE118B" w:rsidP="00C70605">
      <w:pPr>
        <w:jc w:val="center"/>
        <w:rPr>
          <w:rFonts w:ascii="Engravers MT" w:hAnsi="Engravers MT" w:cs="Aharoni"/>
          <w:b/>
          <w:sz w:val="52"/>
          <w:szCs w:val="5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Engravers MT" w:hAnsi="Engravers MT" w:cs="Times New Roman"/>
          <w:b/>
          <w:noProof/>
          <w:sz w:val="32"/>
          <w:szCs w:val="32"/>
          <w:lang w:eastAsia="cs-CZ"/>
        </w:rPr>
        <w:drawing>
          <wp:anchor distT="0" distB="0" distL="114300" distR="114300" simplePos="0" relativeHeight="251658240" behindDoc="0" locked="0" layoutInCell="1" allowOverlap="1" wp14:anchorId="63BE3A1E" wp14:editId="13C8723C">
            <wp:simplePos x="0" y="0"/>
            <wp:positionH relativeFrom="column">
              <wp:posOffset>-404495</wp:posOffset>
            </wp:positionH>
            <wp:positionV relativeFrom="paragraph">
              <wp:posOffset>-283210</wp:posOffset>
            </wp:positionV>
            <wp:extent cx="1600200" cy="1600200"/>
            <wp:effectExtent l="0" t="0" r="0" b="0"/>
            <wp:wrapNone/>
            <wp:docPr id="1" name="Obrázek 1" descr="C:\Users\ms1.kavalirovaji\AppData\Local\Microsoft\Windows\Temporary Internet Files\Content.IE5\ONW6GDQI\Map_symbol_info_point_0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1.kavalirovaji\AppData\Local\Microsoft\Windows\Temporary Internet Files\Content.IE5\ONW6GDQI\Map_symbol_info_point_02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544D" w:rsidRDefault="00E47864" w:rsidP="00C70605">
      <w:pPr>
        <w:jc w:val="center"/>
        <w:rPr>
          <w:rFonts w:ascii="Engravers MT" w:hAnsi="Engravers MT" w:cs="Aharoni"/>
          <w:b/>
          <w:sz w:val="52"/>
          <w:szCs w:val="5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E544D">
        <w:rPr>
          <w:rFonts w:ascii="Engravers MT" w:hAnsi="Engravers MT" w:cs="Aharoni"/>
          <w:b/>
          <w:sz w:val="52"/>
          <w:szCs w:val="5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PROVOZ</w:t>
      </w:r>
      <w:r w:rsidR="00C70605" w:rsidRPr="005E544D">
        <w:rPr>
          <w:rFonts w:ascii="Engravers MT" w:hAnsi="Engravers MT" w:cs="Aharoni"/>
          <w:b/>
          <w:sz w:val="52"/>
          <w:szCs w:val="5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proofErr w:type="spellStart"/>
      <w:r w:rsidR="00C70605" w:rsidRPr="005E544D">
        <w:rPr>
          <w:rFonts w:ascii="Engravers MT" w:hAnsi="Engravers MT" w:cs="Aharoni"/>
          <w:b/>
          <w:sz w:val="52"/>
          <w:szCs w:val="5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mš</w:t>
      </w:r>
      <w:proofErr w:type="spellEnd"/>
      <w:r w:rsidR="005E544D">
        <w:rPr>
          <w:rFonts w:ascii="Engravers MT" w:hAnsi="Engravers MT" w:cs="Aharoni"/>
          <w:b/>
          <w:sz w:val="52"/>
          <w:szCs w:val="5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- </w:t>
      </w:r>
      <w:r w:rsidR="00C70605" w:rsidRPr="005E544D">
        <w:rPr>
          <w:rFonts w:ascii="Engravers MT" w:hAnsi="Engravers MT" w:cs="Aharoni"/>
          <w:b/>
          <w:sz w:val="52"/>
          <w:szCs w:val="5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JARNÍ PRÁZDNINY </w:t>
      </w:r>
    </w:p>
    <w:p w:rsidR="00C70605" w:rsidRPr="005E544D" w:rsidRDefault="00C70605" w:rsidP="00C70605">
      <w:pPr>
        <w:jc w:val="center"/>
        <w:rPr>
          <w:rFonts w:ascii="Engravers MT" w:hAnsi="Engravers MT" w:cs="Aharoni"/>
          <w:b/>
          <w:sz w:val="52"/>
          <w:szCs w:val="5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 w:rsidRPr="005E544D">
        <w:rPr>
          <w:rFonts w:ascii="Engravers MT" w:hAnsi="Engravers MT" w:cs="Aharoni"/>
          <w:b/>
          <w:sz w:val="52"/>
          <w:szCs w:val="5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13.-17</w:t>
      </w:r>
      <w:proofErr w:type="gramEnd"/>
      <w:r w:rsidRPr="005E544D">
        <w:rPr>
          <w:rFonts w:ascii="Engravers MT" w:hAnsi="Engravers MT" w:cs="Aharoni"/>
          <w:b/>
          <w:sz w:val="52"/>
          <w:szCs w:val="52"/>
          <w:u w:val="single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 2. 2017</w:t>
      </w:r>
    </w:p>
    <w:p w:rsidR="00E47864" w:rsidRPr="005E544D" w:rsidRDefault="00E47864">
      <w:pPr>
        <w:rPr>
          <w:rFonts w:ascii="Engravers MT" w:hAnsi="Engravers MT" w:cs="Aharoni"/>
        </w:rPr>
      </w:pPr>
    </w:p>
    <w:p w:rsidR="00E42214" w:rsidRPr="00DE118B" w:rsidRDefault="00C70605" w:rsidP="00E42214">
      <w:pPr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pond</w:t>
      </w:r>
      <w:r w:rsidRPr="00DE118B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Ě</w:t>
      </w:r>
      <w:r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lí</w:t>
      </w:r>
      <w:proofErr w:type="spellEnd"/>
      <w:r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– </w:t>
      </w:r>
      <w:r w:rsidRPr="00DE118B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Č</w:t>
      </w:r>
      <w:r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TVRTEK 1</w:t>
      </w:r>
      <w:r w:rsidR="005E544D"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3</w:t>
      </w:r>
      <w:r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. 2.</w:t>
      </w:r>
      <w:r w:rsid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E544D"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-</w:t>
      </w:r>
      <w:r w:rsidR="00E42214"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16. 2.</w:t>
      </w:r>
      <w:r w:rsidR="005E544D"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2017</w:t>
      </w:r>
      <w:r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E544D"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PROVOZ </w:t>
      </w:r>
      <w:proofErr w:type="spellStart"/>
      <w:r w:rsidR="005E544D"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mš</w:t>
      </w:r>
      <w:proofErr w:type="spellEnd"/>
      <w:r w:rsidR="005E544D"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47864"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v</w:t>
      </w:r>
      <w:r w:rsidR="005E544D" w:rsidRPr="00DE118B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 PAVILONU a, </w:t>
      </w:r>
    </w:p>
    <w:p w:rsidR="003E2C40" w:rsidRDefault="003E2C40" w:rsidP="00E42214">
      <w:pPr>
        <w:spacing w:before="240" w:after="0"/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5E544D" w:rsidRPr="003E2C40" w:rsidRDefault="005E544D" w:rsidP="00E42214">
      <w:pPr>
        <w:spacing w:before="240" w:after="0"/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3E2C40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v PÁTEK </w:t>
      </w:r>
      <w:r w:rsidR="00E42214" w:rsidRPr="003E2C40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17. 2. 2017 Z PROVOZNÍCH</w:t>
      </w:r>
      <w:r w:rsidRPr="003E2C40">
        <w:rPr>
          <w:rFonts w:ascii="Engravers MT" w:hAnsi="Engravers MT" w:cs="Aharoni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A KAPCITNÍCH D</w:t>
      </w:r>
      <w:r w:rsidRPr="003E2C40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Ů</w:t>
      </w:r>
      <w:r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VOD</w:t>
      </w:r>
      <w:r w:rsidRPr="003E2C40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Ů</w:t>
      </w:r>
      <w:r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42214"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Provoz MŠ </w:t>
      </w:r>
      <w:r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</w:t>
      </w:r>
      <w:r w:rsidRPr="003E2C40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Ř</w:t>
      </w:r>
      <w:r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ERU</w:t>
      </w:r>
      <w:r w:rsidRPr="003E2C40">
        <w:rPr>
          <w:rFonts w:ascii="Engravers MT" w:hAnsi="Engravers MT" w:cs="Engravers MT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Š</w:t>
      </w:r>
      <w:r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EN </w:t>
      </w:r>
      <w:r w:rsidR="003E2C40"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(VIZ PR</w:t>
      </w:r>
      <w:r w:rsidR="003E2C40" w:rsidRPr="003E2C40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Ů</w:t>
      </w:r>
      <w:r w:rsidR="003E2C40"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ZKUM DOCH</w:t>
      </w:r>
      <w:r w:rsidR="003E2C40" w:rsidRPr="003E2C40">
        <w:rPr>
          <w:rFonts w:ascii="Engravers MT" w:hAnsi="Engravers MT" w:cs="Engravers MT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Á</w:t>
      </w:r>
      <w:r w:rsidR="003E2C40"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ZKY D</w:t>
      </w:r>
      <w:r w:rsidR="003E2C40" w:rsidRPr="003E2C40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Ě</w:t>
      </w:r>
      <w:r w:rsidR="003E2C40"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</w:t>
      </w:r>
      <w:r w:rsidR="003E2C40" w:rsidRPr="003E2C40">
        <w:rPr>
          <w:rFonts w:ascii="Engravers MT" w:hAnsi="Engravers MT" w:cs="Engravers MT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Í</w:t>
      </w:r>
      <w:r w:rsidR="003E2C40">
        <w:rPr>
          <w:rFonts w:ascii="Engravers MT" w:hAnsi="Engravers MT" w:cs="Engravers MT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DO </w:t>
      </w:r>
      <w:proofErr w:type="spellStart"/>
      <w:r w:rsidR="003E2C40">
        <w:rPr>
          <w:rFonts w:ascii="Engravers MT" w:hAnsi="Engravers MT" w:cs="Engravers MT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mš</w:t>
      </w:r>
      <w:proofErr w:type="spellEnd"/>
      <w:r w:rsidR="003E2C40"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, ŠKOLNÍ </w:t>
      </w:r>
      <w:r w:rsidR="003E2C40" w:rsidRPr="003E2C40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Ř</w:t>
      </w:r>
      <w:r w:rsidR="003E2C40" w:rsidRPr="003E2C40">
        <w:rPr>
          <w:rFonts w:ascii="Engravers MT" w:hAnsi="Engravers MT" w:cs="Engravers MT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Á</w:t>
      </w:r>
      <w:r w:rsidR="003E2C40"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 MŠ)</w:t>
      </w:r>
      <w:r w:rsidR="00E42214" w:rsidRPr="003E2C40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,</w:t>
      </w:r>
    </w:p>
    <w:p w:rsidR="003E2C40" w:rsidRDefault="003E2C40" w:rsidP="00E42214">
      <w:pPr>
        <w:spacing w:before="240" w:after="0"/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E42214" w:rsidRPr="00DE118B" w:rsidRDefault="00DE118B" w:rsidP="00E42214">
      <w:pPr>
        <w:spacing w:before="240" w:after="0"/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</w:t>
      </w:r>
      <w:r w:rsidRPr="00DE118B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ĚŽ</w:t>
      </w: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</w:t>
      </w:r>
      <w:r w:rsidRPr="00DE118B">
        <w:rPr>
          <w:rFonts w:ascii="Engravers MT" w:hAnsi="Engravers MT" w:cs="Engravers MT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Ý</w:t>
      </w: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E42214"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PROVOZ </w:t>
      </w: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POKRA</w:t>
      </w:r>
      <w:r w:rsidRPr="00DE118B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Č</w:t>
      </w: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UJE </w:t>
      </w:r>
      <w:r w:rsidR="00E42214"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OD </w:t>
      </w: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POND</w:t>
      </w:r>
      <w:r w:rsidRPr="00DE118B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Ě</w:t>
      </w: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</w:t>
      </w:r>
      <w:r w:rsidRPr="00DE118B">
        <w:rPr>
          <w:rFonts w:ascii="Engravers MT" w:hAnsi="Engravers MT" w:cs="Engravers MT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Í</w:t>
      </w: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20. 2. 2017.</w:t>
      </w:r>
    </w:p>
    <w:p w:rsidR="00E42214" w:rsidRPr="00DE118B" w:rsidRDefault="00E42214" w:rsidP="00E42214">
      <w:pPr>
        <w:spacing w:before="240" w:after="0"/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DE118B" w:rsidRPr="00DE118B" w:rsidRDefault="00DE118B" w:rsidP="00E42214">
      <w:pPr>
        <w:spacing w:before="240" w:after="0"/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</w:t>
      </w:r>
      <w:r w:rsidRPr="00DE118B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Ř</w:t>
      </w: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EJEME P</w:t>
      </w:r>
      <w:r w:rsidRPr="00DE118B">
        <w:rPr>
          <w:rFonts w:ascii="Times New Roman" w:hAnsi="Times New Roman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Ě</w:t>
      </w: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KN</w:t>
      </w:r>
      <w:r w:rsidRPr="00DE118B">
        <w:rPr>
          <w:rFonts w:ascii="Engravers MT" w:hAnsi="Engravers MT" w:cs="Engravers MT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É</w:t>
      </w: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PR</w:t>
      </w:r>
      <w:r w:rsidRPr="00DE118B">
        <w:rPr>
          <w:rFonts w:ascii="Engravers MT" w:hAnsi="Engravers MT" w:cs="Engravers MT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Á</w:t>
      </w:r>
      <w:r w:rsidRPr="00DE118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ZDNINY.</w:t>
      </w:r>
      <w:r w:rsidR="00B0402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0402B" w:rsidRPr="00B0402B">
        <w:rPr>
          <w:rFonts w:ascii="Engravers MT" w:hAnsi="Engravers MT" w:cs="Times New Roman"/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sym w:font="Wingdings" w:char="F04A"/>
      </w:r>
      <w:bookmarkStart w:id="0" w:name="_GoBack"/>
      <w:bookmarkEnd w:id="0"/>
    </w:p>
    <w:p w:rsidR="00E42214" w:rsidRPr="00E42214" w:rsidRDefault="00E42214" w:rsidP="00E42214">
      <w:pPr>
        <w:rPr>
          <w:rFonts w:ascii="Engravers MT" w:hAnsi="Engravers MT" w:cs="Times New Roman"/>
          <w:b/>
          <w:sz w:val="32"/>
          <w:szCs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E47864" w:rsidRPr="00E42214" w:rsidRDefault="00E47864">
      <w:pPr>
        <w:rPr>
          <w:rFonts w:ascii="Engravers MT" w:hAnsi="Engravers MT" w:cs="Aharoni"/>
          <w:sz w:val="40"/>
          <w:szCs w:val="40"/>
        </w:rPr>
      </w:pPr>
    </w:p>
    <w:sectPr w:rsidR="00E47864" w:rsidRPr="00E42214" w:rsidSect="00DE11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64"/>
    <w:rsid w:val="003E2C40"/>
    <w:rsid w:val="004233CD"/>
    <w:rsid w:val="005E544D"/>
    <w:rsid w:val="00B0402B"/>
    <w:rsid w:val="00BB16AA"/>
    <w:rsid w:val="00C70605"/>
    <w:rsid w:val="00DE118B"/>
    <w:rsid w:val="00E42214"/>
    <w:rsid w:val="00E4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E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E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8704B-E2A4-468F-922F-68B9BFB45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288B2F93.dotm</Template>
  <TotalTime>54</TotalTime>
  <Pages>1</Pages>
  <Words>45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Linhartová Věra</cp:lastModifiedBy>
  <cp:revision>5</cp:revision>
  <cp:lastPrinted>2017-02-06T10:25:00Z</cp:lastPrinted>
  <dcterms:created xsi:type="dcterms:W3CDTF">2016-12-19T11:10:00Z</dcterms:created>
  <dcterms:modified xsi:type="dcterms:W3CDTF">2017-02-08T05:16:00Z</dcterms:modified>
</cp:coreProperties>
</file>