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59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8"/>
        <w:gridCol w:w="2849"/>
      </w:tblGrid>
      <w:tr w:rsidR="00C47768" w:rsidRPr="00C47768" w14:paraId="65B45A53" w14:textId="77777777" w:rsidTr="00C47768">
        <w:trPr>
          <w:trHeight w:val="32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011CA3" w14:textId="5C4CB5C8" w:rsidR="00C47768" w:rsidRPr="00C47768" w:rsidRDefault="00C47768" w:rsidP="00C4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Mateřská škola Plzeň – Křimice, Vochovská 25, p.</w:t>
            </w:r>
            <w:r w:rsidR="00BF313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o.</w:t>
            </w:r>
          </w:p>
        </w:tc>
      </w:tr>
      <w:tr w:rsidR="00C47768" w:rsidRPr="00C47768" w14:paraId="6021B8F2" w14:textId="77777777" w:rsidTr="00C47768">
        <w:trPr>
          <w:trHeight w:val="32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FA1C6F" w14:textId="12EFC75F" w:rsidR="00C47768" w:rsidRPr="00C47768" w:rsidRDefault="00C47768" w:rsidP="00C4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7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Provozní řád mateřské školy pro období 25.5. – 3</w:t>
            </w:r>
            <w:r w:rsidR="00C72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</w:t>
            </w:r>
            <w:r w:rsidRPr="00C47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.</w:t>
            </w:r>
            <w:r w:rsidR="00C72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8</w:t>
            </w:r>
            <w:r w:rsidRPr="00C47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.2020</w:t>
            </w:r>
          </w:p>
        </w:tc>
      </w:tr>
      <w:tr w:rsidR="00C47768" w:rsidRPr="00C47768" w14:paraId="779A81D6" w14:textId="77777777" w:rsidTr="00C47768">
        <w:trPr>
          <w:trHeight w:val="3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C107F7" w14:textId="77777777" w:rsidR="00C47768" w:rsidRPr="00C47768" w:rsidRDefault="00C47768" w:rsidP="00C4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7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Č.j.: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MŠ Křimice 65</w:t>
            </w:r>
            <w:r w:rsidRPr="00C47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/2020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5B3F5B" w14:textId="77777777" w:rsidR="00C47768" w:rsidRPr="00C47768" w:rsidRDefault="00C47768" w:rsidP="00C4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7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Účinnost od: 25.5.2020</w:t>
            </w:r>
          </w:p>
        </w:tc>
      </w:tr>
    </w:tbl>
    <w:p w14:paraId="56A74481" w14:textId="77777777" w:rsidR="00C47768" w:rsidRDefault="00C47768" w:rsidP="00C47768">
      <w:pPr>
        <w:spacing w:after="0" w:line="240" w:lineRule="auto"/>
        <w:jc w:val="center"/>
        <w:rPr>
          <w:rFonts w:ascii="Calibri" w:eastAsia="Calibri" w:hAnsi="Calibri" w:cs="Times New Roman"/>
          <w:bCs/>
          <w:sz w:val="32"/>
          <w:u w:val="single"/>
          <w:shd w:val="clear" w:color="auto" w:fill="FFFFFF"/>
        </w:rPr>
      </w:pPr>
      <w:bookmarkStart w:id="0" w:name="_GoBack"/>
      <w:bookmarkEnd w:id="0"/>
    </w:p>
    <w:p w14:paraId="01BCF592" w14:textId="77777777" w:rsidR="00C47768" w:rsidRPr="00C47768" w:rsidRDefault="00C47768" w:rsidP="00C47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73A094A" w14:textId="77777777" w:rsidR="00C47768" w:rsidRPr="00860E94" w:rsidRDefault="00C47768" w:rsidP="00D206C9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0E94">
        <w:rPr>
          <w:rFonts w:ascii="Calibri" w:eastAsia="Calibri" w:hAnsi="Calibri" w:cs="Times New Roman"/>
          <w:bCs/>
        </w:rPr>
        <w:t>Tento dokument se vztahuje na základní provozní podmínky mateřské školy po dobu trvání potřeby dodržování epidemiologických opatření a doporučení.</w:t>
      </w:r>
    </w:p>
    <w:p w14:paraId="7F2C0602" w14:textId="52F3876F" w:rsidR="00C47768" w:rsidRDefault="00C47768" w:rsidP="00D206C9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0E94">
        <w:rPr>
          <w:rFonts w:ascii="Calibri" w:eastAsia="Calibri" w:hAnsi="Calibri" w:cs="Times New Roman"/>
          <w:bCs/>
        </w:rPr>
        <w:t>Tento dokument stanoví pouze ty základní provozní podmínky, které se liší (či jsou stanoveny nad rámec) od standardních podmínek vyplývajících ze školských, hygienických, pracovněprávních a dalších předpisů.</w:t>
      </w:r>
      <w:r w:rsidR="00B87D64">
        <w:rPr>
          <w:rFonts w:ascii="Calibri" w:eastAsia="Calibri" w:hAnsi="Calibri" w:cs="Times New Roman"/>
          <w:bCs/>
        </w:rPr>
        <w:t xml:space="preserve"> </w:t>
      </w:r>
      <w:r w:rsidRPr="00860E94">
        <w:rPr>
          <w:rFonts w:ascii="Calibri" w:eastAsia="Calibri" w:hAnsi="Calibri" w:cs="Times New Roman"/>
          <w:bCs/>
        </w:rPr>
        <w:t xml:space="preserve">Podmínky pobytu dítěte jsou zpracovány dle Metodiky vydané Ministerstvem školství v návaznosti na doporučení Ministerstva zdravotnictví. </w:t>
      </w:r>
    </w:p>
    <w:p w14:paraId="32C76722" w14:textId="26CC4D28" w:rsidR="00860E94" w:rsidRDefault="00860E94" w:rsidP="00D206C9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14:paraId="06B8CE27" w14:textId="35E1A82A" w:rsidR="00860E94" w:rsidRPr="00317688" w:rsidRDefault="00860E94" w:rsidP="00D206C9">
      <w:pPr>
        <w:spacing w:after="0" w:line="240" w:lineRule="auto"/>
        <w:jc w:val="both"/>
        <w:rPr>
          <w:rFonts w:ascii="Calibri" w:eastAsia="Calibri" w:hAnsi="Calibri" w:cs="Times New Roman"/>
          <w:b/>
          <w:u w:val="single"/>
        </w:rPr>
      </w:pPr>
      <w:r w:rsidRPr="00317688">
        <w:rPr>
          <w:rFonts w:ascii="Calibri" w:eastAsia="Calibri" w:hAnsi="Calibri" w:cs="Times New Roman"/>
          <w:b/>
          <w:u w:val="single"/>
        </w:rPr>
        <w:t>Údaje o zařízení</w:t>
      </w:r>
    </w:p>
    <w:p w14:paraId="7C12B4FC" w14:textId="62263478" w:rsidR="00860E94" w:rsidRDefault="00860E94" w:rsidP="00D206C9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Times New Roman"/>
          <w:bCs/>
        </w:rPr>
        <w:t xml:space="preserve">Sídlo: Křimice, Vochovská 25, telefonní spojení: 377 822 268, 724 723 126, odpovědná osoba: Bc. Jiřina Kavalírová, </w:t>
      </w:r>
      <w:r w:rsidR="009E181A">
        <w:rPr>
          <w:rFonts w:ascii="Calibri" w:eastAsia="Calibri" w:hAnsi="Calibri" w:cs="Times New Roman"/>
          <w:bCs/>
        </w:rPr>
        <w:t>zřizovatel: Statutární</w:t>
      </w:r>
      <w:r w:rsidRPr="00860E94">
        <w:rPr>
          <w:rFonts w:ascii="Calibri" w:eastAsia="Calibri" w:hAnsi="Calibri" w:cs="Times New Roman"/>
          <w:bCs/>
        </w:rPr>
        <w:t xml:space="preserve"> město Plzeň, MO</w:t>
      </w:r>
      <w:r>
        <w:rPr>
          <w:rFonts w:ascii="Calibri" w:eastAsia="Calibri" w:hAnsi="Calibri" w:cs="Times New Roman"/>
          <w:bCs/>
        </w:rPr>
        <w:t>5</w:t>
      </w:r>
      <w:r w:rsidRPr="00860E94">
        <w:rPr>
          <w:rFonts w:ascii="Calibri" w:eastAsia="Calibri" w:hAnsi="Calibri" w:cs="Times New Roman"/>
          <w:bCs/>
        </w:rPr>
        <w:t xml:space="preserve"> Plzeň</w:t>
      </w:r>
    </w:p>
    <w:p w14:paraId="51CA0BA7" w14:textId="4F2DF0AA" w:rsidR="00860E94" w:rsidRDefault="00860E94" w:rsidP="00D206C9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30769249" w14:textId="2401A380" w:rsidR="00860E94" w:rsidRPr="00317688" w:rsidRDefault="00860E94" w:rsidP="00D206C9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r w:rsidRPr="00317688">
        <w:rPr>
          <w:rFonts w:ascii="Calibri" w:eastAsia="Calibri" w:hAnsi="Calibri" w:cs="Calibri"/>
          <w:b/>
          <w:sz w:val="24"/>
          <w:szCs w:val="24"/>
          <w:u w:val="single"/>
        </w:rPr>
        <w:t>Podmínky pro přijetí dítěte k denní docházce:</w:t>
      </w:r>
    </w:p>
    <w:p w14:paraId="1EAFAB2E" w14:textId="2DD70BDA" w:rsidR="009E181A" w:rsidRPr="00DF7155" w:rsidRDefault="00324C87" w:rsidP="0031768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Calibri"/>
          <w:bCs/>
        </w:rPr>
        <w:t>při prvním vstupu dítěte do MŠ rodiče odevzdávají – podepisují Čestné prohlášení</w:t>
      </w:r>
    </w:p>
    <w:p w14:paraId="510C7895" w14:textId="77777777" w:rsidR="00324C87" w:rsidRPr="00DF7155" w:rsidRDefault="00576DB9" w:rsidP="0031768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Calibri"/>
          <w:bCs/>
        </w:rPr>
        <w:t>d</w:t>
      </w:r>
      <w:r w:rsidR="009E181A" w:rsidRPr="00DF7155">
        <w:rPr>
          <w:rFonts w:ascii="Calibri" w:eastAsia="Calibri" w:hAnsi="Calibri" w:cs="Calibri"/>
          <w:bCs/>
        </w:rPr>
        <w:t xml:space="preserve">ěti budou předávány učitelce již před vchodem do pavilonu A, rodiče nebudou vstupovat do budovy školy, </w:t>
      </w:r>
      <w:r w:rsidR="00BD5CBA" w:rsidRPr="00DF7155">
        <w:rPr>
          <w:rFonts w:ascii="Calibri" w:eastAsia="Calibri" w:hAnsi="Calibri" w:cs="Calibri"/>
          <w:bCs/>
        </w:rPr>
        <w:t>učitelka provede ranní filtr (měření teploty, vizuální posouzení zdravotního stavu dítěte</w:t>
      </w:r>
      <w:r w:rsidRPr="00DF7155">
        <w:rPr>
          <w:rFonts w:ascii="Calibri" w:eastAsia="Calibri" w:hAnsi="Calibri" w:cs="Calibri"/>
          <w:bCs/>
        </w:rPr>
        <w:t>), d</w:t>
      </w:r>
      <w:r w:rsidRPr="00DF7155">
        <w:rPr>
          <w:rFonts w:ascii="Calibri" w:eastAsia="Calibri" w:hAnsi="Calibri" w:cs="Calibri"/>
          <w:bCs/>
          <w:lang w:eastAsia="cs-CZ"/>
        </w:rPr>
        <w:t xml:space="preserve">ítě bude přijato k docházce pouze bez zdravotních </w:t>
      </w:r>
      <w:r w:rsidR="00324C87" w:rsidRPr="00DF7155">
        <w:rPr>
          <w:rFonts w:ascii="Calibri" w:eastAsia="Calibri" w:hAnsi="Calibri" w:cs="Calibri"/>
          <w:bCs/>
          <w:lang w:eastAsia="cs-CZ"/>
        </w:rPr>
        <w:t>příznaků</w:t>
      </w:r>
      <w:r w:rsidRPr="00DF7155">
        <w:rPr>
          <w:rFonts w:ascii="Calibri" w:eastAsia="Calibri" w:hAnsi="Calibri" w:cs="Calibri"/>
          <w:bCs/>
          <w:lang w:eastAsia="cs-CZ"/>
        </w:rPr>
        <w:t xml:space="preserve"> odpovídající</w:t>
      </w:r>
      <w:r w:rsidR="00324C87" w:rsidRPr="00DF7155">
        <w:rPr>
          <w:rFonts w:ascii="Calibri" w:eastAsia="Calibri" w:hAnsi="Calibri" w:cs="Calibri"/>
          <w:bCs/>
          <w:lang w:eastAsia="cs-CZ"/>
        </w:rPr>
        <w:t>ch</w:t>
      </w:r>
      <w:r w:rsidRPr="00DF7155">
        <w:rPr>
          <w:rFonts w:ascii="Calibri" w:eastAsia="Calibri" w:hAnsi="Calibri" w:cs="Calibri"/>
          <w:bCs/>
          <w:lang w:eastAsia="cs-CZ"/>
        </w:rPr>
        <w:t xml:space="preserve"> virovému infekčnímu onemocnění (např. horečka, kašel, dušnost, náhlá ztráta chuti a čichu apod.)</w:t>
      </w:r>
      <w:r w:rsidR="00BD5CBA" w:rsidRPr="00DF7155">
        <w:rPr>
          <w:rFonts w:ascii="Calibri" w:eastAsia="Calibri" w:hAnsi="Calibri" w:cs="Calibri"/>
          <w:bCs/>
        </w:rPr>
        <w:t xml:space="preserve"> </w:t>
      </w:r>
    </w:p>
    <w:p w14:paraId="065546A2" w14:textId="366A8817" w:rsidR="00324C87" w:rsidRPr="00DF7155" w:rsidRDefault="00324C87" w:rsidP="0031768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Calibri"/>
          <w:bCs/>
        </w:rPr>
        <w:t>r</w:t>
      </w:r>
      <w:r w:rsidR="00E63BB3" w:rsidRPr="00DF7155">
        <w:rPr>
          <w:rFonts w:ascii="Calibri" w:eastAsia="Calibri" w:hAnsi="Calibri" w:cs="Calibri"/>
          <w:bCs/>
        </w:rPr>
        <w:t xml:space="preserve">odiče dětí, které trpí alergií </w:t>
      </w:r>
      <w:r w:rsidR="00E63BB3" w:rsidRPr="00DF7155">
        <w:rPr>
          <w:rFonts w:ascii="Calibri" w:eastAsia="Calibri" w:hAnsi="Calibri" w:cs="Times New Roman"/>
          <w:bCs/>
        </w:rPr>
        <w:t xml:space="preserve">v souvislosti s jarním obdobím, budou </w:t>
      </w:r>
      <w:r w:rsidRPr="00DF7155">
        <w:rPr>
          <w:rFonts w:ascii="Calibri" w:eastAsia="Calibri" w:hAnsi="Calibri" w:cs="Times New Roman"/>
          <w:bCs/>
        </w:rPr>
        <w:t xml:space="preserve">při prvním vstupu </w:t>
      </w:r>
      <w:r w:rsidR="00E63BB3" w:rsidRPr="00DF7155">
        <w:rPr>
          <w:rFonts w:ascii="Calibri" w:eastAsia="Calibri" w:hAnsi="Calibri" w:cs="Times New Roman"/>
          <w:bCs/>
        </w:rPr>
        <w:t>předkládat</w:t>
      </w:r>
      <w:r w:rsidR="00576DB9" w:rsidRPr="00DF7155">
        <w:rPr>
          <w:rFonts w:ascii="Calibri" w:eastAsia="Calibri" w:hAnsi="Calibri" w:cs="Times New Roman"/>
          <w:bCs/>
        </w:rPr>
        <w:t xml:space="preserve"> </w:t>
      </w:r>
      <w:r w:rsidR="00E63BB3" w:rsidRPr="00DF7155">
        <w:rPr>
          <w:rFonts w:ascii="Calibri" w:eastAsia="Calibri" w:hAnsi="Calibri" w:cs="Times New Roman"/>
          <w:bCs/>
        </w:rPr>
        <w:t>potvrzení od lékaře, že dítě je v péči alergologa a projevy jeho onemocnění mohou být totožné s příznaky respiračního</w:t>
      </w:r>
      <w:r w:rsidR="00E63BB3" w:rsidRPr="00DF7155">
        <w:rPr>
          <w:rFonts w:ascii="Calibri" w:eastAsia="Calibri" w:hAnsi="Calibri" w:cs="Times New Roman"/>
        </w:rPr>
        <w:t xml:space="preserve"> onemocnění</w:t>
      </w:r>
    </w:p>
    <w:p w14:paraId="3B9D53B1" w14:textId="6565F883" w:rsidR="009E181A" w:rsidRPr="00DF7155" w:rsidRDefault="00324C87" w:rsidP="0031768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Times New Roman"/>
        </w:rPr>
        <w:t>v</w:t>
      </w:r>
      <w:r w:rsidR="00E63BB3" w:rsidRPr="00DF7155">
        <w:rPr>
          <w:rFonts w:ascii="Calibri" w:eastAsia="Calibri" w:hAnsi="Calibri" w:cs="Times New Roman"/>
        </w:rPr>
        <w:t> areálu MŠ budou r</w:t>
      </w:r>
      <w:r w:rsidR="00BD5CBA" w:rsidRPr="00DF7155">
        <w:rPr>
          <w:rFonts w:ascii="Calibri" w:eastAsia="Calibri" w:hAnsi="Calibri" w:cs="Calibri"/>
          <w:bCs/>
        </w:rPr>
        <w:t xml:space="preserve">odiče </w:t>
      </w:r>
      <w:r w:rsidR="00E63BB3" w:rsidRPr="00DF7155">
        <w:rPr>
          <w:rFonts w:ascii="Calibri" w:eastAsia="Calibri" w:hAnsi="Calibri" w:cs="Calibri"/>
          <w:bCs/>
        </w:rPr>
        <w:t xml:space="preserve">s dětmi </w:t>
      </w:r>
      <w:r w:rsidR="009E181A" w:rsidRPr="00DF7155">
        <w:rPr>
          <w:rFonts w:ascii="Calibri" w:eastAsia="Calibri" w:hAnsi="Calibri" w:cs="Calibri"/>
          <w:bCs/>
        </w:rPr>
        <w:t>dodržovat 2 m odstu</w:t>
      </w:r>
      <w:r w:rsidR="00BD5CBA" w:rsidRPr="00DF7155">
        <w:rPr>
          <w:rFonts w:ascii="Calibri" w:eastAsia="Calibri" w:hAnsi="Calibri" w:cs="Calibri"/>
          <w:bCs/>
        </w:rPr>
        <w:t>py</w:t>
      </w:r>
      <w:r w:rsidR="00576DB9" w:rsidRPr="00DF7155">
        <w:rPr>
          <w:rFonts w:ascii="Calibri" w:eastAsia="Calibri" w:hAnsi="Calibri" w:cs="Calibri"/>
          <w:bCs/>
        </w:rPr>
        <w:t xml:space="preserve"> a nebudou se zdržovat po dobu nezbytně nutnou</w:t>
      </w:r>
    </w:p>
    <w:p w14:paraId="43D9F6D9" w14:textId="6602BCF8" w:rsidR="009E181A" w:rsidRPr="00DF7155" w:rsidRDefault="00576DB9" w:rsidP="00317688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Times New Roman"/>
        </w:rPr>
        <w:t>rodiče poskytnou třídní učitelce</w:t>
      </w:r>
      <w:r w:rsidR="00855E2D" w:rsidRPr="00DF7155">
        <w:rPr>
          <w:rFonts w:ascii="Calibri" w:eastAsia="Calibri" w:hAnsi="Calibri" w:cs="Times New Roman"/>
        </w:rPr>
        <w:t xml:space="preserve"> aktuální kontakt, </w:t>
      </w:r>
      <w:r w:rsidRPr="00DF7155">
        <w:rPr>
          <w:rFonts w:ascii="Calibri" w:eastAsia="Calibri" w:hAnsi="Calibri" w:cs="Times New Roman"/>
        </w:rPr>
        <w:t>na který se v případě potřeby ihned dovolají</w:t>
      </w:r>
      <w:r w:rsidR="00855E2D" w:rsidRPr="00DF7155">
        <w:rPr>
          <w:rFonts w:ascii="Calibri" w:eastAsia="Calibri" w:hAnsi="Calibri" w:cs="Times New Roman"/>
        </w:rPr>
        <w:t>, k případné další komunikaci s učitelkou využívají především on-line spojení (mobil, mail, aplikace Naše MŠ)</w:t>
      </w:r>
    </w:p>
    <w:p w14:paraId="56EF87F7" w14:textId="12185EFF" w:rsidR="00C47768" w:rsidRDefault="00C47768" w:rsidP="00D206C9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  <w:lang w:eastAsia="cs-CZ"/>
        </w:rPr>
      </w:pPr>
    </w:p>
    <w:p w14:paraId="4C011B80" w14:textId="3A20D881" w:rsidR="00324C87" w:rsidRPr="00317688" w:rsidRDefault="006009D1" w:rsidP="00D206C9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</w:pPr>
      <w:r w:rsidRPr="00317688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Provozní požadavky</w:t>
      </w:r>
      <w:r w:rsidR="0040651F" w:rsidRPr="00317688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 xml:space="preserve"> v rámci mimořádných opatření</w:t>
      </w:r>
      <w:r w:rsidR="00324C87" w:rsidRPr="00317688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:</w:t>
      </w:r>
    </w:p>
    <w:p w14:paraId="66462B7A" w14:textId="5A9EE982" w:rsidR="00C47768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color w:val="000000"/>
          <w:lang w:eastAsia="cs-CZ"/>
        </w:rPr>
        <w:t>děti a pedagogičtí pracovníci mateřské školy roušky v prostorách školy nosit nemusí</w:t>
      </w:r>
      <w:r w:rsidR="00324C87" w:rsidRPr="00DF7155">
        <w:rPr>
          <w:rFonts w:ascii="Calibri" w:eastAsia="Calibri" w:hAnsi="Calibri" w:cs="Calibri"/>
          <w:color w:val="000000"/>
          <w:lang w:eastAsia="cs-CZ"/>
        </w:rPr>
        <w:t>,</w:t>
      </w:r>
      <w:r w:rsidRPr="00DF7155">
        <w:rPr>
          <w:rFonts w:ascii="Calibri" w:eastAsia="Calibri" w:hAnsi="Calibri" w:cs="Calibri"/>
          <w:color w:val="000000"/>
          <w:lang w:eastAsia="cs-CZ"/>
        </w:rPr>
        <w:t xml:space="preserve"> </w:t>
      </w:r>
      <w:r w:rsidR="00324C87" w:rsidRPr="00DF7155">
        <w:rPr>
          <w:rFonts w:ascii="Calibri" w:eastAsia="Calibri" w:hAnsi="Calibri" w:cs="Calibri"/>
          <w:color w:val="000000"/>
          <w:lang w:eastAsia="cs-CZ"/>
        </w:rPr>
        <w:t>v</w:t>
      </w:r>
      <w:r w:rsidRPr="00DF7155">
        <w:rPr>
          <w:rFonts w:ascii="Calibri" w:eastAsia="Calibri" w:hAnsi="Calibri" w:cs="Calibri"/>
          <w:color w:val="000000"/>
          <w:lang w:eastAsia="cs-CZ"/>
        </w:rPr>
        <w:t> případě potřeby nebo požadavku pedagogického pracovníka z důvodu ochrany jeho zdraví, může být rouška použita</w:t>
      </w:r>
    </w:p>
    <w:p w14:paraId="2CFEDCBC" w14:textId="77777777" w:rsidR="00C47768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color w:val="000000"/>
          <w:lang w:eastAsia="cs-CZ"/>
        </w:rPr>
        <w:t>děti musí mít vždy připravené jiné oblečení do třídy a jiné oblečení určené na pobyt venku</w:t>
      </w:r>
    </w:p>
    <w:p w14:paraId="4866E3F9" w14:textId="6559BD98" w:rsidR="00C47768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color w:val="000000"/>
          <w:lang w:eastAsia="cs-CZ"/>
        </w:rPr>
        <w:t>neprodleně po přezutí, převlečení</w:t>
      </w:r>
      <w:r w:rsidR="006C5340" w:rsidRPr="00DF7155">
        <w:rPr>
          <w:rFonts w:ascii="Calibri" w:eastAsia="Calibri" w:hAnsi="Calibri" w:cs="Calibri"/>
          <w:color w:val="000000"/>
          <w:lang w:eastAsia="cs-CZ"/>
        </w:rPr>
        <w:t xml:space="preserve">, před </w:t>
      </w:r>
      <w:r w:rsidRPr="00DF7155">
        <w:rPr>
          <w:rFonts w:ascii="Calibri" w:eastAsia="Calibri" w:hAnsi="Calibri" w:cs="Calibri"/>
          <w:color w:val="000000"/>
          <w:lang w:eastAsia="cs-CZ"/>
        </w:rPr>
        <w:t>příchod</w:t>
      </w:r>
      <w:r w:rsidR="006C5340" w:rsidRPr="00DF7155">
        <w:rPr>
          <w:rFonts w:ascii="Calibri" w:eastAsia="Calibri" w:hAnsi="Calibri" w:cs="Calibri"/>
          <w:color w:val="000000"/>
          <w:lang w:eastAsia="cs-CZ"/>
        </w:rPr>
        <w:t>em</w:t>
      </w:r>
      <w:r w:rsidRPr="00DF7155">
        <w:rPr>
          <w:rFonts w:ascii="Calibri" w:eastAsia="Calibri" w:hAnsi="Calibri" w:cs="Calibri"/>
          <w:color w:val="000000"/>
          <w:lang w:eastAsia="cs-CZ"/>
        </w:rPr>
        <w:t xml:space="preserve"> do třídy si musí každý </w:t>
      </w:r>
      <w:r w:rsidR="006C5340" w:rsidRPr="00DF7155">
        <w:rPr>
          <w:rFonts w:ascii="Calibri" w:eastAsia="Calibri" w:hAnsi="Calibri" w:cs="Calibri"/>
          <w:color w:val="000000"/>
          <w:lang w:eastAsia="cs-CZ"/>
        </w:rPr>
        <w:t>důkladně u</w:t>
      </w:r>
      <w:r w:rsidRPr="00DF7155">
        <w:rPr>
          <w:rFonts w:ascii="Calibri" w:eastAsia="Calibri" w:hAnsi="Calibri" w:cs="Calibri"/>
          <w:color w:val="000000"/>
          <w:lang w:eastAsia="cs-CZ"/>
        </w:rPr>
        <w:t xml:space="preserve">mýt ruce vodou a tekutým mýdlem </w:t>
      </w:r>
      <w:r w:rsidR="006C5340" w:rsidRPr="00DF7155">
        <w:rPr>
          <w:rFonts w:ascii="Calibri" w:eastAsia="Calibri" w:hAnsi="Calibri" w:cs="Calibri"/>
          <w:i/>
          <w:iCs/>
          <w:color w:val="000000"/>
          <w:lang w:eastAsia="cs-CZ"/>
        </w:rPr>
        <w:t>(20 až 30 sekund</w:t>
      </w:r>
      <w:r w:rsidR="006C5340" w:rsidRPr="00DF7155">
        <w:rPr>
          <w:rFonts w:ascii="Calibri" w:eastAsia="Calibri" w:hAnsi="Calibri" w:cs="Calibri"/>
          <w:color w:val="000000"/>
          <w:lang w:eastAsia="cs-CZ"/>
        </w:rPr>
        <w:t>), m</w:t>
      </w:r>
      <w:r w:rsidRPr="00DF7155">
        <w:rPr>
          <w:rFonts w:ascii="Calibri" w:eastAsia="Calibri" w:hAnsi="Calibri" w:cs="Calibri"/>
          <w:color w:val="000000"/>
          <w:lang w:eastAsia="cs-CZ"/>
        </w:rPr>
        <w:t xml:space="preserve">ytí </w:t>
      </w:r>
      <w:r w:rsidR="006C5340" w:rsidRPr="00DF7155">
        <w:rPr>
          <w:rFonts w:ascii="Calibri" w:eastAsia="Calibri" w:hAnsi="Calibri" w:cs="Calibri"/>
          <w:color w:val="000000"/>
          <w:lang w:eastAsia="cs-CZ"/>
        </w:rPr>
        <w:t xml:space="preserve">probíhá zpravidla pod dohledem učitelky </w:t>
      </w:r>
      <w:r w:rsidRPr="00DF7155">
        <w:rPr>
          <w:rFonts w:ascii="Calibri" w:eastAsia="Calibri" w:hAnsi="Calibri" w:cs="Calibri"/>
          <w:color w:val="000000"/>
          <w:lang w:eastAsia="cs-CZ"/>
        </w:rPr>
        <w:t xml:space="preserve"> </w:t>
      </w:r>
    </w:p>
    <w:p w14:paraId="2E44B2D5" w14:textId="3B9FF3D5" w:rsidR="00C47768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color w:val="000000"/>
          <w:lang w:eastAsia="cs-CZ"/>
        </w:rPr>
        <w:t xml:space="preserve">bude-li to možné, </w:t>
      </w:r>
      <w:r w:rsidR="006C5340" w:rsidRPr="00DF7155">
        <w:rPr>
          <w:rFonts w:ascii="Calibri" w:eastAsia="Calibri" w:hAnsi="Calibri" w:cs="Calibri"/>
          <w:color w:val="000000"/>
          <w:lang w:eastAsia="cs-CZ"/>
        </w:rPr>
        <w:t>činnosti dětí budou plánovány a přesouvány převážně ven</w:t>
      </w:r>
      <w:r w:rsidRPr="00DF7155">
        <w:rPr>
          <w:rFonts w:ascii="Calibri" w:eastAsia="Calibri" w:hAnsi="Calibri" w:cs="Calibri"/>
          <w:color w:val="000000"/>
          <w:lang w:eastAsia="cs-CZ"/>
        </w:rPr>
        <w:t xml:space="preserve"> na zahrad</w:t>
      </w:r>
      <w:r w:rsidR="006009D1" w:rsidRPr="00DF7155">
        <w:rPr>
          <w:rFonts w:ascii="Calibri" w:eastAsia="Calibri" w:hAnsi="Calibri" w:cs="Calibri"/>
          <w:color w:val="000000"/>
          <w:lang w:eastAsia="cs-CZ"/>
        </w:rPr>
        <w:t>u</w:t>
      </w:r>
      <w:r w:rsidR="006C5340" w:rsidRPr="00DF7155">
        <w:rPr>
          <w:rFonts w:ascii="Calibri" w:eastAsia="Calibri" w:hAnsi="Calibri" w:cs="Calibri"/>
          <w:color w:val="000000"/>
          <w:lang w:eastAsia="cs-CZ"/>
        </w:rPr>
        <w:t xml:space="preserve"> školy</w:t>
      </w:r>
    </w:p>
    <w:p w14:paraId="1C8D5405" w14:textId="6C7E54DC" w:rsidR="00C47768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lang w:eastAsia="cs-CZ"/>
        </w:rPr>
        <w:t>výchovně pedagogická činnost nebude probíhat v běžném režimu</w:t>
      </w:r>
      <w:r w:rsidR="006C5340" w:rsidRPr="00DF7155">
        <w:rPr>
          <w:rFonts w:ascii="Calibri" w:eastAsia="Calibri" w:hAnsi="Calibri" w:cs="Calibri"/>
          <w:lang w:eastAsia="cs-CZ"/>
        </w:rPr>
        <w:t xml:space="preserve">, učitelky se budou </w:t>
      </w:r>
      <w:r w:rsidRPr="00DF7155">
        <w:rPr>
          <w:rFonts w:ascii="Calibri" w:eastAsia="Calibri" w:hAnsi="Calibri" w:cs="Calibri"/>
          <w:lang w:eastAsia="cs-CZ"/>
        </w:rPr>
        <w:t xml:space="preserve">snažit dodržovat bezpečné vzdálenosti mezi dětmi a dodržovat všechna hygienická </w:t>
      </w:r>
      <w:r w:rsidR="006C5340" w:rsidRPr="00DF7155">
        <w:rPr>
          <w:rFonts w:ascii="Calibri" w:eastAsia="Calibri" w:hAnsi="Calibri" w:cs="Calibri"/>
          <w:lang w:eastAsia="cs-CZ"/>
        </w:rPr>
        <w:t>opatření</w:t>
      </w:r>
    </w:p>
    <w:p w14:paraId="74DD17F5" w14:textId="025A1284" w:rsidR="00C47768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color w:val="000000"/>
          <w:lang w:eastAsia="cs-CZ"/>
        </w:rPr>
        <w:t xml:space="preserve">rukavice pro běžné činnosti nejsou nutné, ale v případě dopomoci s osobní hygienou </w:t>
      </w:r>
      <w:r w:rsidR="006C5340" w:rsidRPr="00DF7155">
        <w:rPr>
          <w:rFonts w:ascii="Calibri" w:eastAsia="Calibri" w:hAnsi="Calibri" w:cs="Calibri"/>
          <w:color w:val="000000"/>
          <w:lang w:eastAsia="cs-CZ"/>
        </w:rPr>
        <w:t>dětí – při</w:t>
      </w:r>
      <w:r w:rsidRPr="00DF7155">
        <w:rPr>
          <w:rFonts w:ascii="Calibri" w:eastAsia="Calibri" w:hAnsi="Calibri" w:cs="Calibri"/>
          <w:color w:val="000000"/>
          <w:lang w:eastAsia="cs-CZ"/>
        </w:rPr>
        <w:t xml:space="preserve"> přípravě jídla, likvidaci odpadů budou ze strany pedagogických a dalších zaměstnanců používány </w:t>
      </w:r>
    </w:p>
    <w:p w14:paraId="60ED1188" w14:textId="77777777" w:rsidR="00C47768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Times New Roman"/>
        </w:rPr>
        <w:t>čištění zubů nebudeme provádět</w:t>
      </w:r>
    </w:p>
    <w:p w14:paraId="01C66E3E" w14:textId="4645419F" w:rsidR="00C47768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lang w:eastAsia="cs-CZ"/>
        </w:rPr>
        <w:t>č</w:t>
      </w:r>
      <w:r w:rsidRPr="00DF7155">
        <w:rPr>
          <w:rFonts w:ascii="Calibri" w:eastAsia="Calibri" w:hAnsi="Calibri" w:cs="Calibri"/>
          <w:color w:val="000000"/>
          <w:lang w:eastAsia="cs-CZ"/>
        </w:rPr>
        <w:t xml:space="preserve">asté větrání je zásadním preventivním faktorem (minimálně jednou za hodinu po dobu 5 minut) </w:t>
      </w:r>
    </w:p>
    <w:p w14:paraId="7CEE1A8E" w14:textId="77777777" w:rsidR="000C217B" w:rsidRPr="00DF7155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lang w:eastAsia="cs-CZ"/>
        </w:rPr>
        <w:t xml:space="preserve">zákonný zástupce je povinen v době trvání nouzového stavu a vydaných epidemiologických opatření dodržovat zákaz vnášet osobní hračky (dítě si nesmí přinášet jakékoli „plyšáky, měkké hračky“ apod., jídlo nebo pití) </w:t>
      </w:r>
    </w:p>
    <w:p w14:paraId="34800037" w14:textId="217E14BB" w:rsidR="00C47768" w:rsidRPr="00DF7155" w:rsidRDefault="000C217B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lang w:eastAsia="cs-CZ"/>
        </w:rPr>
        <w:t>z</w:t>
      </w:r>
      <w:r w:rsidR="00C47768" w:rsidRPr="00DF7155">
        <w:rPr>
          <w:rFonts w:ascii="Calibri" w:eastAsia="Calibri" w:hAnsi="Calibri" w:cs="Calibri"/>
          <w:lang w:eastAsia="cs-CZ"/>
        </w:rPr>
        <w:t>ákonný zástupce bere na vědomí, že ke hrám dětí ve třídě budou využívány pouze hračky, které lze dezinfikovat a otřít.</w:t>
      </w:r>
    </w:p>
    <w:p w14:paraId="2D950098" w14:textId="13168F33" w:rsidR="00C47768" w:rsidRDefault="00C47768" w:rsidP="00D206C9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DF7155">
        <w:rPr>
          <w:rFonts w:ascii="Calibri" w:eastAsia="Calibri" w:hAnsi="Calibri" w:cs="Calibri"/>
          <w:lang w:eastAsia="cs-CZ"/>
        </w:rPr>
        <w:t xml:space="preserve">každé dítě bude mít </w:t>
      </w:r>
      <w:r w:rsidR="006009D1" w:rsidRPr="00DF7155">
        <w:rPr>
          <w:rFonts w:ascii="Calibri" w:eastAsia="Calibri" w:hAnsi="Calibri" w:cs="Calibri"/>
          <w:lang w:eastAsia="cs-CZ"/>
        </w:rPr>
        <w:t xml:space="preserve">připravený jeden </w:t>
      </w:r>
      <w:r w:rsidRPr="00DF7155">
        <w:rPr>
          <w:rFonts w:ascii="Calibri" w:eastAsia="Calibri" w:hAnsi="Calibri" w:cs="Calibri"/>
          <w:lang w:eastAsia="cs-CZ"/>
        </w:rPr>
        <w:t>podepsaný uzavíratelný igelitový sáček na roušku, se kterou do školky přišlo</w:t>
      </w:r>
      <w:r w:rsidR="006009D1" w:rsidRPr="00DF7155">
        <w:rPr>
          <w:rFonts w:ascii="Calibri" w:eastAsia="Calibri" w:hAnsi="Calibri" w:cs="Calibri"/>
          <w:lang w:eastAsia="cs-CZ"/>
        </w:rPr>
        <w:t xml:space="preserve"> a druhý </w:t>
      </w:r>
      <w:r w:rsidRPr="00DF7155">
        <w:rPr>
          <w:rFonts w:ascii="Calibri" w:eastAsia="Calibri" w:hAnsi="Calibri" w:cs="Calibri"/>
          <w:lang w:eastAsia="cs-CZ"/>
        </w:rPr>
        <w:t>sáč</w:t>
      </w:r>
      <w:r w:rsidR="006009D1" w:rsidRPr="00DF7155">
        <w:rPr>
          <w:rFonts w:ascii="Calibri" w:eastAsia="Calibri" w:hAnsi="Calibri" w:cs="Calibri"/>
          <w:lang w:eastAsia="cs-CZ"/>
        </w:rPr>
        <w:t>e</w:t>
      </w:r>
      <w:r w:rsidRPr="00DF7155">
        <w:rPr>
          <w:rFonts w:ascii="Calibri" w:eastAsia="Calibri" w:hAnsi="Calibri" w:cs="Calibri"/>
          <w:lang w:eastAsia="cs-CZ"/>
        </w:rPr>
        <w:t>k</w:t>
      </w:r>
      <w:r w:rsidR="006009D1" w:rsidRPr="00DF7155">
        <w:rPr>
          <w:rFonts w:ascii="Calibri" w:eastAsia="Calibri" w:hAnsi="Calibri" w:cs="Calibri"/>
          <w:lang w:eastAsia="cs-CZ"/>
        </w:rPr>
        <w:t xml:space="preserve"> na </w:t>
      </w:r>
      <w:r w:rsidRPr="00DF7155">
        <w:rPr>
          <w:rFonts w:ascii="Calibri" w:eastAsia="Calibri" w:hAnsi="Calibri" w:cs="Calibri"/>
          <w:lang w:eastAsia="cs-CZ"/>
        </w:rPr>
        <w:t xml:space="preserve">čistou roušku </w:t>
      </w:r>
      <w:r w:rsidR="006009D1" w:rsidRPr="00DF7155">
        <w:rPr>
          <w:rFonts w:ascii="Calibri" w:eastAsia="Calibri" w:hAnsi="Calibri" w:cs="Calibri"/>
          <w:lang w:eastAsia="cs-CZ"/>
        </w:rPr>
        <w:t xml:space="preserve">z domova </w:t>
      </w:r>
      <w:r w:rsidRPr="00DF7155">
        <w:rPr>
          <w:rFonts w:ascii="Calibri" w:eastAsia="Calibri" w:hAnsi="Calibri" w:cs="Calibri"/>
          <w:lang w:eastAsia="cs-CZ"/>
        </w:rPr>
        <w:t>pro případ podezření na možnou nákazu.   </w:t>
      </w:r>
    </w:p>
    <w:p w14:paraId="63805C76" w14:textId="77777777" w:rsidR="00DF7155" w:rsidRPr="00DF7155" w:rsidRDefault="00DF7155" w:rsidP="00DF7155">
      <w:pPr>
        <w:spacing w:after="0" w:line="240" w:lineRule="auto"/>
        <w:ind w:left="284"/>
        <w:jc w:val="both"/>
        <w:rPr>
          <w:rFonts w:ascii="Calibri" w:eastAsia="Calibri" w:hAnsi="Calibri" w:cs="Calibri"/>
          <w:lang w:eastAsia="cs-CZ"/>
        </w:rPr>
      </w:pPr>
    </w:p>
    <w:p w14:paraId="4844A40E" w14:textId="77777777" w:rsidR="00C47768" w:rsidRPr="00C47768" w:rsidRDefault="00C47768" w:rsidP="00D206C9">
      <w:pPr>
        <w:spacing w:after="0" w:line="240" w:lineRule="auto"/>
        <w:ind w:left="284" w:hanging="284"/>
        <w:jc w:val="both"/>
        <w:rPr>
          <w:rFonts w:ascii="Calibri" w:eastAsia="Calibri" w:hAnsi="Calibri" w:cs="Calibri"/>
          <w:sz w:val="10"/>
          <w:lang w:eastAsia="cs-CZ"/>
        </w:rPr>
      </w:pPr>
    </w:p>
    <w:p w14:paraId="0C5688F4" w14:textId="24118638" w:rsidR="00C47768" w:rsidRPr="006009D1" w:rsidRDefault="006009D1" w:rsidP="00317688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</w:pPr>
      <w:r w:rsidRPr="006009D1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lastRenderedPageBreak/>
        <w:t>Režim</w:t>
      </w:r>
      <w:r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 xml:space="preserve"> dne</w:t>
      </w:r>
      <w:r w:rsidRPr="006009D1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:</w:t>
      </w:r>
    </w:p>
    <w:p w14:paraId="6ED0A046" w14:textId="47767F00" w:rsidR="00C47768" w:rsidRPr="006009D1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 xml:space="preserve">7:00 </w:t>
      </w:r>
      <w:r w:rsidR="00906D66" w:rsidRPr="006009D1">
        <w:rPr>
          <w:rFonts w:ascii="Calibri" w:eastAsia="Calibri" w:hAnsi="Calibri" w:cs="Times New Roman"/>
          <w:b/>
          <w:bCs/>
        </w:rPr>
        <w:t>-</w:t>
      </w:r>
      <w:r w:rsidRPr="006009D1">
        <w:rPr>
          <w:rFonts w:ascii="Calibri" w:eastAsia="Calibri" w:hAnsi="Calibri" w:cs="Times New Roman"/>
          <w:b/>
          <w:bCs/>
        </w:rPr>
        <w:t xml:space="preserve"> 8:00 </w:t>
      </w:r>
      <w:r w:rsidR="00906D66" w:rsidRPr="006009D1">
        <w:rPr>
          <w:rFonts w:ascii="Calibri" w:eastAsia="Calibri" w:hAnsi="Calibri" w:cs="Times New Roman"/>
          <w:b/>
          <w:bCs/>
        </w:rPr>
        <w:t xml:space="preserve">příchod dětí do MŠ, ranní filtr, mytí rukou </w:t>
      </w:r>
    </w:p>
    <w:p w14:paraId="54A1A101" w14:textId="77777777" w:rsidR="00C47768" w:rsidRPr="006009D1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volná hra za dodržení stanovených podmínek</w:t>
      </w:r>
    </w:p>
    <w:p w14:paraId="57AA7BB4" w14:textId="7A81BD62" w:rsidR="00C47768" w:rsidRPr="006009D1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hygiena, desinfekce, větrání</w:t>
      </w:r>
      <w:r w:rsidR="00906D66" w:rsidRPr="006009D1">
        <w:rPr>
          <w:rFonts w:ascii="Calibri" w:eastAsia="Calibri" w:hAnsi="Calibri" w:cs="Times New Roman"/>
          <w:b/>
          <w:bCs/>
        </w:rPr>
        <w:t xml:space="preserve"> (</w:t>
      </w:r>
      <w:r w:rsidRPr="006009D1">
        <w:rPr>
          <w:rFonts w:ascii="Calibri" w:eastAsia="Calibri" w:hAnsi="Calibri" w:cs="Times New Roman"/>
          <w:b/>
          <w:bCs/>
        </w:rPr>
        <w:t xml:space="preserve">toalety jsou vybaveny mýdlem v dávkovači a jednorázovými papírovými ručníky pro </w:t>
      </w:r>
      <w:r w:rsidR="00906D66" w:rsidRPr="006009D1">
        <w:rPr>
          <w:rFonts w:ascii="Calibri" w:eastAsia="Calibri" w:hAnsi="Calibri" w:cs="Times New Roman"/>
          <w:b/>
          <w:bCs/>
        </w:rPr>
        <w:t xml:space="preserve">hygienické </w:t>
      </w:r>
      <w:r w:rsidRPr="006009D1">
        <w:rPr>
          <w:rFonts w:ascii="Calibri" w:eastAsia="Calibri" w:hAnsi="Calibri" w:cs="Times New Roman"/>
          <w:b/>
          <w:bCs/>
        </w:rPr>
        <w:t>osušení rukou</w:t>
      </w:r>
      <w:r w:rsidR="00906D66" w:rsidRPr="006009D1">
        <w:rPr>
          <w:rFonts w:ascii="Calibri" w:eastAsia="Calibri" w:hAnsi="Calibri" w:cs="Times New Roman"/>
          <w:b/>
          <w:bCs/>
        </w:rPr>
        <w:t>)</w:t>
      </w:r>
    </w:p>
    <w:p w14:paraId="42588826" w14:textId="69689D99" w:rsidR="00C47768" w:rsidRPr="006009D1" w:rsidRDefault="00906D66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průběžná svačina</w:t>
      </w:r>
      <w:r w:rsidR="00C47768" w:rsidRPr="006009D1">
        <w:rPr>
          <w:rFonts w:ascii="Calibri" w:eastAsia="Calibri" w:hAnsi="Calibri" w:cs="Times New Roman"/>
          <w:b/>
          <w:bCs/>
        </w:rPr>
        <w:t>, děti se vystřídají</w:t>
      </w:r>
      <w:r w:rsidRPr="006009D1">
        <w:rPr>
          <w:rFonts w:ascii="Calibri" w:eastAsia="Calibri" w:hAnsi="Calibri" w:cs="Times New Roman"/>
          <w:b/>
          <w:bCs/>
        </w:rPr>
        <w:t xml:space="preserve"> u stolů, tak aby byly dodrženy dostatečné odstupy</w:t>
      </w:r>
    </w:p>
    <w:p w14:paraId="596BF8E3" w14:textId="4573588C" w:rsidR="00C47768" w:rsidRPr="006009D1" w:rsidRDefault="00906D66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mytí rukou</w:t>
      </w:r>
      <w:r w:rsidR="00C47768" w:rsidRPr="006009D1">
        <w:rPr>
          <w:rFonts w:ascii="Calibri" w:eastAsia="Calibri" w:hAnsi="Calibri" w:cs="Times New Roman"/>
          <w:b/>
          <w:bCs/>
        </w:rPr>
        <w:t>, desinfekce, větrání</w:t>
      </w:r>
    </w:p>
    <w:p w14:paraId="1E380990" w14:textId="0C4A5D7A" w:rsidR="00C47768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pobyt venku na zahradě</w:t>
      </w:r>
      <w:r w:rsidR="006009D1">
        <w:rPr>
          <w:rFonts w:ascii="Calibri" w:eastAsia="Calibri" w:hAnsi="Calibri" w:cs="Times New Roman"/>
          <w:b/>
          <w:bCs/>
        </w:rPr>
        <w:t xml:space="preserve"> školy</w:t>
      </w:r>
      <w:r w:rsidR="00906D66" w:rsidRPr="006009D1">
        <w:rPr>
          <w:rFonts w:ascii="Calibri" w:eastAsia="Calibri" w:hAnsi="Calibri" w:cs="Times New Roman"/>
          <w:b/>
          <w:bCs/>
        </w:rPr>
        <w:t>, v případě špatného počasí činnosti ve třídě</w:t>
      </w:r>
    </w:p>
    <w:p w14:paraId="1154C00C" w14:textId="77777777" w:rsidR="006009D1" w:rsidRPr="006009D1" w:rsidRDefault="006009D1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mytí rukou, desinfekce, větrání</w:t>
      </w:r>
    </w:p>
    <w:p w14:paraId="66D39EC5" w14:textId="6BA97989" w:rsidR="00C47768" w:rsidRPr="006009D1" w:rsidRDefault="00906D66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 xml:space="preserve">průběžné </w:t>
      </w:r>
      <w:r w:rsidR="00C47768" w:rsidRPr="006009D1">
        <w:rPr>
          <w:rFonts w:ascii="Calibri" w:eastAsia="Calibri" w:hAnsi="Calibri" w:cs="Times New Roman"/>
          <w:b/>
          <w:bCs/>
        </w:rPr>
        <w:t>vydávání obědů</w:t>
      </w:r>
      <w:r w:rsidR="00D26854" w:rsidRPr="006009D1">
        <w:rPr>
          <w:rFonts w:ascii="Calibri" w:eastAsia="Calibri" w:hAnsi="Calibri" w:cs="Times New Roman"/>
          <w:b/>
          <w:bCs/>
        </w:rPr>
        <w:t xml:space="preserve"> (jedno dítě u stolu)</w:t>
      </w:r>
    </w:p>
    <w:p w14:paraId="5F7ED404" w14:textId="4AEBAFCF" w:rsidR="00C47768" w:rsidRPr="006009D1" w:rsidRDefault="00906D66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 xml:space="preserve">12:00 – 12:30 </w:t>
      </w:r>
      <w:r w:rsidR="00D26854" w:rsidRPr="006009D1">
        <w:rPr>
          <w:rFonts w:ascii="Calibri" w:eastAsia="Calibri" w:hAnsi="Calibri" w:cs="Times New Roman"/>
          <w:b/>
          <w:bCs/>
        </w:rPr>
        <w:t xml:space="preserve">vyzvedávání </w:t>
      </w:r>
      <w:r w:rsidR="00C47768" w:rsidRPr="006009D1">
        <w:rPr>
          <w:rFonts w:ascii="Calibri" w:eastAsia="Calibri" w:hAnsi="Calibri" w:cs="Times New Roman"/>
          <w:b/>
          <w:bCs/>
        </w:rPr>
        <w:t xml:space="preserve">dětí po </w:t>
      </w:r>
      <w:r w:rsidR="00D26854" w:rsidRPr="006009D1">
        <w:rPr>
          <w:rFonts w:ascii="Calibri" w:eastAsia="Calibri" w:hAnsi="Calibri" w:cs="Times New Roman"/>
          <w:b/>
          <w:bCs/>
        </w:rPr>
        <w:t xml:space="preserve">obědě (dle potřeby a domluvy s rodiči při předání dítěte) </w:t>
      </w:r>
      <w:r w:rsidRPr="006009D1">
        <w:rPr>
          <w:rFonts w:ascii="Calibri" w:eastAsia="Calibri" w:hAnsi="Calibri" w:cs="Times New Roman"/>
          <w:b/>
          <w:bCs/>
        </w:rPr>
        <w:t xml:space="preserve"> </w:t>
      </w:r>
    </w:p>
    <w:p w14:paraId="1F987F3D" w14:textId="7AA154CC" w:rsidR="00C47768" w:rsidRPr="006009D1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odpolední klidov</w:t>
      </w:r>
      <w:r w:rsidR="00D26854" w:rsidRPr="006009D1">
        <w:rPr>
          <w:rFonts w:ascii="Calibri" w:eastAsia="Calibri" w:hAnsi="Calibri" w:cs="Times New Roman"/>
          <w:b/>
          <w:bCs/>
        </w:rPr>
        <w:t>é</w:t>
      </w:r>
      <w:r w:rsidRPr="006009D1">
        <w:rPr>
          <w:rFonts w:ascii="Calibri" w:eastAsia="Calibri" w:hAnsi="Calibri" w:cs="Times New Roman"/>
          <w:b/>
          <w:bCs/>
        </w:rPr>
        <w:t xml:space="preserve"> </w:t>
      </w:r>
      <w:r w:rsidR="00D26854" w:rsidRPr="006009D1">
        <w:rPr>
          <w:rFonts w:ascii="Calibri" w:eastAsia="Calibri" w:hAnsi="Calibri" w:cs="Times New Roman"/>
          <w:b/>
          <w:bCs/>
        </w:rPr>
        <w:t>činnosti</w:t>
      </w:r>
      <w:r w:rsidRPr="006009D1">
        <w:rPr>
          <w:rFonts w:ascii="Calibri" w:eastAsia="Calibri" w:hAnsi="Calibri" w:cs="Times New Roman"/>
          <w:b/>
          <w:bCs/>
        </w:rPr>
        <w:t xml:space="preserve"> (bez odpočinku na lehátkách)</w:t>
      </w:r>
    </w:p>
    <w:p w14:paraId="3855FC36" w14:textId="2B4F6F78" w:rsidR="00C47768" w:rsidRPr="006009D1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hygiena</w:t>
      </w:r>
      <w:r w:rsidR="00D26854" w:rsidRPr="006009D1">
        <w:rPr>
          <w:rFonts w:ascii="Calibri" w:eastAsia="Calibri" w:hAnsi="Calibri" w:cs="Times New Roman"/>
          <w:b/>
          <w:bCs/>
        </w:rPr>
        <w:t>, větrání, desinfekce</w:t>
      </w:r>
    </w:p>
    <w:p w14:paraId="55B96E2B" w14:textId="557DA482" w:rsidR="00C47768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volné hry dětí za dodržení stanovených pravidel</w:t>
      </w:r>
    </w:p>
    <w:p w14:paraId="501CF0DC" w14:textId="300B5857" w:rsidR="000C217B" w:rsidRDefault="000C217B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do 15.00 vyzvedávání dětí</w:t>
      </w:r>
    </w:p>
    <w:p w14:paraId="3F5844EB" w14:textId="77777777" w:rsidR="00B87D64" w:rsidRPr="006009D1" w:rsidRDefault="00B87D64" w:rsidP="00317688">
      <w:pPr>
        <w:spacing w:after="0" w:line="240" w:lineRule="auto"/>
        <w:ind w:left="284"/>
        <w:jc w:val="both"/>
        <w:rPr>
          <w:rFonts w:ascii="Calibri" w:eastAsia="Calibri" w:hAnsi="Calibri" w:cs="Times New Roman"/>
          <w:b/>
          <w:bCs/>
        </w:rPr>
      </w:pPr>
    </w:p>
    <w:p w14:paraId="45C45D8F" w14:textId="15EAC128" w:rsidR="00C47768" w:rsidRPr="00DF7155" w:rsidRDefault="00C47768" w:rsidP="00317688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sz w:val="24"/>
        </w:rPr>
      </w:pPr>
      <w:r w:rsidRPr="00B87D64">
        <w:rPr>
          <w:rFonts w:ascii="Calibri" w:eastAsia="Calibri" w:hAnsi="Calibri" w:cs="Times New Roman"/>
          <w:b/>
          <w:sz w:val="24"/>
          <w:u w:val="single"/>
        </w:rPr>
        <w:t>Stravování</w:t>
      </w:r>
      <w:r w:rsidR="00DF7155">
        <w:rPr>
          <w:rFonts w:ascii="Calibri" w:eastAsia="Calibri" w:hAnsi="Calibri" w:cs="Times New Roman"/>
          <w:b/>
          <w:sz w:val="24"/>
          <w:u w:val="single"/>
        </w:rPr>
        <w:t xml:space="preserve"> a pitný režim</w:t>
      </w:r>
    </w:p>
    <w:p w14:paraId="19460D0B" w14:textId="41748CAB" w:rsidR="00C47768" w:rsidRPr="00766FBE" w:rsidRDefault="00D206C9" w:rsidP="0031768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Cs w:val="24"/>
          <w:lang w:eastAsia="cs-CZ"/>
        </w:rPr>
      </w:pPr>
      <w:r w:rsidRPr="00766FBE">
        <w:rPr>
          <w:rFonts w:ascii="Calibri" w:eastAsia="Times New Roman" w:hAnsi="Calibri" w:cs="Calibri"/>
          <w:szCs w:val="24"/>
          <w:lang w:eastAsia="cs-CZ"/>
        </w:rPr>
        <w:t xml:space="preserve">stravování </w:t>
      </w:r>
      <w:r w:rsidR="00DF7155">
        <w:rPr>
          <w:rFonts w:ascii="Calibri" w:eastAsia="Times New Roman" w:hAnsi="Calibri" w:cs="Calibri"/>
          <w:szCs w:val="24"/>
          <w:lang w:eastAsia="cs-CZ"/>
        </w:rPr>
        <w:t xml:space="preserve">bude organizováno </w:t>
      </w:r>
      <w:r w:rsidRPr="00766FBE">
        <w:rPr>
          <w:rFonts w:ascii="Calibri" w:eastAsia="Times New Roman" w:hAnsi="Calibri" w:cs="Calibri"/>
          <w:szCs w:val="24"/>
          <w:lang w:eastAsia="cs-CZ"/>
        </w:rPr>
        <w:t>průběžně, 1–2 děti u stolku</w:t>
      </w:r>
      <w:r w:rsidR="00C47768" w:rsidRPr="00766FBE">
        <w:rPr>
          <w:rFonts w:ascii="Calibri" w:eastAsia="Times New Roman" w:hAnsi="Calibri" w:cs="Calibri"/>
          <w:szCs w:val="24"/>
          <w:lang w:eastAsia="cs-CZ"/>
        </w:rPr>
        <w:t>,</w:t>
      </w:r>
      <w:r w:rsidRPr="00766FBE">
        <w:rPr>
          <w:rFonts w:ascii="Calibri" w:eastAsia="Times New Roman" w:hAnsi="Calibri" w:cs="Calibri"/>
          <w:szCs w:val="24"/>
          <w:lang w:eastAsia="cs-CZ"/>
        </w:rPr>
        <w:t xml:space="preserve"> po každém následná </w:t>
      </w:r>
      <w:r w:rsidR="00C47768" w:rsidRPr="00766FBE">
        <w:rPr>
          <w:rFonts w:ascii="Calibri" w:eastAsia="Times New Roman" w:hAnsi="Calibri" w:cs="Calibri"/>
          <w:szCs w:val="24"/>
          <w:lang w:eastAsia="cs-CZ"/>
        </w:rPr>
        <w:t xml:space="preserve">desinfekce </w:t>
      </w:r>
    </w:p>
    <w:p w14:paraId="57322EF1" w14:textId="6A00E2C9" w:rsidR="00C47768" w:rsidRPr="00DF7155" w:rsidRDefault="00C47768" w:rsidP="00766FBE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sz w:val="10"/>
          <w:szCs w:val="24"/>
          <w:lang w:eastAsia="cs-CZ"/>
        </w:rPr>
      </w:pPr>
      <w:r w:rsidRPr="00766FBE">
        <w:rPr>
          <w:rFonts w:ascii="Calibri" w:eastAsia="Calibri" w:hAnsi="Calibri" w:cs="Calibri"/>
          <w:sz w:val="24"/>
          <w:szCs w:val="24"/>
          <w:lang w:eastAsia="cs-CZ"/>
        </w:rPr>
        <w:t>jídlo</w:t>
      </w:r>
      <w:r w:rsidR="00D206C9" w:rsidRPr="00766FBE">
        <w:rPr>
          <w:rFonts w:ascii="Calibri" w:eastAsia="Calibri" w:hAnsi="Calibri" w:cs="Calibri"/>
          <w:lang w:eastAsia="cs-CZ"/>
        </w:rPr>
        <w:t xml:space="preserve"> bude servírováno, bez sebeobsluhy, d</w:t>
      </w:r>
      <w:r w:rsidRPr="00766FBE">
        <w:rPr>
          <w:rFonts w:ascii="Calibri" w:eastAsia="Calibri" w:hAnsi="Calibri" w:cs="Calibri"/>
          <w:lang w:eastAsia="cs-CZ"/>
        </w:rPr>
        <w:t>ěti budou sedět v bezpečné vzdálenosti od sebe</w:t>
      </w:r>
    </w:p>
    <w:p w14:paraId="3F092F42" w14:textId="25C89065" w:rsidR="00DF7155" w:rsidRPr="00DF7155" w:rsidRDefault="00DF7155" w:rsidP="00766FBE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sz w:val="10"/>
          <w:szCs w:val="24"/>
          <w:lang w:eastAsia="cs-CZ"/>
        </w:rPr>
      </w:pPr>
      <w:r>
        <w:rPr>
          <w:rFonts w:ascii="Calibri" w:eastAsia="Calibri" w:hAnsi="Calibri" w:cs="Calibri"/>
          <w:lang w:eastAsia="cs-CZ"/>
        </w:rPr>
        <w:t xml:space="preserve">dodržování pitného režimu dle potřeby dětí, skleničky budou ihned po použití desinfikovány </w:t>
      </w:r>
    </w:p>
    <w:p w14:paraId="4FD9EDC3" w14:textId="6EB050F0" w:rsidR="00DF7155" w:rsidRPr="00DF7155" w:rsidRDefault="00DF7155" w:rsidP="00DF7155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cs-CZ"/>
        </w:rPr>
      </w:pPr>
    </w:p>
    <w:p w14:paraId="27F9645E" w14:textId="2EA82344" w:rsidR="002A43C6" w:rsidRPr="00D206C9" w:rsidRDefault="002A43C6" w:rsidP="00B87D64">
      <w:pPr>
        <w:numPr>
          <w:ilvl w:val="0"/>
          <w:numId w:val="8"/>
        </w:numPr>
        <w:spacing w:after="0" w:line="240" w:lineRule="auto"/>
        <w:ind w:left="284" w:hanging="284"/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</w:pPr>
      <w:r w:rsidRPr="00D206C9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Hygienické požadavky:</w:t>
      </w:r>
    </w:p>
    <w:p w14:paraId="72388961" w14:textId="6D7F39BC" w:rsidR="00C47768" w:rsidRPr="00F669B2" w:rsidRDefault="00C47768" w:rsidP="0040651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F669B2">
        <w:rPr>
          <w:rFonts w:ascii="Calibri" w:eastAsia="Calibri" w:hAnsi="Calibri" w:cs="Calibri"/>
          <w:bCs/>
          <w:lang w:eastAsia="cs-CZ"/>
        </w:rPr>
        <w:t>úklid a de</w:t>
      </w:r>
      <w:r w:rsidRPr="00F669B2">
        <w:rPr>
          <w:rFonts w:ascii="Calibri" w:eastAsia="Calibri" w:hAnsi="Calibri" w:cs="Calibri"/>
          <w:lang w:eastAsia="cs-CZ"/>
        </w:rPr>
        <w:t>zinfekc</w:t>
      </w:r>
      <w:r w:rsidR="002A43C6" w:rsidRPr="00F669B2">
        <w:rPr>
          <w:rFonts w:ascii="Calibri" w:eastAsia="Calibri" w:hAnsi="Calibri" w:cs="Calibri"/>
          <w:lang w:eastAsia="cs-CZ"/>
        </w:rPr>
        <w:t>e</w:t>
      </w:r>
      <w:r w:rsidRPr="00F669B2">
        <w:rPr>
          <w:rFonts w:ascii="Calibri" w:eastAsia="Calibri" w:hAnsi="Calibri" w:cs="Calibri"/>
          <w:lang w:eastAsia="cs-CZ"/>
        </w:rPr>
        <w:t xml:space="preserve"> </w:t>
      </w:r>
      <w:r w:rsidR="002A43C6" w:rsidRPr="00F669B2">
        <w:rPr>
          <w:rFonts w:ascii="Calibri" w:eastAsia="Calibri" w:hAnsi="Calibri" w:cs="Calibri"/>
          <w:lang w:eastAsia="cs-CZ"/>
        </w:rPr>
        <w:t xml:space="preserve">povrchů a frekventovaných míst v průběhu celého dne </w:t>
      </w:r>
    </w:p>
    <w:p w14:paraId="2A53D586" w14:textId="1101937F" w:rsidR="00C47768" w:rsidRPr="00F669B2" w:rsidRDefault="00C47768" w:rsidP="0040651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F669B2">
        <w:rPr>
          <w:rFonts w:ascii="Calibri" w:eastAsia="Calibri" w:hAnsi="Calibri" w:cs="Calibri"/>
          <w:lang w:eastAsia="cs-CZ"/>
        </w:rPr>
        <w:t xml:space="preserve">po </w:t>
      </w:r>
      <w:r w:rsidR="002A43C6" w:rsidRPr="00F669B2">
        <w:rPr>
          <w:rFonts w:ascii="Calibri" w:eastAsia="Calibri" w:hAnsi="Calibri" w:cs="Calibri"/>
          <w:lang w:eastAsia="cs-CZ"/>
        </w:rPr>
        <w:t xml:space="preserve">odchodu dětí </w:t>
      </w:r>
      <w:r w:rsidRPr="00F669B2">
        <w:rPr>
          <w:rFonts w:ascii="Calibri" w:eastAsia="Calibri" w:hAnsi="Calibri" w:cs="Calibri"/>
          <w:b/>
          <w:lang w:eastAsia="cs-CZ"/>
        </w:rPr>
        <w:t>kompletní dezinfekce</w:t>
      </w:r>
      <w:r w:rsidRPr="00F669B2">
        <w:rPr>
          <w:rFonts w:ascii="Calibri" w:eastAsia="Calibri" w:hAnsi="Calibri" w:cs="Calibri"/>
          <w:lang w:eastAsia="cs-CZ"/>
        </w:rPr>
        <w:t xml:space="preserve"> tříd, </w:t>
      </w:r>
      <w:r w:rsidR="002A43C6" w:rsidRPr="00F669B2">
        <w:rPr>
          <w:rFonts w:ascii="Calibri" w:eastAsia="Calibri" w:hAnsi="Calibri" w:cs="Calibri"/>
          <w:lang w:eastAsia="cs-CZ"/>
        </w:rPr>
        <w:t>hraček a jiných p</w:t>
      </w:r>
      <w:r w:rsidRPr="00F669B2">
        <w:rPr>
          <w:rFonts w:ascii="Calibri" w:eastAsia="Calibri" w:hAnsi="Calibri" w:cs="Calibri"/>
          <w:lang w:eastAsia="cs-CZ"/>
        </w:rPr>
        <w:t>ředmět</w:t>
      </w:r>
      <w:r w:rsidR="002A43C6" w:rsidRPr="00F669B2">
        <w:rPr>
          <w:rFonts w:ascii="Calibri" w:eastAsia="Calibri" w:hAnsi="Calibri" w:cs="Calibri"/>
          <w:lang w:eastAsia="cs-CZ"/>
        </w:rPr>
        <w:t>ů</w:t>
      </w:r>
      <w:r w:rsidRPr="00F669B2">
        <w:rPr>
          <w:rFonts w:ascii="Calibri" w:eastAsia="Calibri" w:hAnsi="Calibri" w:cs="Calibri"/>
          <w:lang w:eastAsia="cs-CZ"/>
        </w:rPr>
        <w:t xml:space="preserve"> sloužící dětem</w:t>
      </w:r>
    </w:p>
    <w:p w14:paraId="6D334853" w14:textId="7981542A" w:rsidR="00C47768" w:rsidRPr="00F669B2" w:rsidRDefault="00C47768" w:rsidP="0040651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F669B2">
        <w:rPr>
          <w:rFonts w:ascii="Calibri" w:eastAsia="Calibri" w:hAnsi="Calibri" w:cs="Calibri"/>
          <w:lang w:eastAsia="cs-CZ"/>
        </w:rPr>
        <w:t xml:space="preserve">při manipulaci s dětskou rouškou nebo jiné dopomoci dítěti </w:t>
      </w:r>
      <w:r w:rsidR="002A43C6" w:rsidRPr="00F669B2">
        <w:rPr>
          <w:rFonts w:ascii="Calibri" w:eastAsia="Calibri" w:hAnsi="Calibri" w:cs="Calibri"/>
          <w:lang w:eastAsia="cs-CZ"/>
        </w:rPr>
        <w:t>budou používány jedno</w:t>
      </w:r>
      <w:r w:rsidRPr="00F669B2">
        <w:rPr>
          <w:rFonts w:ascii="Calibri" w:eastAsia="Calibri" w:hAnsi="Calibri" w:cs="Calibri"/>
          <w:lang w:eastAsia="cs-CZ"/>
        </w:rPr>
        <w:t>rázov</w:t>
      </w:r>
      <w:r w:rsidR="002A43C6" w:rsidRPr="00F669B2">
        <w:rPr>
          <w:rFonts w:ascii="Calibri" w:eastAsia="Calibri" w:hAnsi="Calibri" w:cs="Calibri"/>
          <w:lang w:eastAsia="cs-CZ"/>
        </w:rPr>
        <w:t xml:space="preserve">é ochranné </w:t>
      </w:r>
      <w:r w:rsidR="00317688" w:rsidRPr="00F669B2">
        <w:rPr>
          <w:rFonts w:ascii="Calibri" w:eastAsia="Calibri" w:hAnsi="Calibri" w:cs="Calibri"/>
          <w:lang w:eastAsia="cs-CZ"/>
        </w:rPr>
        <w:t>rukavice</w:t>
      </w:r>
    </w:p>
    <w:p w14:paraId="0ABA4735" w14:textId="4405442F" w:rsidR="00B87D64" w:rsidRPr="00F669B2" w:rsidRDefault="00B87D64" w:rsidP="0040651F">
      <w:pPr>
        <w:pStyle w:val="Normlnweb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669B2">
        <w:rPr>
          <w:rFonts w:asciiTheme="minorHAnsi" w:hAnsiTheme="minorHAnsi" w:cstheme="minorHAnsi"/>
          <w:color w:val="000000"/>
          <w:sz w:val="22"/>
          <w:szCs w:val="22"/>
        </w:rPr>
        <w:t>manipulace se vzniklými odpady a jejich likvidace – pevné odpadky budou ukládány do        uzavřených nádob, umožňujících snadnou sanitaci, nebo do jednorázových plastových obalů. Obaly z plastů budou ukládány zvlášť a zneškodňovány denně odpovídajícím způsobem</w:t>
      </w:r>
    </w:p>
    <w:p w14:paraId="7792CDA2" w14:textId="77777777" w:rsidR="00C47768" w:rsidRPr="00F669B2" w:rsidRDefault="00C47768" w:rsidP="0040651F">
      <w:p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lang w:eastAsia="cs-CZ"/>
        </w:rPr>
      </w:pPr>
    </w:p>
    <w:p w14:paraId="0510CEEF" w14:textId="77777777" w:rsidR="0040651F" w:rsidRPr="0040651F" w:rsidRDefault="0040651F" w:rsidP="0040651F">
      <w:pPr>
        <w:pStyle w:val="Normlnweb"/>
        <w:numPr>
          <w:ilvl w:val="0"/>
          <w:numId w:val="8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40651F">
        <w:rPr>
          <w:rFonts w:asciiTheme="minorHAnsi" w:hAnsiTheme="minorHAnsi" w:cstheme="minorHAnsi"/>
          <w:b/>
          <w:bCs/>
          <w:color w:val="000000"/>
          <w:u w:val="single"/>
        </w:rPr>
        <w:t>Postup při podezření na možné příznaky COVID-19</w:t>
      </w:r>
    </w:p>
    <w:p w14:paraId="70DF59C6" w14:textId="244ADCFE" w:rsidR="0040651F" w:rsidRPr="00F669B2" w:rsidRDefault="0040651F" w:rsidP="0040651F">
      <w:pPr>
        <w:pStyle w:val="Normln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F669B2">
        <w:rPr>
          <w:rFonts w:asciiTheme="minorHAnsi" w:hAnsiTheme="minorHAnsi" w:cstheme="minorHAnsi"/>
          <w:color w:val="000000"/>
          <w:sz w:val="22"/>
          <w:szCs w:val="22"/>
        </w:rPr>
        <w:t>nikdo s příznaky infekce dýchacích cest, které by mohly odpovídat známým příznakům COVID-19 (zvýšená tělesná teplota, kašel, náhlá ztráta chuti a čichu, jiný příznak akutní infekce dýchacích cest) nesmí do školy vstoupit</w:t>
      </w:r>
    </w:p>
    <w:p w14:paraId="6CB97E52" w14:textId="77777777" w:rsidR="004076E6" w:rsidRPr="004076E6" w:rsidRDefault="0040651F" w:rsidP="004076E6">
      <w:pPr>
        <w:pStyle w:val="Normln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4076E6">
        <w:rPr>
          <w:rFonts w:asciiTheme="minorHAnsi" w:hAnsiTheme="minorHAnsi" w:cstheme="minorHAnsi"/>
          <w:color w:val="000000"/>
          <w:sz w:val="22"/>
          <w:szCs w:val="22"/>
        </w:rPr>
        <w:t>pokud dítě vykazuje některý z možných příznaků COVID-19, bude umístěno do samostatné místnosti a učitel</w:t>
      </w:r>
      <w:r w:rsidR="00317688" w:rsidRPr="004076E6">
        <w:rPr>
          <w:rFonts w:asciiTheme="minorHAnsi" w:hAnsiTheme="minorHAnsi" w:cstheme="minorHAnsi"/>
          <w:color w:val="000000"/>
          <w:sz w:val="22"/>
          <w:szCs w:val="22"/>
        </w:rPr>
        <w:t>ky</w:t>
      </w:r>
      <w:r w:rsidRPr="004076E6">
        <w:rPr>
          <w:rFonts w:asciiTheme="minorHAnsi" w:hAnsiTheme="minorHAnsi" w:cstheme="minorHAnsi"/>
          <w:color w:val="000000"/>
          <w:sz w:val="22"/>
          <w:szCs w:val="22"/>
        </w:rPr>
        <w:t xml:space="preserve"> budou kontaktovat zákonné zástupce s ohledem na okamžité vyzvednutí dítěte, o podezření se informuje spádová hygienická stanice</w:t>
      </w:r>
      <w:r w:rsidR="004076E6" w:rsidRPr="004076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383EE8D" w14:textId="7F83E76F" w:rsidR="0040651F" w:rsidRPr="004076E6" w:rsidRDefault="004076E6" w:rsidP="004076E6">
      <w:pPr>
        <w:pStyle w:val="Normlnweb"/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40651F" w:rsidRPr="004076E6">
        <w:rPr>
          <w:rFonts w:asciiTheme="minorHAnsi" w:hAnsiTheme="minorHAnsi" w:cstheme="minorHAnsi"/>
          <w:color w:val="000000"/>
          <w:sz w:val="22"/>
          <w:szCs w:val="22"/>
        </w:rPr>
        <w:t>statní děti budou umístěny do jiné místnosti nebo venku s povinným nošením roušky, dokud nebude známý zdravotní stav indisponovaného dítěte</w:t>
      </w:r>
    </w:p>
    <w:p w14:paraId="3763672C" w14:textId="3DD72130" w:rsidR="0040651F" w:rsidRPr="004076E6" w:rsidRDefault="0040651F" w:rsidP="0040651F">
      <w:pPr>
        <w:pStyle w:val="Normlnweb"/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F669B2">
        <w:rPr>
          <w:rFonts w:asciiTheme="minorHAnsi" w:hAnsiTheme="minorHAnsi" w:cstheme="minorHAnsi"/>
          <w:color w:val="000000"/>
          <w:sz w:val="22"/>
          <w:szCs w:val="22"/>
        </w:rPr>
        <w:t>pokud se u zaměstnance mateřské školy příznaky objeví v průběhu práce, školu opustí v nejkratším možném čase s použitím roušky a požadovaného odstupu Děti pak budou umístěny v jiné místnosti nebo venku s povinným nošením roušky, dokud není známý zdravotní stav indisponovaného zaměstnance školy</w:t>
      </w:r>
    </w:p>
    <w:p w14:paraId="012116D1" w14:textId="32BC05E9" w:rsidR="004076E6" w:rsidRPr="004076E6" w:rsidRDefault="004076E6" w:rsidP="0040651F">
      <w:pPr>
        <w:pStyle w:val="Normlnweb"/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pokud bude u kohokoliv z účastníků </w:t>
      </w:r>
      <w:r w:rsidR="00F03EBA">
        <w:rPr>
          <w:rFonts w:asciiTheme="minorHAnsi" w:hAnsiTheme="minorHAnsi" w:cstheme="minorHAnsi"/>
          <w:color w:val="000000"/>
          <w:sz w:val="22"/>
          <w:szCs w:val="22"/>
        </w:rPr>
        <w:t xml:space="preserve">vzdělávání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potvrzena nákaza Covid-19, </w:t>
      </w:r>
      <w:r w:rsidR="00F03EBA">
        <w:rPr>
          <w:rFonts w:asciiTheme="minorHAnsi" w:hAnsiTheme="minorHAnsi" w:cstheme="minorHAnsi"/>
          <w:color w:val="000000"/>
          <w:sz w:val="22"/>
          <w:szCs w:val="22"/>
        </w:rPr>
        <w:t xml:space="preserve">bude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další </w:t>
      </w:r>
      <w:r w:rsidR="00F03EBA">
        <w:rPr>
          <w:rFonts w:asciiTheme="minorHAnsi" w:hAnsiTheme="minorHAnsi" w:cstheme="minorHAnsi"/>
          <w:color w:val="000000"/>
          <w:sz w:val="22"/>
          <w:szCs w:val="22"/>
        </w:rPr>
        <w:t>postup,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týkající se </w:t>
      </w:r>
      <w:r w:rsidR="00F03EBA">
        <w:rPr>
          <w:rFonts w:asciiTheme="minorHAnsi" w:hAnsiTheme="minorHAnsi" w:cstheme="minorHAnsi"/>
          <w:color w:val="000000"/>
          <w:sz w:val="22"/>
          <w:szCs w:val="22"/>
        </w:rPr>
        <w:t xml:space="preserve">případné </w:t>
      </w:r>
      <w:r>
        <w:rPr>
          <w:rFonts w:asciiTheme="minorHAnsi" w:hAnsiTheme="minorHAnsi" w:cstheme="minorHAnsi"/>
          <w:color w:val="000000"/>
          <w:sz w:val="22"/>
          <w:szCs w:val="22"/>
        </w:rPr>
        <w:t>karantény dotčených osob</w:t>
      </w:r>
      <w:r w:rsidR="00F03EBA">
        <w:rPr>
          <w:rFonts w:asciiTheme="minorHAnsi" w:hAnsiTheme="minorHAnsi" w:cstheme="minorHAnsi"/>
          <w:color w:val="000000"/>
          <w:sz w:val="22"/>
          <w:szCs w:val="22"/>
        </w:rPr>
        <w:t xml:space="preserve"> konzultován s Krajskou hygienickou stanicí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2324F670" w14:textId="723B8F1D" w:rsidR="00DF7155" w:rsidRPr="004076E6" w:rsidRDefault="004076E6" w:rsidP="000C217B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4076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C1994FE" w14:textId="2B672E04" w:rsidR="000C217B" w:rsidRPr="000C217B" w:rsidRDefault="000C217B" w:rsidP="000C217B">
      <w:pPr>
        <w:pStyle w:val="Odstavecseseznamem"/>
        <w:numPr>
          <w:ilvl w:val="0"/>
          <w:numId w:val="8"/>
        </w:numPr>
        <w:spacing w:after="0"/>
        <w:ind w:left="284" w:hanging="284"/>
        <w:rPr>
          <w:rFonts w:cstheme="minorHAnsi"/>
          <w:b/>
          <w:bCs/>
          <w:u w:val="single"/>
        </w:rPr>
      </w:pPr>
      <w:r w:rsidRPr="000C217B">
        <w:rPr>
          <w:rFonts w:cstheme="minorHAnsi"/>
          <w:b/>
          <w:bCs/>
          <w:u w:val="single"/>
        </w:rPr>
        <w:t>V případě, že dítě patří do rizikové skupiny</w:t>
      </w:r>
    </w:p>
    <w:p w14:paraId="087D4D88" w14:textId="023B4E53" w:rsidR="000C217B" w:rsidRPr="000C217B" w:rsidRDefault="000C217B" w:rsidP="00324DE4">
      <w:pPr>
        <w:spacing w:after="0"/>
        <w:jc w:val="both"/>
        <w:rPr>
          <w:rFonts w:cstheme="minorHAnsi"/>
        </w:rPr>
      </w:pPr>
      <w:r w:rsidRPr="000C217B">
        <w:rPr>
          <w:rFonts w:cstheme="minorHAnsi"/>
        </w:rPr>
        <w:t>Do rizikové skupiny patří dítě, které osobně naplňuje alespoň jeden bod nebo pokud některý z</w:t>
      </w:r>
      <w:r w:rsidR="00324DE4">
        <w:rPr>
          <w:rFonts w:cstheme="minorHAnsi"/>
        </w:rPr>
        <w:t xml:space="preserve"> </w:t>
      </w:r>
      <w:r w:rsidRPr="000C217B">
        <w:rPr>
          <w:rFonts w:cstheme="minorHAnsi"/>
        </w:rPr>
        <w:t>bodů naplňuje jakákoliv osoba, která s ním žije ve společné domácnosti.</w:t>
      </w:r>
    </w:p>
    <w:p w14:paraId="05C48E30" w14:textId="77777777" w:rsidR="00DF7155" w:rsidRDefault="00DF7155" w:rsidP="000C217B">
      <w:pPr>
        <w:spacing w:after="0"/>
        <w:rPr>
          <w:rFonts w:cstheme="minorHAnsi"/>
        </w:rPr>
      </w:pPr>
    </w:p>
    <w:p w14:paraId="55BC867D" w14:textId="07416B10" w:rsidR="000C217B" w:rsidRPr="000C217B" w:rsidRDefault="000C217B" w:rsidP="00DF7155">
      <w:pPr>
        <w:spacing w:after="0"/>
        <w:jc w:val="both"/>
        <w:rPr>
          <w:rFonts w:cstheme="minorHAnsi"/>
        </w:rPr>
      </w:pPr>
      <w:r w:rsidRPr="000C217B">
        <w:rPr>
          <w:rFonts w:cstheme="minorHAnsi"/>
        </w:rPr>
        <w:lastRenderedPageBreak/>
        <w:t xml:space="preserve">Zákonní zástupci jsou povinni zvážit tyto rizikové </w:t>
      </w:r>
      <w:r w:rsidR="00F03EBA" w:rsidRPr="000C217B">
        <w:rPr>
          <w:rFonts w:cstheme="minorHAnsi"/>
        </w:rPr>
        <w:t>faktory</w:t>
      </w:r>
      <w:r w:rsidR="00090B03">
        <w:rPr>
          <w:rFonts w:cstheme="minorHAnsi"/>
        </w:rPr>
        <w:t xml:space="preserve"> </w:t>
      </w:r>
      <w:r w:rsidRPr="000C217B">
        <w:rPr>
          <w:rFonts w:cstheme="minorHAnsi"/>
        </w:rPr>
        <w:t>a rozhod</w:t>
      </w:r>
      <w:r w:rsidR="00F03EBA">
        <w:rPr>
          <w:rFonts w:cstheme="minorHAnsi"/>
        </w:rPr>
        <w:t>nout</w:t>
      </w:r>
      <w:r w:rsidRPr="000C217B">
        <w:rPr>
          <w:rFonts w:cstheme="minorHAnsi"/>
        </w:rPr>
        <w:t xml:space="preserve"> o účasti dítěte v mateřské škol</w:t>
      </w:r>
      <w:r w:rsidR="00324DE4">
        <w:rPr>
          <w:rFonts w:cstheme="minorHAnsi"/>
        </w:rPr>
        <w:t>e</w:t>
      </w:r>
      <w:r w:rsidRPr="000C217B">
        <w:rPr>
          <w:rFonts w:cstheme="minorHAnsi"/>
        </w:rPr>
        <w:t xml:space="preserve"> s tímto vědomím.</w:t>
      </w:r>
      <w:r w:rsidR="00324DE4">
        <w:rPr>
          <w:rFonts w:cstheme="minorHAnsi"/>
        </w:rPr>
        <w:t xml:space="preserve"> </w:t>
      </w:r>
      <w:r w:rsidRPr="000C217B">
        <w:rPr>
          <w:rFonts w:cstheme="minorHAnsi"/>
        </w:rPr>
        <w:t>Při prvním vstupu do školy předkládá zákonný zástupce dítěte tato prohlášení, která je možné</w:t>
      </w:r>
      <w:r w:rsidR="00324DE4">
        <w:rPr>
          <w:rFonts w:cstheme="minorHAnsi"/>
        </w:rPr>
        <w:t xml:space="preserve"> </w:t>
      </w:r>
      <w:r w:rsidRPr="000C217B">
        <w:rPr>
          <w:rFonts w:cstheme="minorHAnsi"/>
        </w:rPr>
        <w:t xml:space="preserve">podepsat </w:t>
      </w:r>
      <w:r w:rsidR="00324DE4">
        <w:rPr>
          <w:rFonts w:cstheme="minorHAnsi"/>
        </w:rPr>
        <w:t>také v MŠ:</w:t>
      </w:r>
    </w:p>
    <w:p w14:paraId="3C80492B" w14:textId="405AE45A" w:rsidR="000C217B" w:rsidRPr="00F12C1F" w:rsidRDefault="000C217B" w:rsidP="00F12C1F">
      <w:pPr>
        <w:pStyle w:val="Odstavecseseznamem"/>
        <w:numPr>
          <w:ilvl w:val="0"/>
          <w:numId w:val="17"/>
        </w:numPr>
        <w:spacing w:after="0"/>
        <w:ind w:left="284" w:hanging="284"/>
        <w:jc w:val="both"/>
        <w:rPr>
          <w:rFonts w:cstheme="minorHAnsi"/>
        </w:rPr>
      </w:pPr>
      <w:r w:rsidRPr="00F12C1F">
        <w:rPr>
          <w:rFonts w:cstheme="minorHAnsi"/>
        </w:rPr>
        <w:t xml:space="preserve">písemné seznámení s vymezením rizikových skupin stanovených </w:t>
      </w:r>
      <w:r w:rsidR="00F12C1F" w:rsidRPr="00F12C1F">
        <w:rPr>
          <w:rFonts w:cstheme="minorHAnsi"/>
        </w:rPr>
        <w:t>ministerstvem</w:t>
      </w:r>
    </w:p>
    <w:p w14:paraId="2083D5B5" w14:textId="77777777" w:rsidR="000C217B" w:rsidRPr="00F12C1F" w:rsidRDefault="000C217B" w:rsidP="00F12C1F">
      <w:pPr>
        <w:pStyle w:val="Odstavecseseznamem"/>
        <w:spacing w:after="0"/>
        <w:ind w:left="284"/>
        <w:jc w:val="both"/>
        <w:rPr>
          <w:rFonts w:cstheme="minorHAnsi"/>
        </w:rPr>
      </w:pPr>
      <w:r w:rsidRPr="00F12C1F">
        <w:rPr>
          <w:rFonts w:cstheme="minorHAnsi"/>
        </w:rPr>
        <w:t>zdravotnictví</w:t>
      </w:r>
    </w:p>
    <w:p w14:paraId="2B854BDF" w14:textId="01792E6C" w:rsidR="000C217B" w:rsidRPr="00324DE4" w:rsidRDefault="000C217B" w:rsidP="00671C52">
      <w:pPr>
        <w:pStyle w:val="Odstavecseseznamem"/>
        <w:numPr>
          <w:ilvl w:val="0"/>
          <w:numId w:val="17"/>
        </w:numPr>
        <w:spacing w:after="0"/>
        <w:ind w:left="284" w:hanging="284"/>
        <w:jc w:val="both"/>
        <w:rPr>
          <w:rFonts w:cstheme="minorHAnsi"/>
        </w:rPr>
      </w:pPr>
      <w:r w:rsidRPr="00324DE4">
        <w:rPr>
          <w:rFonts w:cstheme="minorHAnsi"/>
        </w:rPr>
        <w:t>písemné čestné prohlášení o neexistenci příznaků virového infekčního onemocnění (např.</w:t>
      </w:r>
      <w:r w:rsidR="00324DE4" w:rsidRPr="00324DE4">
        <w:rPr>
          <w:rFonts w:cstheme="minorHAnsi"/>
        </w:rPr>
        <w:t xml:space="preserve"> </w:t>
      </w:r>
      <w:r w:rsidRPr="00324DE4">
        <w:rPr>
          <w:rFonts w:cstheme="minorHAnsi"/>
        </w:rPr>
        <w:t>horečka, kašel, dušnost, náhlá ztráta chuti a čichu apod.)</w:t>
      </w:r>
    </w:p>
    <w:p w14:paraId="57BE598B" w14:textId="0CDA3769" w:rsidR="00F12C1F" w:rsidRDefault="00F12C1F" w:rsidP="00324DE4">
      <w:pPr>
        <w:pStyle w:val="Odstavecseseznamem"/>
        <w:numPr>
          <w:ilvl w:val="0"/>
          <w:numId w:val="17"/>
        </w:num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písemné seznámení s Provozním řádem </w:t>
      </w:r>
      <w:r w:rsidR="003008FD">
        <w:rPr>
          <w:rFonts w:cstheme="minorHAnsi"/>
        </w:rPr>
        <w:t>s platností od 25.5.-30. 6. 2020</w:t>
      </w:r>
    </w:p>
    <w:p w14:paraId="27C6EF96" w14:textId="77777777" w:rsidR="00F12C1F" w:rsidRPr="00F12C1F" w:rsidRDefault="00F12C1F" w:rsidP="00F12C1F">
      <w:pPr>
        <w:pStyle w:val="Odstavecseseznamem"/>
        <w:spacing w:after="0"/>
        <w:ind w:left="284"/>
        <w:jc w:val="both"/>
        <w:rPr>
          <w:rFonts w:cstheme="minorHAnsi"/>
        </w:rPr>
      </w:pPr>
    </w:p>
    <w:p w14:paraId="24EB4F97" w14:textId="3681A2A8" w:rsidR="000C217B" w:rsidRPr="0040651F" w:rsidRDefault="000C217B" w:rsidP="00DF7155">
      <w:pPr>
        <w:spacing w:after="0"/>
        <w:jc w:val="both"/>
        <w:rPr>
          <w:rFonts w:cstheme="minorHAnsi"/>
        </w:rPr>
      </w:pPr>
      <w:r w:rsidRPr="000C217B">
        <w:rPr>
          <w:rFonts w:cstheme="minorHAnsi"/>
        </w:rPr>
        <w:t>O této povinnosti byli zákonní zástupci ředitelem školy předem informováni v rámci sdělení</w:t>
      </w:r>
      <w:r w:rsidR="00324DE4">
        <w:rPr>
          <w:rFonts w:cstheme="minorHAnsi"/>
        </w:rPr>
        <w:t xml:space="preserve"> </w:t>
      </w:r>
      <w:r w:rsidRPr="000C217B">
        <w:rPr>
          <w:rFonts w:cstheme="minorHAnsi"/>
        </w:rPr>
        <w:t>informace o obnovení provozu školy a jejích podmínkách. Pokud zákonný zástupce tyto</w:t>
      </w:r>
      <w:r w:rsidR="00324DE4">
        <w:rPr>
          <w:rFonts w:cstheme="minorHAnsi"/>
        </w:rPr>
        <w:t xml:space="preserve"> </w:t>
      </w:r>
      <w:r w:rsidRPr="000C217B">
        <w:rPr>
          <w:rFonts w:cstheme="minorHAnsi"/>
        </w:rPr>
        <w:t>dokumenty nepodepíše, nebude vstup dítěti do mateřské škol</w:t>
      </w:r>
      <w:r w:rsidR="00324DE4">
        <w:rPr>
          <w:rFonts w:cstheme="minorHAnsi"/>
        </w:rPr>
        <w:t>y</w:t>
      </w:r>
      <w:r w:rsidRPr="000C217B">
        <w:rPr>
          <w:rFonts w:cstheme="minorHAnsi"/>
        </w:rPr>
        <w:t xml:space="preserve"> umožněn.</w:t>
      </w:r>
    </w:p>
    <w:p w14:paraId="102DEAF0" w14:textId="77777777" w:rsidR="000C217B" w:rsidRPr="0040651F" w:rsidRDefault="000C217B" w:rsidP="000C217B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u w:val="single"/>
        </w:rPr>
      </w:pPr>
    </w:p>
    <w:p w14:paraId="6CE8E326" w14:textId="40E868F2" w:rsidR="00317688" w:rsidRPr="00B409D4" w:rsidRDefault="00317688" w:rsidP="00BF3137">
      <w:pPr>
        <w:pStyle w:val="Odstavecseseznamem"/>
        <w:numPr>
          <w:ilvl w:val="0"/>
          <w:numId w:val="8"/>
        </w:numPr>
        <w:spacing w:line="240" w:lineRule="auto"/>
        <w:ind w:left="284" w:hanging="284"/>
        <w:jc w:val="both"/>
        <w:textAlignment w:val="baseline"/>
        <w:rPr>
          <w:rFonts w:eastAsia="Times New Roman" w:cstheme="minorHAnsi"/>
          <w:b/>
          <w:bCs/>
          <w:color w:val="000000"/>
          <w:u w:val="single"/>
          <w:lang w:eastAsia="cs-CZ"/>
        </w:rPr>
      </w:pPr>
      <w:r w:rsidRPr="00B409D4">
        <w:rPr>
          <w:rFonts w:eastAsia="Times New Roman" w:cstheme="minorHAnsi"/>
          <w:b/>
          <w:bCs/>
          <w:color w:val="000000"/>
          <w:u w:val="single"/>
          <w:lang w:eastAsia="cs-CZ"/>
        </w:rPr>
        <w:t>Další ustanovení</w:t>
      </w:r>
    </w:p>
    <w:p w14:paraId="01C15C96" w14:textId="36761F85" w:rsidR="00317688" w:rsidRPr="00B409D4" w:rsidRDefault="00317688" w:rsidP="00317688">
      <w:pPr>
        <w:spacing w:line="240" w:lineRule="auto"/>
        <w:jc w:val="both"/>
        <w:rPr>
          <w:rFonts w:eastAsia="Times New Roman" w:cstheme="minorHAnsi"/>
          <w:lang w:eastAsia="cs-CZ"/>
        </w:rPr>
      </w:pPr>
      <w:r w:rsidRPr="00B409D4">
        <w:rPr>
          <w:rFonts w:eastAsia="Times New Roman" w:cstheme="minorHAnsi"/>
          <w:color w:val="000000"/>
          <w:lang w:eastAsia="cs-CZ"/>
        </w:rPr>
        <w:t>Provozní řád trvale nenahrazuje stávající školní, provozní a evakuační řády, podle kterých se řeší mimořádné situace.</w:t>
      </w:r>
    </w:p>
    <w:p w14:paraId="73CF4300" w14:textId="3EADFB00" w:rsidR="00317688" w:rsidRPr="00B409D4" w:rsidRDefault="00317688" w:rsidP="0031768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B409D4">
        <w:rPr>
          <w:rFonts w:eastAsia="Times New Roman" w:cstheme="minorHAnsi"/>
          <w:color w:val="000000"/>
          <w:lang w:eastAsia="cs-CZ"/>
        </w:rPr>
        <w:t>Platnost Provozního řádu je omezena na dobu od 25.5.2020 do 31.8.2020.</w:t>
      </w:r>
    </w:p>
    <w:p w14:paraId="2D34C3EA" w14:textId="67C0A8FC" w:rsidR="00BF3137" w:rsidRPr="00B409D4" w:rsidRDefault="00317688" w:rsidP="00317688">
      <w:pPr>
        <w:spacing w:after="240" w:line="240" w:lineRule="auto"/>
        <w:rPr>
          <w:rFonts w:eastAsia="Times New Roman" w:cstheme="minorHAnsi"/>
          <w:lang w:eastAsia="cs-CZ"/>
        </w:rPr>
      </w:pPr>
      <w:r w:rsidRPr="00B409D4">
        <w:rPr>
          <w:rFonts w:eastAsia="Times New Roman" w:cstheme="minorHAnsi"/>
          <w:lang w:eastAsia="cs-CZ"/>
        </w:rPr>
        <w:br/>
      </w:r>
    </w:p>
    <w:p w14:paraId="4A79493A" w14:textId="1490EC6C" w:rsidR="00317688" w:rsidRPr="00B409D4" w:rsidRDefault="00317688" w:rsidP="0031768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B409D4">
        <w:rPr>
          <w:rFonts w:eastAsia="Times New Roman" w:cstheme="minorHAnsi"/>
          <w:color w:val="000000"/>
          <w:lang w:eastAsia="cs-CZ"/>
        </w:rPr>
        <w:t>V Plzni 14. 5. 2020</w:t>
      </w:r>
      <w:r w:rsidRPr="00B409D4">
        <w:rPr>
          <w:rFonts w:eastAsia="Times New Roman" w:cstheme="minorHAnsi"/>
          <w:color w:val="000000"/>
          <w:lang w:eastAsia="cs-CZ"/>
        </w:rPr>
        <w:tab/>
      </w:r>
      <w:r w:rsidRPr="00B409D4">
        <w:rPr>
          <w:rFonts w:eastAsia="Times New Roman" w:cstheme="minorHAnsi"/>
          <w:color w:val="000000"/>
          <w:lang w:eastAsia="cs-CZ"/>
        </w:rPr>
        <w:tab/>
      </w:r>
      <w:r w:rsidRPr="00B409D4">
        <w:rPr>
          <w:rFonts w:eastAsia="Times New Roman" w:cstheme="minorHAnsi"/>
          <w:color w:val="000000"/>
          <w:lang w:eastAsia="cs-CZ"/>
        </w:rPr>
        <w:tab/>
      </w:r>
      <w:r w:rsidRPr="00B409D4">
        <w:rPr>
          <w:rFonts w:eastAsia="Times New Roman" w:cstheme="minorHAnsi"/>
          <w:color w:val="000000"/>
          <w:lang w:eastAsia="cs-CZ"/>
        </w:rPr>
        <w:tab/>
        <w:t xml:space="preserve">                                Bc. Jiřina Kavalírová, ředitelka</w:t>
      </w:r>
    </w:p>
    <w:p w14:paraId="79F852C8" w14:textId="77777777" w:rsidR="00C47768" w:rsidRPr="00317688" w:rsidRDefault="00C47768" w:rsidP="00C47768">
      <w:pPr>
        <w:spacing w:after="0" w:line="240" w:lineRule="auto"/>
        <w:ind w:left="284" w:hanging="284"/>
        <w:rPr>
          <w:rFonts w:eastAsia="Calibri" w:cstheme="minorHAnsi"/>
          <w:b/>
          <w:szCs w:val="24"/>
          <w:lang w:eastAsia="cs-CZ"/>
        </w:rPr>
      </w:pPr>
    </w:p>
    <w:p w14:paraId="468CCCD3" w14:textId="77777777" w:rsidR="00C47768" w:rsidRPr="00317688" w:rsidRDefault="00C47768" w:rsidP="00C47768">
      <w:pPr>
        <w:spacing w:after="0" w:line="240" w:lineRule="auto"/>
        <w:ind w:left="284" w:hanging="284"/>
        <w:rPr>
          <w:rFonts w:eastAsia="Calibri" w:cstheme="minorHAnsi"/>
          <w:b/>
          <w:szCs w:val="24"/>
          <w:lang w:eastAsia="cs-CZ"/>
        </w:rPr>
      </w:pPr>
    </w:p>
    <w:p w14:paraId="229A9265" w14:textId="77777777" w:rsidR="00C47768" w:rsidRPr="00317688" w:rsidRDefault="00C47768" w:rsidP="00C47768">
      <w:pPr>
        <w:spacing w:after="0" w:line="240" w:lineRule="auto"/>
        <w:ind w:left="284" w:hanging="284"/>
        <w:rPr>
          <w:rFonts w:eastAsia="Calibri" w:cstheme="minorHAnsi"/>
          <w:b/>
          <w:szCs w:val="24"/>
          <w:lang w:eastAsia="cs-CZ"/>
        </w:rPr>
      </w:pPr>
    </w:p>
    <w:p w14:paraId="1EEEFB12" w14:textId="77777777" w:rsidR="00C47768" w:rsidRPr="0040651F" w:rsidRDefault="00C47768" w:rsidP="00C47768">
      <w:pPr>
        <w:spacing w:after="0" w:line="240" w:lineRule="auto"/>
        <w:ind w:left="284" w:hanging="284"/>
        <w:rPr>
          <w:rFonts w:eastAsia="Calibri" w:cstheme="minorHAnsi"/>
          <w:b/>
          <w:szCs w:val="24"/>
          <w:lang w:eastAsia="cs-CZ"/>
        </w:rPr>
      </w:pPr>
    </w:p>
    <w:p w14:paraId="512294DD" w14:textId="77777777" w:rsidR="00C47768" w:rsidRPr="0040651F" w:rsidRDefault="00C47768" w:rsidP="00C47768">
      <w:pPr>
        <w:spacing w:after="0" w:line="240" w:lineRule="auto"/>
        <w:rPr>
          <w:rFonts w:eastAsia="Calibri" w:cstheme="minorHAnsi"/>
          <w:b/>
          <w:szCs w:val="24"/>
          <w:lang w:eastAsia="cs-CZ"/>
        </w:rPr>
      </w:pPr>
    </w:p>
    <w:p w14:paraId="36B5CC62" w14:textId="77777777" w:rsidR="00C47768" w:rsidRPr="0040651F" w:rsidRDefault="00C47768" w:rsidP="00C47768">
      <w:pPr>
        <w:spacing w:after="0" w:line="240" w:lineRule="auto"/>
        <w:rPr>
          <w:rFonts w:eastAsia="Calibri" w:cstheme="minorHAnsi"/>
          <w:b/>
          <w:szCs w:val="24"/>
          <w:lang w:eastAsia="cs-CZ"/>
        </w:rPr>
      </w:pPr>
    </w:p>
    <w:p w14:paraId="10BE1DAA" w14:textId="4B5FD08D" w:rsidR="00CD3CDF" w:rsidRPr="0040651F" w:rsidRDefault="00CD3CDF" w:rsidP="000C217B">
      <w:pPr>
        <w:spacing w:after="0"/>
        <w:rPr>
          <w:rFonts w:cstheme="minorHAnsi"/>
        </w:rPr>
      </w:pPr>
    </w:p>
    <w:sectPr w:rsidR="00CD3CDF" w:rsidRPr="0040651F" w:rsidSect="00860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691A4" w14:textId="77777777" w:rsidR="00090B03" w:rsidRDefault="00090B03" w:rsidP="00C47768">
      <w:pPr>
        <w:spacing w:after="0" w:line="240" w:lineRule="auto"/>
      </w:pPr>
      <w:r>
        <w:separator/>
      </w:r>
    </w:p>
  </w:endnote>
  <w:endnote w:type="continuationSeparator" w:id="0">
    <w:p w14:paraId="5FEEDEDA" w14:textId="77777777" w:rsidR="00090B03" w:rsidRDefault="00090B03" w:rsidP="00C4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96A66" w14:textId="77777777" w:rsidR="00090B03" w:rsidRDefault="00090B03" w:rsidP="00C47768">
      <w:pPr>
        <w:spacing w:after="0" w:line="240" w:lineRule="auto"/>
      </w:pPr>
      <w:r>
        <w:separator/>
      </w:r>
    </w:p>
  </w:footnote>
  <w:footnote w:type="continuationSeparator" w:id="0">
    <w:p w14:paraId="3D25BB98" w14:textId="77777777" w:rsidR="00090B03" w:rsidRDefault="00090B03" w:rsidP="00C47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E508E"/>
    <w:multiLevelType w:val="hybridMultilevel"/>
    <w:tmpl w:val="17462A80"/>
    <w:lvl w:ilvl="0" w:tplc="D686701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064BC"/>
    <w:multiLevelType w:val="hybridMultilevel"/>
    <w:tmpl w:val="B24820FA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44146"/>
    <w:multiLevelType w:val="multilevel"/>
    <w:tmpl w:val="063462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F63996"/>
    <w:multiLevelType w:val="multilevel"/>
    <w:tmpl w:val="F4ECB6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71379"/>
    <w:multiLevelType w:val="hybridMultilevel"/>
    <w:tmpl w:val="6334569E"/>
    <w:lvl w:ilvl="0" w:tplc="4E2A093A">
      <w:start w:val="1"/>
      <w:numFmt w:val="decimal"/>
      <w:lvlText w:val="%1."/>
      <w:lvlJc w:val="left"/>
      <w:pPr>
        <w:ind w:left="855" w:hanging="495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9563C"/>
    <w:multiLevelType w:val="hybridMultilevel"/>
    <w:tmpl w:val="18668A50"/>
    <w:lvl w:ilvl="0" w:tplc="04050011">
      <w:start w:val="1"/>
      <w:numFmt w:val="decimal"/>
      <w:lvlText w:val="%1)"/>
      <w:lvlJc w:val="left"/>
      <w:pPr>
        <w:ind w:left="855" w:hanging="495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758C4"/>
    <w:multiLevelType w:val="hybridMultilevel"/>
    <w:tmpl w:val="4F502906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01F64"/>
    <w:multiLevelType w:val="hybridMultilevel"/>
    <w:tmpl w:val="0B1ED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0015F"/>
    <w:multiLevelType w:val="multilevel"/>
    <w:tmpl w:val="72D4B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3B644E"/>
    <w:multiLevelType w:val="hybridMultilevel"/>
    <w:tmpl w:val="7D6E68B0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A0381"/>
    <w:multiLevelType w:val="hybridMultilevel"/>
    <w:tmpl w:val="E7BE23AE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7016A"/>
    <w:multiLevelType w:val="hybridMultilevel"/>
    <w:tmpl w:val="D31EA9F2"/>
    <w:lvl w:ilvl="0" w:tplc="1EB8F5DC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6071155E"/>
    <w:multiLevelType w:val="hybridMultilevel"/>
    <w:tmpl w:val="E744E072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E2C2A"/>
    <w:multiLevelType w:val="hybridMultilevel"/>
    <w:tmpl w:val="183ABF8A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404C5"/>
    <w:multiLevelType w:val="hybridMultilevel"/>
    <w:tmpl w:val="DF78B0A6"/>
    <w:lvl w:ilvl="0" w:tplc="6A5E349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C6F09"/>
    <w:multiLevelType w:val="hybridMultilevel"/>
    <w:tmpl w:val="E9FC206E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85FFE"/>
    <w:multiLevelType w:val="hybridMultilevel"/>
    <w:tmpl w:val="D166F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0"/>
  </w:num>
  <w:num w:numId="9">
    <w:abstractNumId w:val="14"/>
  </w:num>
  <w:num w:numId="10">
    <w:abstractNumId w:val="5"/>
  </w:num>
  <w:num w:numId="11">
    <w:abstractNumId w:val="2"/>
  </w:num>
  <w:num w:numId="12">
    <w:abstractNumId w:val="3"/>
  </w:num>
  <w:num w:numId="13">
    <w:abstractNumId w:val="1"/>
  </w:num>
  <w:num w:numId="14">
    <w:abstractNumId w:val="8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16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7F5"/>
    <w:rsid w:val="00090B03"/>
    <w:rsid w:val="000C217B"/>
    <w:rsid w:val="002A43C6"/>
    <w:rsid w:val="003008FD"/>
    <w:rsid w:val="00317688"/>
    <w:rsid w:val="00324C87"/>
    <w:rsid w:val="00324DE4"/>
    <w:rsid w:val="0040651F"/>
    <w:rsid w:val="004076E6"/>
    <w:rsid w:val="00576DB9"/>
    <w:rsid w:val="006009D1"/>
    <w:rsid w:val="006C5340"/>
    <w:rsid w:val="006E4566"/>
    <w:rsid w:val="00766FBE"/>
    <w:rsid w:val="008347F5"/>
    <w:rsid w:val="00855E2D"/>
    <w:rsid w:val="00860E94"/>
    <w:rsid w:val="00906D66"/>
    <w:rsid w:val="009E181A"/>
    <w:rsid w:val="00B409D4"/>
    <w:rsid w:val="00B87D64"/>
    <w:rsid w:val="00BD5CBA"/>
    <w:rsid w:val="00BF3137"/>
    <w:rsid w:val="00C2373B"/>
    <w:rsid w:val="00C47768"/>
    <w:rsid w:val="00C72E9C"/>
    <w:rsid w:val="00CD3CDF"/>
    <w:rsid w:val="00D206C9"/>
    <w:rsid w:val="00D26854"/>
    <w:rsid w:val="00DF7155"/>
    <w:rsid w:val="00E63BB3"/>
    <w:rsid w:val="00F03EBA"/>
    <w:rsid w:val="00F12C1F"/>
    <w:rsid w:val="00F6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AD3B"/>
  <w15:chartTrackingRefBased/>
  <w15:docId w15:val="{2A4F35DF-2508-40F9-A323-4C8AB991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7768"/>
  </w:style>
  <w:style w:type="paragraph" w:styleId="Zpat">
    <w:name w:val="footer"/>
    <w:basedOn w:val="Normln"/>
    <w:link w:val="ZpatChar"/>
    <w:uiPriority w:val="99"/>
    <w:unhideWhenUsed/>
    <w:rsid w:val="00C4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768"/>
  </w:style>
  <w:style w:type="paragraph" w:styleId="Odstavecseseznamem">
    <w:name w:val="List Paragraph"/>
    <w:basedOn w:val="Normln"/>
    <w:uiPriority w:val="34"/>
    <w:qFormat/>
    <w:rsid w:val="00E63BB3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B8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6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807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5090C33F.dotm</Template>
  <TotalTime>247</TotalTime>
  <Pages>3</Pages>
  <Words>1090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10</cp:revision>
  <dcterms:created xsi:type="dcterms:W3CDTF">2020-05-14T12:28:00Z</dcterms:created>
  <dcterms:modified xsi:type="dcterms:W3CDTF">2020-05-16T12:54:00Z</dcterms:modified>
</cp:coreProperties>
</file>