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1F" w:rsidRDefault="00C5291F"/>
    <w:p w:rsidR="006D2149" w:rsidRPr="006D2149" w:rsidRDefault="006D2149">
      <w:pPr>
        <w:rPr>
          <w:b/>
          <w:u w:val="single"/>
        </w:rPr>
      </w:pPr>
      <w:r w:rsidRPr="006D2149">
        <w:rPr>
          <w:b/>
          <w:u w:val="single"/>
        </w:rPr>
        <w:t>PASOVÁNÍ – I. SKUPINA V 15, 30 HOD.</w:t>
      </w:r>
    </w:p>
    <w:p w:rsidR="006D2149" w:rsidRDefault="006D2149">
      <w:r>
        <w:t>ANDĚL OSKAR</w:t>
      </w:r>
    </w:p>
    <w:p w:rsidR="006D2149" w:rsidRDefault="006D2149">
      <w:r>
        <w:t>BAUER FILIP</w:t>
      </w:r>
    </w:p>
    <w:p w:rsidR="006D2149" w:rsidRDefault="006D2149">
      <w:r>
        <w:t>BENEŠOVÁ VANESA</w:t>
      </w:r>
    </w:p>
    <w:p w:rsidR="006D2149" w:rsidRDefault="006D2149">
      <w:r>
        <w:t>BOČEK BOHUSLAV</w:t>
      </w:r>
    </w:p>
    <w:p w:rsidR="006D2149" w:rsidRDefault="006D2149">
      <w:r>
        <w:t>BREJCHA MATYÁŠ</w:t>
      </w:r>
    </w:p>
    <w:p w:rsidR="006D2149" w:rsidRDefault="006D2149">
      <w:r>
        <w:t>FRANĚK MIKULÁŠ</w:t>
      </w:r>
    </w:p>
    <w:p w:rsidR="006D2149" w:rsidRDefault="006D2149">
      <w:r>
        <w:t>HAVLÍKOVÁ MARIE</w:t>
      </w:r>
    </w:p>
    <w:p w:rsidR="006D2149" w:rsidRDefault="006D2149">
      <w:r>
        <w:t>HODINOVÁ AGÁTA</w:t>
      </w:r>
    </w:p>
    <w:p w:rsidR="006D2149" w:rsidRDefault="006D2149">
      <w:r>
        <w:t>JAROLÍMOVÁ KATEŘINA</w:t>
      </w:r>
    </w:p>
    <w:p w:rsidR="006D2149" w:rsidRDefault="006D2149">
      <w:r>
        <w:t>JÍLEK JAN</w:t>
      </w:r>
    </w:p>
    <w:p w:rsidR="006D2149" w:rsidRDefault="006D2149">
      <w:r>
        <w:t>LIŠKA PAVEL</w:t>
      </w:r>
    </w:p>
    <w:p w:rsidR="006D2149" w:rsidRDefault="006D2149"/>
    <w:p w:rsidR="006D2149" w:rsidRDefault="006D2149">
      <w:pPr>
        <w:rPr>
          <w:b/>
          <w:u w:val="single"/>
        </w:rPr>
      </w:pPr>
      <w:r w:rsidRPr="006D2149">
        <w:rPr>
          <w:b/>
          <w:u w:val="single"/>
        </w:rPr>
        <w:t>PASOVÁNÍ - II. SKUPINA V 16,30 HOD.</w:t>
      </w:r>
    </w:p>
    <w:p w:rsidR="006D2149" w:rsidRDefault="006D2149">
      <w:r>
        <w:t>MACHOVÁ VERONIKA</w:t>
      </w:r>
    </w:p>
    <w:p w:rsidR="006D2149" w:rsidRDefault="006D2149">
      <w:r>
        <w:t>MARKOVÁ ADÉLA</w:t>
      </w:r>
    </w:p>
    <w:p w:rsidR="006D2149" w:rsidRDefault="006D2149">
      <w:r>
        <w:t>MEIER ŠIMON</w:t>
      </w:r>
    </w:p>
    <w:p w:rsidR="006D2149" w:rsidRDefault="006D2149">
      <w:r>
        <w:t>MILFAIT DENIS</w:t>
      </w:r>
    </w:p>
    <w:p w:rsidR="006D2149" w:rsidRDefault="006D2149">
      <w:r>
        <w:t>MRÁZOVÁ ELENA</w:t>
      </w:r>
    </w:p>
    <w:p w:rsidR="006D2149" w:rsidRDefault="006D2149">
      <w:r>
        <w:t>SOCHOROVÁ GABRIELA</w:t>
      </w:r>
    </w:p>
    <w:p w:rsidR="006D2149" w:rsidRDefault="006D2149">
      <w:r>
        <w:t>SOMMEROVÁ EDITA</w:t>
      </w:r>
    </w:p>
    <w:p w:rsidR="006D2149" w:rsidRDefault="006D2149">
      <w:r>
        <w:t>SVATOŠ ŠTĚPÁN</w:t>
      </w:r>
    </w:p>
    <w:p w:rsidR="006D2149" w:rsidRDefault="006D2149">
      <w:r>
        <w:t>ŠKODOVÁ DENISA</w:t>
      </w:r>
    </w:p>
    <w:p w:rsidR="006D2149" w:rsidRDefault="006D2149">
      <w:r>
        <w:t>TAUBEROVÁ KRISTÍNA</w:t>
      </w:r>
    </w:p>
    <w:p w:rsidR="006D2149" w:rsidRPr="006D2149" w:rsidRDefault="006D2149">
      <w:r>
        <w:t>TRÁVNÍČEK ADAM</w:t>
      </w:r>
      <w:bookmarkStart w:id="0" w:name="_GoBack"/>
      <w:bookmarkEnd w:id="0"/>
    </w:p>
    <w:sectPr w:rsidR="006D2149" w:rsidRPr="006D2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49"/>
    <w:rsid w:val="006D2149"/>
    <w:rsid w:val="00C5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1F6ACEE9.dotm</Template>
  <TotalTime>9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Alena</dc:creator>
  <cp:lastModifiedBy>Soukupová Alena</cp:lastModifiedBy>
  <cp:revision>1</cp:revision>
  <cp:lastPrinted>2019-05-20T11:20:00Z</cp:lastPrinted>
  <dcterms:created xsi:type="dcterms:W3CDTF">2019-05-20T11:12:00Z</dcterms:created>
  <dcterms:modified xsi:type="dcterms:W3CDTF">2019-05-20T11:21:00Z</dcterms:modified>
</cp:coreProperties>
</file>