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30C" w:rsidRPr="0083730C" w:rsidRDefault="0083730C" w:rsidP="0083730C">
      <w:pPr>
        <w:jc w:val="center"/>
        <w:rPr>
          <w:b/>
          <w:sz w:val="52"/>
          <w:szCs w:val="52"/>
          <w:u w:val="single"/>
        </w:rPr>
      </w:pPr>
      <w:r w:rsidRPr="0083730C">
        <w:rPr>
          <w:b/>
          <w:sz w:val="52"/>
          <w:szCs w:val="52"/>
          <w:u w:val="single"/>
        </w:rPr>
        <w:t>TESTOVÁNÍ ZRAKU DĚTÍ V MŠ</w:t>
      </w:r>
    </w:p>
    <w:p w:rsidR="0083730C" w:rsidRDefault="0083730C" w:rsidP="0083730C">
      <w:pPr>
        <w:jc w:val="both"/>
        <w:rPr>
          <w:b/>
          <w:sz w:val="40"/>
          <w:szCs w:val="40"/>
        </w:rPr>
      </w:pPr>
      <w:r w:rsidRPr="0083730C">
        <w:rPr>
          <w:b/>
          <w:sz w:val="40"/>
          <w:szCs w:val="40"/>
        </w:rPr>
        <w:t>V PÁTEK 8. 12. 2017 OD 8.00 HODIN BUDE V NAŠÍ MŠ PROBÍHAT TESTOVÁNÍ ZRAKU DĚTÍ.</w:t>
      </w:r>
    </w:p>
    <w:p w:rsidR="00F172DE" w:rsidRPr="00FC0A75" w:rsidRDefault="0083730C" w:rsidP="00FC0A75">
      <w:pPr>
        <w:pStyle w:val="Odstavecseseznamem"/>
        <w:numPr>
          <w:ilvl w:val="0"/>
          <w:numId w:val="1"/>
        </w:numPr>
        <w:ind w:left="284" w:hanging="284"/>
        <w:jc w:val="both"/>
        <w:rPr>
          <w:b/>
          <w:sz w:val="32"/>
          <w:szCs w:val="32"/>
        </w:rPr>
      </w:pPr>
      <w:r w:rsidRPr="00FC0A75">
        <w:rPr>
          <w:b/>
          <w:bCs/>
          <w:sz w:val="32"/>
          <w:szCs w:val="32"/>
        </w:rPr>
        <w:t>Podmínkou je zajištění písemného souhlasu rodičů</w:t>
      </w:r>
      <w:r w:rsidRPr="00FC0A75">
        <w:rPr>
          <w:b/>
          <w:sz w:val="32"/>
          <w:szCs w:val="32"/>
        </w:rPr>
        <w:t xml:space="preserve"> nebo zákonného zástupce </w:t>
      </w:r>
      <w:r w:rsidR="00FC0A75" w:rsidRPr="00FC0A75">
        <w:rPr>
          <w:b/>
          <w:sz w:val="32"/>
          <w:szCs w:val="32"/>
        </w:rPr>
        <w:t>n</w:t>
      </w:r>
      <w:r w:rsidRPr="00FC0A75">
        <w:rPr>
          <w:b/>
          <w:sz w:val="32"/>
          <w:szCs w:val="32"/>
        </w:rPr>
        <w:t xml:space="preserve">a přiloženém </w:t>
      </w:r>
      <w:r w:rsidR="00FC0A75" w:rsidRPr="00FC0A75">
        <w:rPr>
          <w:b/>
          <w:sz w:val="32"/>
          <w:szCs w:val="32"/>
        </w:rPr>
        <w:t>Seznamu s uvedením</w:t>
      </w:r>
      <w:r w:rsidRPr="00FC0A75">
        <w:rPr>
          <w:b/>
          <w:sz w:val="32"/>
          <w:szCs w:val="32"/>
        </w:rPr>
        <w:t xml:space="preserve"> jména a příjmení dítěte a data jeho narození (nutné z důvodu nastavení přístroje a vyhodnocení výsledku dle věku dítěte).</w:t>
      </w:r>
    </w:p>
    <w:p w:rsidR="0083730C" w:rsidRDefault="0083730C" w:rsidP="00FC0A75">
      <w:pPr>
        <w:pStyle w:val="Odstavecseseznamem"/>
        <w:numPr>
          <w:ilvl w:val="0"/>
          <w:numId w:val="1"/>
        </w:numPr>
        <w:ind w:left="284" w:hanging="284"/>
        <w:jc w:val="both"/>
        <w:rPr>
          <w:b/>
          <w:sz w:val="32"/>
          <w:szCs w:val="32"/>
        </w:rPr>
      </w:pPr>
      <w:r w:rsidRPr="00FC0A75">
        <w:rPr>
          <w:b/>
          <w:sz w:val="32"/>
          <w:szCs w:val="32"/>
        </w:rPr>
        <w:t>Výsledek je předán většinou v den testování, při zjištění odchylky obdrží rodiče písemný nález, který je podkladem pro návštěvu praktického dětského nebo odborného očního lékaře. Ten nález odborně posoudí a určí další postup.</w:t>
      </w:r>
    </w:p>
    <w:p w:rsidR="00FC0A75" w:rsidRPr="00FC3189" w:rsidRDefault="00FC0A75" w:rsidP="00FC3189">
      <w:pPr>
        <w:jc w:val="both"/>
        <w:rPr>
          <w:b/>
          <w:sz w:val="32"/>
          <w:szCs w:val="32"/>
        </w:rPr>
      </w:pPr>
      <w:bookmarkStart w:id="0" w:name="_GoBack"/>
      <w:bookmarkEnd w:id="0"/>
    </w:p>
    <w:sectPr w:rsidR="00FC0A75" w:rsidRPr="00FC3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367A60"/>
    <w:multiLevelType w:val="hybridMultilevel"/>
    <w:tmpl w:val="F5123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3FD"/>
    <w:rsid w:val="007A13FD"/>
    <w:rsid w:val="0083730C"/>
    <w:rsid w:val="00F172DE"/>
    <w:rsid w:val="00FC0A75"/>
    <w:rsid w:val="00FC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0A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C0A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6A07D6AF.dotm</Template>
  <TotalTime>11</TotalTime>
  <Pages>1</Pages>
  <Words>81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Kavalírová Jiřina</dc:creator>
  <cp:keywords/>
  <dc:description/>
  <cp:lastModifiedBy>Kubaňová Adéla</cp:lastModifiedBy>
  <cp:revision>3</cp:revision>
  <cp:lastPrinted>2017-11-06T15:44:00Z</cp:lastPrinted>
  <dcterms:created xsi:type="dcterms:W3CDTF">2017-11-06T15:31:00Z</dcterms:created>
  <dcterms:modified xsi:type="dcterms:W3CDTF">2017-11-07T11:56:00Z</dcterms:modified>
</cp:coreProperties>
</file>