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35E" w:rsidRPr="005A7795" w:rsidRDefault="00474F52" w:rsidP="008C3B4E">
      <w:pPr>
        <w:spacing w:after="0"/>
        <w:rPr>
          <w:rFonts w:ascii="Century Schoolbook" w:hAnsi="Century Schoolbook"/>
          <w:b/>
          <w:i/>
          <w:color w:val="FF0000"/>
          <w:sz w:val="94"/>
          <w:szCs w:val="94"/>
        </w:rPr>
      </w:pPr>
      <w:r w:rsidRPr="008C3B4E">
        <w:rPr>
          <w:noProof/>
          <w:sz w:val="96"/>
          <w:szCs w:val="96"/>
          <w:lang w:eastAsia="cs-CZ"/>
        </w:rPr>
        <w:drawing>
          <wp:anchor distT="0" distB="0" distL="114300" distR="114300" simplePos="0" relativeHeight="251659264" behindDoc="0" locked="0" layoutInCell="1" allowOverlap="1" wp14:anchorId="5E191953" wp14:editId="03ED7792">
            <wp:simplePos x="0" y="0"/>
            <wp:positionH relativeFrom="column">
              <wp:posOffset>8696325</wp:posOffset>
            </wp:positionH>
            <wp:positionV relativeFrom="paragraph">
              <wp:posOffset>-228600</wp:posOffset>
            </wp:positionV>
            <wp:extent cx="1257300" cy="1295400"/>
            <wp:effectExtent l="0" t="0" r="0" b="0"/>
            <wp:wrapNone/>
            <wp:docPr id="2" name="obrázek 2" descr="Výsledek obrázku pro cesky z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ýsledek obrázku pro cesky z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7795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32BEE48D" wp14:editId="6052BAC1">
            <wp:simplePos x="0" y="0"/>
            <wp:positionH relativeFrom="column">
              <wp:posOffset>-333375</wp:posOffset>
            </wp:positionH>
            <wp:positionV relativeFrom="paragraph">
              <wp:posOffset>-304800</wp:posOffset>
            </wp:positionV>
            <wp:extent cx="10372725" cy="7239000"/>
            <wp:effectExtent l="0" t="0" r="9525" b="0"/>
            <wp:wrapNone/>
            <wp:docPr id="3" name="obrázek 1" descr="Česká vlajka, ČR státní vlajka -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Česká vlajka, ČR státní vlajka - 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2725" cy="723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7795">
        <w:rPr>
          <w:rFonts w:ascii="Century Schoolbook" w:hAnsi="Century Schoolbook"/>
          <w:sz w:val="96"/>
          <w:szCs w:val="96"/>
        </w:rPr>
        <w:t xml:space="preserve">  </w:t>
      </w:r>
      <w:r>
        <w:rPr>
          <w:rFonts w:ascii="Century Schoolbook" w:hAnsi="Century Schoolbook"/>
          <w:sz w:val="96"/>
          <w:szCs w:val="96"/>
        </w:rPr>
        <w:tab/>
      </w:r>
      <w:r>
        <w:rPr>
          <w:rFonts w:ascii="Century Schoolbook" w:hAnsi="Century Schoolbook"/>
          <w:sz w:val="96"/>
          <w:szCs w:val="96"/>
        </w:rPr>
        <w:tab/>
      </w:r>
      <w:r w:rsidR="00E9035E" w:rsidRPr="00A30A0B">
        <w:rPr>
          <w:rFonts w:ascii="Century Schoolbook" w:hAnsi="Century Schoolbook"/>
          <w:b/>
          <w:i/>
          <w:color w:val="FF0000"/>
          <w:sz w:val="94"/>
          <w:szCs w:val="9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Oslava 100 let republiky</w:t>
      </w:r>
    </w:p>
    <w:p w:rsidR="00474F52" w:rsidRPr="00A30A0B" w:rsidRDefault="00474F52" w:rsidP="00474F52">
      <w:pPr>
        <w:spacing w:after="0"/>
        <w:ind w:left="2406" w:firstLine="429"/>
        <w:rPr>
          <w:rFonts w:ascii="Century Schoolbook" w:hAnsi="Century Schoolbook"/>
          <w:b/>
          <w:i/>
          <w:color w:val="FF000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30A0B">
        <w:rPr>
          <w:rFonts w:ascii="Century Schoolbook" w:hAnsi="Century Schoolbook"/>
          <w:b/>
          <w:i/>
          <w:color w:val="FF000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V</w:t>
      </w:r>
      <w:r w:rsidR="00E9035E" w:rsidRPr="00A30A0B">
        <w:rPr>
          <w:rFonts w:ascii="Century Schoolbook" w:hAnsi="Century Schoolbook"/>
          <w:b/>
          <w:i/>
          <w:color w:val="FF000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 pátek </w:t>
      </w:r>
      <w:r w:rsidR="000F60BF" w:rsidRPr="00A30A0B">
        <w:rPr>
          <w:rFonts w:ascii="Century Schoolbook" w:hAnsi="Century Schoolbook"/>
          <w:b/>
          <w:i/>
          <w:color w:val="FF000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19. 10. 2018</w:t>
      </w:r>
      <w:r w:rsidR="00E9035E" w:rsidRPr="00A30A0B">
        <w:rPr>
          <w:rFonts w:ascii="Century Schoolbook" w:hAnsi="Century Schoolbook"/>
          <w:b/>
          <w:i/>
          <w:color w:val="FF000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od 16 hodin</w:t>
      </w:r>
      <w:r w:rsidRPr="00A30A0B">
        <w:rPr>
          <w:rFonts w:ascii="Century Schoolbook" w:hAnsi="Century Schoolbook"/>
          <w:b/>
          <w:i/>
          <w:color w:val="FF000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:rsidR="008C3B4E" w:rsidRPr="00A30A0B" w:rsidRDefault="00474F52" w:rsidP="00474F52">
      <w:pPr>
        <w:spacing w:after="0"/>
        <w:ind w:left="5946" w:firstLine="8"/>
        <w:rPr>
          <w:rFonts w:ascii="Century Schoolbook" w:hAnsi="Century Schoolbook"/>
          <w:b/>
          <w:i/>
          <w:color w:val="FF000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30A0B">
        <w:rPr>
          <w:rFonts w:ascii="Century Schoolbook" w:hAnsi="Century Schoolbook"/>
          <w:b/>
          <w:i/>
          <w:color w:val="FF000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na Zámeckém náměstí v</w:t>
      </w:r>
      <w:r w:rsidR="00A30A0B">
        <w:rPr>
          <w:rFonts w:ascii="Century Schoolbook" w:hAnsi="Century Schoolbook"/>
          <w:b/>
          <w:i/>
          <w:color w:val="FF000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 </w:t>
      </w:r>
      <w:r w:rsidRPr="00A30A0B">
        <w:rPr>
          <w:rFonts w:ascii="Century Schoolbook" w:hAnsi="Century Schoolbook"/>
          <w:b/>
          <w:i/>
          <w:color w:val="FF000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Křimicích</w:t>
      </w:r>
      <w:r w:rsidR="00A30A0B">
        <w:rPr>
          <w:rFonts w:ascii="Century Schoolbook" w:hAnsi="Century Schoolbook"/>
          <w:b/>
          <w:i/>
          <w:color w:val="FF0000"/>
          <w:sz w:val="40"/>
          <w:szCs w:val="4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E9035E" w:rsidRPr="00A30A0B" w:rsidRDefault="00474F52" w:rsidP="00474F52">
      <w:pPr>
        <w:spacing w:after="0"/>
        <w:ind w:left="1276"/>
        <w:rPr>
          <w:rFonts w:ascii="Century Schoolbook" w:hAnsi="Century Schoolbook"/>
          <w:b/>
          <w:color w:val="FF0000"/>
          <w:sz w:val="36"/>
          <w:szCs w:val="36"/>
        </w:rPr>
      </w:pPr>
      <w:r>
        <w:rPr>
          <w:rFonts w:ascii="Century Schoolbook" w:hAnsi="Century Schoolbook"/>
          <w:sz w:val="36"/>
          <w:szCs w:val="36"/>
        </w:rPr>
        <w:tab/>
      </w:r>
      <w:r>
        <w:rPr>
          <w:rFonts w:ascii="Century Schoolbook" w:hAnsi="Century Schoolbook"/>
          <w:sz w:val="36"/>
          <w:szCs w:val="36"/>
        </w:rPr>
        <w:tab/>
      </w:r>
      <w:r>
        <w:rPr>
          <w:rFonts w:ascii="Century Schoolbook" w:hAnsi="Century Schoolbook"/>
          <w:sz w:val="36"/>
          <w:szCs w:val="36"/>
        </w:rPr>
        <w:tab/>
      </w:r>
      <w:r>
        <w:rPr>
          <w:rFonts w:ascii="Century Schoolbook" w:hAnsi="Century Schoolbook"/>
          <w:sz w:val="36"/>
          <w:szCs w:val="36"/>
        </w:rPr>
        <w:tab/>
      </w:r>
      <w:r>
        <w:rPr>
          <w:rFonts w:ascii="Century Schoolbook" w:hAnsi="Century Schoolbook"/>
          <w:sz w:val="36"/>
          <w:szCs w:val="36"/>
        </w:rPr>
        <w:tab/>
      </w:r>
      <w:r>
        <w:rPr>
          <w:rFonts w:ascii="Century Schoolbook" w:hAnsi="Century Schoolbook"/>
          <w:sz w:val="36"/>
          <w:szCs w:val="36"/>
        </w:rPr>
        <w:tab/>
      </w:r>
      <w:r>
        <w:rPr>
          <w:rFonts w:ascii="Century Schoolbook" w:hAnsi="Century Schoolbook"/>
          <w:sz w:val="36"/>
          <w:szCs w:val="36"/>
        </w:rPr>
        <w:tab/>
        <w:t xml:space="preserve">   </w:t>
      </w:r>
      <w:r>
        <w:rPr>
          <w:rFonts w:ascii="Century Schoolbook" w:hAnsi="Century Schoolbook"/>
          <w:sz w:val="36"/>
          <w:szCs w:val="36"/>
        </w:rPr>
        <w:tab/>
      </w:r>
      <w:r w:rsidRPr="00A30A0B">
        <w:rPr>
          <w:rFonts w:ascii="Century Schoolbook" w:hAnsi="Century Schoolbook"/>
          <w:b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     </w:t>
      </w:r>
      <w:r w:rsidRPr="00A30A0B">
        <w:rPr>
          <w:rFonts w:ascii="Century Schoolbook" w:hAnsi="Century Schoolbook"/>
          <w:b/>
          <w:color w:val="FF000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P</w:t>
      </w:r>
      <w:r w:rsidR="00E9035E" w:rsidRPr="00A30A0B">
        <w:rPr>
          <w:rFonts w:ascii="Century Schoolbook" w:hAnsi="Century Schoolbook"/>
          <w:b/>
          <w:color w:val="FF000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rogram</w:t>
      </w:r>
      <w:r w:rsidRPr="00A30A0B">
        <w:rPr>
          <w:rFonts w:ascii="Century Schoolbook" w:hAnsi="Century Schoolbook"/>
          <w:b/>
          <w:color w:val="FF000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:</w:t>
      </w:r>
      <w:r w:rsidR="00E9035E" w:rsidRPr="00A30A0B">
        <w:rPr>
          <w:rFonts w:ascii="Century Schoolbook" w:hAnsi="Century Schoolbook"/>
          <w:b/>
          <w:color w:val="FF0000"/>
          <w:sz w:val="36"/>
          <w:szCs w:val="36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</w:t>
      </w:r>
    </w:p>
    <w:p w:rsidR="00202BBB" w:rsidRPr="00A30A0B" w:rsidRDefault="00202BBB" w:rsidP="00FA2436">
      <w:pPr>
        <w:pStyle w:val="Odstavecseseznamem"/>
        <w:numPr>
          <w:ilvl w:val="0"/>
          <w:numId w:val="1"/>
        </w:numPr>
        <w:spacing w:after="0"/>
        <w:rPr>
          <w:rFonts w:ascii="Century Schoolbook" w:hAnsi="Century Schoolbook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30A0B">
        <w:rPr>
          <w:rFonts w:ascii="Century Schoolbook" w:hAnsi="Century Schoolbook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Slav</w:t>
      </w:r>
      <w:r w:rsidR="005A7795" w:rsidRPr="00A30A0B">
        <w:rPr>
          <w:rFonts w:ascii="Century Schoolbook" w:hAnsi="Century Schoolbook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n</w:t>
      </w:r>
      <w:r w:rsidRPr="00A30A0B">
        <w:rPr>
          <w:rFonts w:ascii="Century Schoolbook" w:hAnsi="Century Schoolbook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ostní zahájení</w:t>
      </w:r>
    </w:p>
    <w:p w:rsidR="00202BBB" w:rsidRPr="00A30A0B" w:rsidRDefault="005A7795" w:rsidP="00FA2436">
      <w:pPr>
        <w:pStyle w:val="Odstavecseseznamem"/>
        <w:numPr>
          <w:ilvl w:val="0"/>
          <w:numId w:val="1"/>
        </w:numPr>
        <w:spacing w:after="0"/>
        <w:rPr>
          <w:rFonts w:ascii="Century Schoolbook" w:hAnsi="Century Schoolbook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30A0B">
        <w:rPr>
          <w:rFonts w:ascii="Century Schoolbook" w:hAnsi="Century Schoolbook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Divadelní představení </w:t>
      </w:r>
      <w:r w:rsidR="00202BBB" w:rsidRPr="00A30A0B">
        <w:rPr>
          <w:rFonts w:ascii="Century Schoolbook" w:hAnsi="Century Schoolbook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Klubu seniorů Křimice</w:t>
      </w:r>
    </w:p>
    <w:p w:rsidR="00202BBB" w:rsidRPr="00A30A0B" w:rsidRDefault="00202BBB" w:rsidP="00FA2436">
      <w:pPr>
        <w:pStyle w:val="Odstavecseseznamem"/>
        <w:numPr>
          <w:ilvl w:val="0"/>
          <w:numId w:val="1"/>
        </w:numPr>
        <w:spacing w:after="0"/>
        <w:rPr>
          <w:rFonts w:ascii="Century Schoolbook" w:hAnsi="Century Schoolbook"/>
          <w:b/>
          <w:color w:val="FF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A30A0B">
        <w:rPr>
          <w:rFonts w:ascii="Century Schoolbook" w:hAnsi="Century Schoolbook"/>
          <w:b/>
          <w:color w:val="FF0000"/>
          <w:sz w:val="32"/>
          <w:szCs w:val="3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Vystoupení křimické ZŠ a MŠ </w:t>
      </w:r>
    </w:p>
    <w:p w:rsidR="00202BBB" w:rsidRPr="00A30A0B" w:rsidRDefault="00202BBB" w:rsidP="00FA2436">
      <w:pPr>
        <w:pStyle w:val="Odstavecseseznamem"/>
        <w:numPr>
          <w:ilvl w:val="0"/>
          <w:numId w:val="1"/>
        </w:numPr>
        <w:spacing w:after="0"/>
        <w:rPr>
          <w:rFonts w:ascii="Century Schoolbook" w:hAnsi="Century Schoolbook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A30A0B">
        <w:rPr>
          <w:rFonts w:ascii="Century Schoolbook" w:hAnsi="Century Schoolbook"/>
          <w:b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Koncert profesorské kapely SSUPŠ Zámeček</w:t>
      </w:r>
    </w:p>
    <w:p w:rsidR="005A7795" w:rsidRPr="00A30A0B" w:rsidRDefault="00202BBB" w:rsidP="00FA2436">
      <w:pPr>
        <w:pStyle w:val="Odstavecseseznamem"/>
        <w:numPr>
          <w:ilvl w:val="0"/>
          <w:numId w:val="1"/>
        </w:numPr>
        <w:spacing w:after="0"/>
        <w:rPr>
          <w:rFonts w:ascii="Century Schoolbook" w:hAnsi="Century Schoolbook"/>
          <w:b/>
          <w:color w:val="FF0000"/>
          <w:sz w:val="34"/>
          <w:szCs w:val="3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  <w:r w:rsidRPr="00A30A0B">
        <w:rPr>
          <w:rFonts w:ascii="Century Schoolbook" w:hAnsi="Century Schoolbook"/>
          <w:b/>
          <w:color w:val="FF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Lampionový průvod na </w:t>
      </w:r>
      <w:proofErr w:type="spellStart"/>
      <w:r w:rsidRPr="00A30A0B">
        <w:rPr>
          <w:rFonts w:ascii="Century Schoolbook" w:hAnsi="Century Schoolbook"/>
          <w:b/>
          <w:color w:val="FF0000"/>
          <w:sz w:val="28"/>
          <w:szCs w:val="2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>Horničku</w:t>
      </w:r>
      <w:proofErr w:type="spellEnd"/>
      <w:r w:rsidRPr="00A30A0B">
        <w:rPr>
          <w:rFonts w:ascii="Century Schoolbook" w:hAnsi="Century Schoolbook"/>
          <w:b/>
          <w:color w:val="FF0000"/>
          <w:sz w:val="34"/>
          <w:szCs w:val="34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 xml:space="preserve">  </w:t>
      </w:r>
    </w:p>
    <w:p w:rsidR="00FA2436" w:rsidRDefault="00FA2436" w:rsidP="00FA2436">
      <w:pPr>
        <w:pStyle w:val="Odstavecseseznamem"/>
        <w:ind w:left="7088"/>
        <w:rPr>
          <w:rFonts w:ascii="Century Schoolbook" w:hAnsi="Century Schoolbook"/>
          <w:sz w:val="28"/>
          <w:szCs w:val="28"/>
        </w:rPr>
      </w:pPr>
      <w:r>
        <w:rPr>
          <w:rFonts w:ascii="Century Schoolbook" w:hAnsi="Century Schoolbook"/>
          <w:sz w:val="28"/>
          <w:szCs w:val="28"/>
        </w:rPr>
        <w:t xml:space="preserve">    </w:t>
      </w:r>
    </w:p>
    <w:p w:rsidR="008C3B4E" w:rsidRPr="00A30A0B" w:rsidRDefault="005A7795" w:rsidP="00FA2436">
      <w:pPr>
        <w:pStyle w:val="Odstavecseseznamem"/>
        <w:ind w:left="7088"/>
        <w:rPr>
          <w:rFonts w:ascii="Century Schoolbook" w:hAnsi="Century Schoolbook"/>
          <w:sz w:val="32"/>
          <w:szCs w:val="3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30A0B">
        <w:rPr>
          <w:rFonts w:ascii="Century Schoolbook" w:hAnsi="Century Schoolbook"/>
          <w:sz w:val="32"/>
          <w:szCs w:val="3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Venkovní prostory </w:t>
      </w:r>
      <w:r w:rsidRPr="00A30A0B">
        <w:rPr>
          <w:rFonts w:ascii="Century Schoolbook" w:hAnsi="Century Schoolbook"/>
          <w:i/>
          <w:sz w:val="32"/>
          <w:szCs w:val="3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před kostelem</w:t>
      </w:r>
      <w:r w:rsidR="00202BBB" w:rsidRPr="00A30A0B">
        <w:rPr>
          <w:rFonts w:ascii="Century Schoolbook" w:hAnsi="Century Schoolbook"/>
          <w:i/>
          <w:sz w:val="32"/>
          <w:szCs w:val="3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</w:t>
      </w:r>
      <w:r w:rsidRPr="00A30A0B">
        <w:rPr>
          <w:rFonts w:ascii="Century Schoolbook" w:hAnsi="Century Schoolbook"/>
          <w:i/>
          <w:sz w:val="32"/>
          <w:szCs w:val="3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na </w:t>
      </w:r>
      <w:proofErr w:type="spellStart"/>
      <w:r w:rsidRPr="00A30A0B">
        <w:rPr>
          <w:rFonts w:ascii="Century Schoolbook" w:hAnsi="Century Schoolbook"/>
          <w:i/>
          <w:sz w:val="32"/>
          <w:szCs w:val="3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Horničce</w:t>
      </w:r>
      <w:proofErr w:type="spellEnd"/>
    </w:p>
    <w:p w:rsidR="00202BBB" w:rsidRPr="00A30A0B" w:rsidRDefault="00202BBB" w:rsidP="00FA2436">
      <w:pPr>
        <w:pStyle w:val="Odstavecseseznamem"/>
        <w:numPr>
          <w:ilvl w:val="3"/>
          <w:numId w:val="1"/>
        </w:numPr>
        <w:ind w:left="7797" w:hanging="426"/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30A0B"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Proslovy</w:t>
      </w:r>
    </w:p>
    <w:p w:rsidR="005A7795" w:rsidRPr="00A30A0B" w:rsidRDefault="005A7795" w:rsidP="00FA2436">
      <w:pPr>
        <w:pStyle w:val="Odstavecseseznamem"/>
        <w:numPr>
          <w:ilvl w:val="3"/>
          <w:numId w:val="1"/>
        </w:numPr>
        <w:ind w:left="7797" w:hanging="426"/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30A0B"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Státní hymna</w:t>
      </w:r>
    </w:p>
    <w:p w:rsidR="005A7795" w:rsidRPr="00A30A0B" w:rsidRDefault="005A7795" w:rsidP="00FA2436">
      <w:pPr>
        <w:pStyle w:val="Odstavecseseznamem"/>
        <w:numPr>
          <w:ilvl w:val="3"/>
          <w:numId w:val="1"/>
        </w:numPr>
        <w:ind w:left="7797" w:hanging="426"/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30A0B"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Zapálení Masarykovy vatry</w:t>
      </w:r>
    </w:p>
    <w:p w:rsidR="005A7795" w:rsidRPr="00A30A0B" w:rsidRDefault="005A7795" w:rsidP="00FA2436">
      <w:pPr>
        <w:pStyle w:val="Odstavecseseznamem"/>
        <w:numPr>
          <w:ilvl w:val="3"/>
          <w:numId w:val="1"/>
        </w:numPr>
        <w:ind w:left="7797" w:hanging="426"/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30A0B"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Hymna</w:t>
      </w:r>
    </w:p>
    <w:p w:rsidR="005A7795" w:rsidRPr="00A30A0B" w:rsidRDefault="005A7795" w:rsidP="00FA2436">
      <w:pPr>
        <w:pStyle w:val="Odstavecseseznamem"/>
        <w:numPr>
          <w:ilvl w:val="3"/>
          <w:numId w:val="1"/>
        </w:numPr>
        <w:ind w:left="7797" w:hanging="426"/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30A0B"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Ohňostroj</w:t>
      </w:r>
    </w:p>
    <w:p w:rsidR="000F60BF" w:rsidRPr="00A30A0B" w:rsidRDefault="000F60BF" w:rsidP="00244EFB">
      <w:pPr>
        <w:pStyle w:val="Odstavecseseznamem"/>
        <w:numPr>
          <w:ilvl w:val="3"/>
          <w:numId w:val="1"/>
        </w:numPr>
        <w:spacing w:after="0"/>
        <w:ind w:left="7797" w:hanging="426"/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30A0B"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Občerstvení</w:t>
      </w:r>
    </w:p>
    <w:p w:rsidR="00A30A0B" w:rsidRPr="00A30A0B" w:rsidRDefault="00A30A0B" w:rsidP="00A30A0B">
      <w:pPr>
        <w:tabs>
          <w:tab w:val="left" w:pos="5010"/>
        </w:tabs>
        <w:spacing w:after="0" w:line="240" w:lineRule="auto"/>
        <w:ind w:left="2829"/>
        <w:jc w:val="both"/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30A0B"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Naše MŠ se zúčastní v rámci spolupráce s MO Plzeň 5 – Křimice.</w:t>
      </w:r>
      <w:r w:rsidRPr="00A30A0B">
        <w:rPr>
          <w:rFonts w:ascii="Century Schoolbook" w:hAnsi="Century Schoolbook"/>
          <w:sz w:val="36"/>
          <w:szCs w:val="3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ab/>
      </w:r>
    </w:p>
    <w:p w:rsidR="00244EFB" w:rsidRDefault="00FA2436" w:rsidP="00244EFB">
      <w:pPr>
        <w:spacing w:after="0" w:line="240" w:lineRule="auto"/>
        <w:ind w:left="2829"/>
        <w:jc w:val="both"/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A30A0B"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Rodiče přivedou děti na zámeckém náměstí nejpozději do 15.50 hodin. Děti si přinesou lampiony, které společně vyrábíme v MŠ</w:t>
      </w:r>
      <w:r w:rsidR="000F60BF" w:rsidRPr="00A30A0B"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. </w:t>
      </w:r>
    </w:p>
    <w:p w:rsidR="00202BBB" w:rsidRPr="008C3B4E" w:rsidRDefault="005A7795" w:rsidP="00244EFB">
      <w:pPr>
        <w:spacing w:after="0" w:line="240" w:lineRule="auto"/>
        <w:ind w:left="2829"/>
        <w:jc w:val="both"/>
        <w:rPr>
          <w:rFonts w:ascii="Century Schoolbook" w:hAnsi="Century Schoolbook"/>
          <w:sz w:val="36"/>
          <w:szCs w:val="36"/>
        </w:rPr>
      </w:pPr>
      <w:r w:rsidRPr="00A30A0B"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Těšíme se na vaši účast</w:t>
      </w:r>
      <w:r w:rsidR="000F60BF" w:rsidRPr="00A30A0B">
        <w:rPr>
          <w:rFonts w:ascii="Century Schoolbook" w:hAnsi="Century Schoolbook"/>
          <w:sz w:val="28"/>
          <w:szCs w:val="28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.</w:t>
      </w:r>
      <w:bookmarkStart w:id="0" w:name="_GoBack"/>
      <w:bookmarkEnd w:id="0"/>
      <w:r w:rsidR="008C3B4E" w:rsidRPr="008C3B4E">
        <w:rPr>
          <w:rFonts w:ascii="Century Schoolbook" w:hAnsi="Century Schoolbook"/>
          <w:sz w:val="36"/>
          <w:szCs w:val="36"/>
        </w:rPr>
        <w:tab/>
      </w:r>
    </w:p>
    <w:sectPr w:rsidR="00202BBB" w:rsidRPr="008C3B4E" w:rsidSect="008C3B4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3F646C"/>
    <w:multiLevelType w:val="hybridMultilevel"/>
    <w:tmpl w:val="5EA2FAF2"/>
    <w:lvl w:ilvl="0" w:tplc="BD68EF06">
      <w:start w:val="100"/>
      <w:numFmt w:val="bullet"/>
      <w:lvlText w:val=""/>
      <w:lvlJc w:val="left"/>
      <w:pPr>
        <w:ind w:left="7800" w:hanging="360"/>
      </w:pPr>
      <w:rPr>
        <w:rFonts w:ascii="Symbol" w:eastAsiaTheme="minorHAnsi" w:hAnsi="Symbol" w:cstheme="minorBidi" w:hint="default"/>
      </w:rPr>
    </w:lvl>
    <w:lvl w:ilvl="1" w:tplc="04050003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5E"/>
    <w:rsid w:val="000F60BF"/>
    <w:rsid w:val="00202BBB"/>
    <w:rsid w:val="00244EFB"/>
    <w:rsid w:val="00474F52"/>
    <w:rsid w:val="004C6123"/>
    <w:rsid w:val="005A7795"/>
    <w:rsid w:val="008C3B4E"/>
    <w:rsid w:val="00A30A0B"/>
    <w:rsid w:val="00D27C1B"/>
    <w:rsid w:val="00E9035E"/>
    <w:rsid w:val="00F24355"/>
    <w:rsid w:val="00FA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2BB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02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2B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02BB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02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2B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A8DB9901.dotm</Template>
  <TotalTime>33</TotalTime>
  <Pages>1</Pages>
  <Words>91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Fronková Kristýna</dc:creator>
  <cp:lastModifiedBy>Kavalírová Jiřina</cp:lastModifiedBy>
  <cp:revision>3</cp:revision>
  <cp:lastPrinted>2018-10-12T08:30:00Z</cp:lastPrinted>
  <dcterms:created xsi:type="dcterms:W3CDTF">2018-10-10T11:56:00Z</dcterms:created>
  <dcterms:modified xsi:type="dcterms:W3CDTF">2018-10-12T08:31:00Z</dcterms:modified>
</cp:coreProperties>
</file>