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3D" w:rsidRDefault="00FB1E2E" w:rsidP="00FB1E2E">
      <w:pPr>
        <w:spacing w:after="0"/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96"/>
          <w:szCs w:val="96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FCDFAC" wp14:editId="121D9FE1">
                <wp:simplePos x="0" y="0"/>
                <wp:positionH relativeFrom="column">
                  <wp:posOffset>-166370</wp:posOffset>
                </wp:positionH>
                <wp:positionV relativeFrom="paragraph">
                  <wp:posOffset>-223520</wp:posOffset>
                </wp:positionV>
                <wp:extent cx="1171575" cy="1152525"/>
                <wp:effectExtent l="0" t="0" r="123825" b="123825"/>
                <wp:wrapNone/>
                <wp:docPr id="1" name="Infopag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171575" cy="115252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99 w 21600"/>
                            <a:gd name="T17" fmla="*/ 12174 h 21600"/>
                            <a:gd name="T18" fmla="*/ 20813 w 21600"/>
                            <a:gd name="T19" fmla="*/ 1714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8333" y="4025"/>
                              </a:moveTo>
                              <a:lnTo>
                                <a:pt x="12500" y="4025"/>
                              </a:lnTo>
                              <a:lnTo>
                                <a:pt x="12500" y="11094"/>
                              </a:lnTo>
                              <a:lnTo>
                                <a:pt x="13903" y="11094"/>
                              </a:lnTo>
                              <a:lnTo>
                                <a:pt x="13903" y="11618"/>
                              </a:lnTo>
                              <a:lnTo>
                                <a:pt x="7908" y="11618"/>
                              </a:lnTo>
                              <a:lnTo>
                                <a:pt x="7908" y="11078"/>
                              </a:lnTo>
                              <a:lnTo>
                                <a:pt x="9418" y="11078"/>
                              </a:lnTo>
                              <a:lnTo>
                                <a:pt x="9418" y="4549"/>
                              </a:lnTo>
                              <a:lnTo>
                                <a:pt x="8333" y="4549"/>
                              </a:lnTo>
                              <a:lnTo>
                                <a:pt x="8333" y="4025"/>
                              </a:lnTo>
                              <a:close/>
                            </a:path>
                            <a:path w="21600" h="21600" extrusionOk="0">
                              <a:moveTo>
                                <a:pt x="9120" y="2127"/>
                              </a:moveTo>
                              <a:lnTo>
                                <a:pt x="9120" y="1783"/>
                              </a:lnTo>
                              <a:lnTo>
                                <a:pt x="9269" y="1538"/>
                              </a:lnTo>
                              <a:lnTo>
                                <a:pt x="9588" y="1194"/>
                              </a:lnTo>
                              <a:lnTo>
                                <a:pt x="10013" y="998"/>
                              </a:lnTo>
                              <a:lnTo>
                                <a:pt x="10396" y="850"/>
                              </a:lnTo>
                              <a:lnTo>
                                <a:pt x="10906" y="801"/>
                              </a:lnTo>
                              <a:lnTo>
                                <a:pt x="11480" y="900"/>
                              </a:lnTo>
                              <a:lnTo>
                                <a:pt x="11926" y="1047"/>
                              </a:lnTo>
                              <a:lnTo>
                                <a:pt x="12266" y="1292"/>
                              </a:lnTo>
                              <a:lnTo>
                                <a:pt x="12500" y="1587"/>
                              </a:lnTo>
                              <a:lnTo>
                                <a:pt x="12649" y="1832"/>
                              </a:lnTo>
                              <a:lnTo>
                                <a:pt x="12692" y="2143"/>
                              </a:lnTo>
                              <a:lnTo>
                                <a:pt x="12649" y="2421"/>
                              </a:lnTo>
                              <a:lnTo>
                                <a:pt x="12500" y="2781"/>
                              </a:lnTo>
                              <a:lnTo>
                                <a:pt x="12330" y="3060"/>
                              </a:lnTo>
                              <a:lnTo>
                                <a:pt x="11884" y="3305"/>
                              </a:lnTo>
                              <a:lnTo>
                                <a:pt x="11501" y="3452"/>
                              </a:lnTo>
                              <a:lnTo>
                                <a:pt x="10863" y="3550"/>
                              </a:lnTo>
                              <a:lnTo>
                                <a:pt x="10396" y="3518"/>
                              </a:lnTo>
                              <a:lnTo>
                                <a:pt x="9949" y="3321"/>
                              </a:lnTo>
                              <a:lnTo>
                                <a:pt x="9524" y="3125"/>
                              </a:lnTo>
                              <a:lnTo>
                                <a:pt x="9311" y="2765"/>
                              </a:lnTo>
                              <a:lnTo>
                                <a:pt x="9184" y="2438"/>
                              </a:lnTo>
                              <a:lnTo>
                                <a:pt x="9120" y="2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fopage" o:spid="_x0000_s1026" style="position:absolute;margin-left:-13.1pt;margin-top:-17.6pt;width:92.25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" path="m10757,21632r-5570,l85,17509r,-6660l85,81r10672,l21706,81r,10571l21706,21632r-10949,xem85,17509r5102,l5187,21632,85,17509xem8333,4025r4167,l12500,11094r1403,l13903,11618r-5995,l7908,11078r1510,l9418,4549r-1085,l8333,4025xem9120,2127r,-344l9269,1538r319,-344l10013,998r383,-148l10906,801r574,99l11926,1047r340,245l12500,1587r149,245l12692,2143r-43,278l12500,2781r-170,279l11884,3305r-383,147l10863,3550r-467,-32l9949,3321,9524,3125,9311,2765,9184,2438r-64,-311xe" fillcolor="#d8ebb3">
                <v:stroke joinstyle="miter"/>
                <v:shadow on="t" offset="6pt,6pt"/>
                <v:path o:extrusionok="f" o:connecttype="custom" o:connectlocs="583455,1154232;4610,578877;583455,4322;1177324,568366;583455,1154232;0,0;1171575,0;1171575,1152525" o:connectangles="0,0,0,0,0,0,0,0" textboxrect="999,12174,20813,17149"/>
                <o:lock v:ext="edit" verticies="t"/>
              </v:shape>
            </w:pict>
          </mc:Fallback>
        </mc:AlternateContent>
      </w:r>
      <w:r w:rsidR="00050FA1" w:rsidRPr="00FB1E2E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OZNÁMENÍ</w:t>
      </w:r>
    </w:p>
    <w:p w:rsidR="00281F68" w:rsidRPr="00281F68" w:rsidRDefault="00281F68" w:rsidP="00FB1E2E">
      <w:pPr>
        <w:spacing w:after="0"/>
        <w:jc w:val="center"/>
        <w:rPr>
          <w:b/>
          <w:sz w:val="20"/>
          <w:szCs w:val="20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5E1B7A" w:rsidRDefault="00050FA1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přerušení provozu 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MŠ </w:t>
      </w: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 </w:t>
      </w: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ondělí 7</w:t>
      </w: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. 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 201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8</w:t>
      </w:r>
      <w:r w:rsidR="005E1B7A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r w:rsidR="005E1B7A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po dohodě se zřizovatelem, </w:t>
      </w:r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z provozních a kapacitních důvodů </w:t>
      </w:r>
    </w:p>
    <w:p w:rsidR="00050FA1" w:rsidRPr="00FB1E2E" w:rsidRDefault="00050FA1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viz Školní řád.</w:t>
      </w:r>
      <w:bookmarkStart w:id="0" w:name="_GoBack"/>
      <w:bookmarkEnd w:id="0"/>
    </w:p>
    <w:p w:rsidR="002A25FD" w:rsidRDefault="00050FA1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Vzhledem k malému počtu přihlášených dětí bude </w:t>
      </w:r>
      <w:r w:rsidR="00FB1E2E"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 uvedený den</w:t>
      </w:r>
      <w:r w:rsid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provoz </w:t>
      </w:r>
    </w:p>
    <w:p w:rsidR="005E1B7A" w:rsidRDefault="00050FA1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Mateřské školy Plzeň – Křimice, Vochovská 25, </w:t>
      </w:r>
    </w:p>
    <w:p w:rsidR="00FB1E2E" w:rsidRPr="00FB1E2E" w:rsidRDefault="00050FA1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proofErr w:type="gramStart"/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p.o</w:t>
      </w:r>
      <w:proofErr w:type="spellEnd"/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</w:t>
      </w:r>
      <w:proofErr w:type="gramEnd"/>
      <w:r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přerušen</w:t>
      </w:r>
      <w:r w:rsidR="00FB1E2E" w:rsidRPr="00FB1E2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281F68" w:rsidRDefault="00FB1E2E" w:rsidP="00FB1E2E">
      <w:pPr>
        <w:spacing w:after="0"/>
        <w:jc w:val="center"/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Pokračovat bude opět od 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středy 9. 5. </w:t>
      </w:r>
      <w:r w:rsidRPr="00FB1E2E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281F68">
        <w:rPr>
          <w:b/>
          <w:sz w:val="44"/>
          <w:szCs w:val="44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8 </w:t>
      </w:r>
    </w:p>
    <w:p w:rsidR="00050FA1" w:rsidRDefault="00281F68" w:rsidP="00FB1E2E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81F68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(v úterý 8. 5. bude Státní svátek Den vítěz</w:t>
      </w: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</w:t>
      </w:r>
      <w:r w:rsidRPr="00281F68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tví)</w:t>
      </w: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</w:t>
      </w:r>
    </w:p>
    <w:sectPr w:rsidR="00050FA1" w:rsidSect="00281F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FA1"/>
    <w:rsid w:val="00050FA1"/>
    <w:rsid w:val="00281F68"/>
    <w:rsid w:val="002A25FD"/>
    <w:rsid w:val="005E1B7A"/>
    <w:rsid w:val="007D733D"/>
    <w:rsid w:val="008B19F3"/>
    <w:rsid w:val="00F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50FA1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50FA1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110A61A.dotm</Template>
  <TotalTime>43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4</cp:revision>
  <cp:lastPrinted>2018-05-02T07:39:00Z</cp:lastPrinted>
  <dcterms:created xsi:type="dcterms:W3CDTF">2016-11-15T09:52:00Z</dcterms:created>
  <dcterms:modified xsi:type="dcterms:W3CDTF">2018-05-03T11:24:00Z</dcterms:modified>
</cp:coreProperties>
</file>