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1D" w:rsidRDefault="0050321D">
      <w:pPr>
        <w:rPr>
          <w:b/>
          <w:sz w:val="32"/>
          <w:szCs w:val="32"/>
        </w:rPr>
      </w:pPr>
    </w:p>
    <w:p w:rsidR="0050321D" w:rsidRDefault="0050321D">
      <w:pPr>
        <w:rPr>
          <w:b/>
          <w:sz w:val="32"/>
          <w:szCs w:val="32"/>
        </w:rPr>
      </w:pPr>
      <w:r w:rsidRPr="0050321D">
        <w:rPr>
          <w:b/>
          <w:sz w:val="32"/>
          <w:szCs w:val="32"/>
        </w:rPr>
        <w:t>Místo a způsoby podání</w:t>
      </w:r>
    </w:p>
    <w:p w:rsidR="0050321D" w:rsidRPr="0050321D" w:rsidRDefault="0050321D" w:rsidP="0050321D">
      <w:pPr>
        <w:pStyle w:val="Odstavecseseznamem"/>
        <w:numPr>
          <w:ilvl w:val="0"/>
          <w:numId w:val="1"/>
        </w:numPr>
        <w:rPr>
          <w:b/>
        </w:rPr>
      </w:pPr>
      <w:r w:rsidRPr="0050321D">
        <w:rPr>
          <w:b/>
        </w:rPr>
        <w:t>Podání elektronicky</w:t>
      </w:r>
    </w:p>
    <w:p w:rsidR="0050321D" w:rsidRDefault="0050321D" w:rsidP="00934D13">
      <w:pPr>
        <w:pStyle w:val="Odstavecseseznamem"/>
        <w:numPr>
          <w:ilvl w:val="0"/>
          <w:numId w:val="2"/>
        </w:numPr>
        <w:tabs>
          <w:tab w:val="left" w:pos="5387"/>
        </w:tabs>
      </w:pPr>
      <w:r>
        <w:t>Prostřednictvím elektronické pošty E-mail</w:t>
      </w:r>
      <w:r>
        <w:tab/>
      </w:r>
      <w:r w:rsidR="00C37C74">
        <w:t>kavalirovaji@mskrimice.plzen-edu.cz</w:t>
      </w:r>
      <w:r>
        <w:t xml:space="preserve"> </w:t>
      </w:r>
    </w:p>
    <w:p w:rsidR="0050321D" w:rsidRDefault="0050321D" w:rsidP="00934D13">
      <w:pPr>
        <w:pStyle w:val="Odstavecseseznamem"/>
        <w:numPr>
          <w:ilvl w:val="0"/>
          <w:numId w:val="2"/>
        </w:numPr>
        <w:tabs>
          <w:tab w:val="left" w:pos="5387"/>
        </w:tabs>
      </w:pPr>
      <w:r>
        <w:t>Prostřednictvím datové schránky (ID)</w:t>
      </w:r>
      <w:r>
        <w:tab/>
      </w:r>
      <w:r w:rsidR="00C37C74">
        <w:t>6hs4rd6</w:t>
      </w:r>
    </w:p>
    <w:p w:rsidR="0050321D" w:rsidRDefault="0050321D" w:rsidP="00934D13">
      <w:pPr>
        <w:tabs>
          <w:tab w:val="left" w:pos="5387"/>
        </w:tabs>
      </w:pPr>
    </w:p>
    <w:p w:rsidR="0050321D" w:rsidRDefault="0050321D" w:rsidP="00934D13">
      <w:pPr>
        <w:pStyle w:val="Odstavecseseznamem"/>
        <w:numPr>
          <w:ilvl w:val="0"/>
          <w:numId w:val="1"/>
        </w:numPr>
        <w:tabs>
          <w:tab w:val="left" w:pos="5387"/>
        </w:tabs>
        <w:rPr>
          <w:b/>
        </w:rPr>
      </w:pPr>
      <w:r w:rsidRPr="0050321D">
        <w:rPr>
          <w:b/>
        </w:rPr>
        <w:t>Podání písemně</w:t>
      </w:r>
    </w:p>
    <w:p w:rsidR="0050321D" w:rsidRDefault="0050321D" w:rsidP="00934D13">
      <w:pPr>
        <w:pStyle w:val="Odstavecseseznamem"/>
        <w:numPr>
          <w:ilvl w:val="0"/>
          <w:numId w:val="5"/>
        </w:numPr>
        <w:tabs>
          <w:tab w:val="left" w:pos="5387"/>
        </w:tabs>
      </w:pPr>
      <w:r w:rsidRPr="00934D13">
        <w:rPr>
          <w:b/>
        </w:rPr>
        <w:t xml:space="preserve">Poštou – </w:t>
      </w:r>
      <w:r w:rsidRPr="0050321D">
        <w:t>na adresu sídla organizace</w:t>
      </w:r>
      <w:r>
        <w:tab/>
      </w:r>
      <w:r w:rsidR="00C37C74">
        <w:t>Vochovská</w:t>
      </w:r>
      <w:r w:rsidR="00934D13">
        <w:t xml:space="preserve"> 428/</w:t>
      </w:r>
      <w:r w:rsidR="00C37C74">
        <w:t>25, Plzeň-Křimice, 322 00</w:t>
      </w:r>
      <w:r>
        <w:t xml:space="preserve"> </w:t>
      </w:r>
      <w:r w:rsidRPr="00934D13">
        <w:rPr>
          <w:b/>
        </w:rPr>
        <w:t>Osobně –</w:t>
      </w:r>
      <w:r>
        <w:t xml:space="preserve"> v sídle organizace</w:t>
      </w:r>
      <w:r>
        <w:tab/>
      </w:r>
      <w:r w:rsidR="00934D13">
        <w:t>Vochovská 428/25, Plzeň-Křimice, 322 00</w:t>
      </w:r>
      <w:bookmarkStart w:id="0" w:name="_GoBack"/>
      <w:bookmarkEnd w:id="0"/>
    </w:p>
    <w:p w:rsidR="0050321D" w:rsidRDefault="0050321D" w:rsidP="00934D13">
      <w:pPr>
        <w:tabs>
          <w:tab w:val="left" w:pos="5387"/>
        </w:tabs>
        <w:jc w:val="both"/>
      </w:pPr>
      <w:r>
        <w:t>Žádost o poskytnutí informace osobně je podána žadatelem písemně nebo příjemce musí ústní žádost</w:t>
      </w:r>
      <w:r w:rsidR="005459F1">
        <w:t xml:space="preserve"> zaznamenat do písemné podoby (</w:t>
      </w:r>
      <w:r>
        <w:t>žadatel musí být vždy poučen o lhůtách, postupech a podmínkách vztahujících se k vyřízení jeho žádosti)</w:t>
      </w:r>
    </w:p>
    <w:p w:rsidR="0050321D" w:rsidRDefault="0050321D" w:rsidP="0019785B">
      <w:pPr>
        <w:jc w:val="both"/>
      </w:pPr>
      <w:r>
        <w:t>Písemné žádosti přijímá ředitel školy.</w:t>
      </w:r>
    </w:p>
    <w:p w:rsidR="0050321D" w:rsidRPr="0050321D" w:rsidRDefault="0050321D" w:rsidP="0019785B">
      <w:pPr>
        <w:jc w:val="both"/>
      </w:pPr>
      <w:r>
        <w:t>Pro písemné podání je vhodné využít standardizovaný tiskopis – viz formuláře</w:t>
      </w:r>
    </w:p>
    <w:p w:rsidR="0050321D" w:rsidRPr="0050321D" w:rsidRDefault="0050321D" w:rsidP="005459F1">
      <w:pPr>
        <w:jc w:val="both"/>
        <w:rPr>
          <w:b/>
          <w:sz w:val="32"/>
          <w:szCs w:val="32"/>
        </w:rPr>
      </w:pPr>
    </w:p>
    <w:sectPr w:rsidR="0050321D" w:rsidRPr="005032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D2E" w:rsidRDefault="00367D2E" w:rsidP="005429F1">
      <w:pPr>
        <w:spacing w:after="0" w:line="240" w:lineRule="auto"/>
      </w:pPr>
      <w:r>
        <w:separator/>
      </w:r>
    </w:p>
  </w:endnote>
  <w:endnote w:type="continuationSeparator" w:id="0">
    <w:p w:rsidR="00367D2E" w:rsidRDefault="00367D2E" w:rsidP="0054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F1" w:rsidRDefault="005429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F1" w:rsidRDefault="005429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F1" w:rsidRDefault="005429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D2E" w:rsidRDefault="00367D2E" w:rsidP="005429F1">
      <w:pPr>
        <w:spacing w:after="0" w:line="240" w:lineRule="auto"/>
      </w:pPr>
      <w:r>
        <w:separator/>
      </w:r>
    </w:p>
  </w:footnote>
  <w:footnote w:type="continuationSeparator" w:id="0">
    <w:p w:rsidR="00367D2E" w:rsidRDefault="00367D2E" w:rsidP="0054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F1" w:rsidRDefault="005429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F1" w:rsidRDefault="005429F1">
    <w:pPr>
      <w:pStyle w:val="Zhlav"/>
    </w:pPr>
    <w:r>
      <w:tab/>
    </w:r>
    <w:r>
      <w:tab/>
    </w:r>
  </w:p>
  <w:p w:rsidR="005429F1" w:rsidRDefault="005429F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F1" w:rsidRDefault="005429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26EBE"/>
    <w:multiLevelType w:val="hybridMultilevel"/>
    <w:tmpl w:val="5EAE95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6A19F1"/>
    <w:multiLevelType w:val="hybridMultilevel"/>
    <w:tmpl w:val="99724A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E562F"/>
    <w:multiLevelType w:val="hybridMultilevel"/>
    <w:tmpl w:val="115C6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624EE"/>
    <w:multiLevelType w:val="hybridMultilevel"/>
    <w:tmpl w:val="0CE28B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6B211F"/>
    <w:multiLevelType w:val="hybridMultilevel"/>
    <w:tmpl w:val="C1F426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1D"/>
    <w:rsid w:val="0019785B"/>
    <w:rsid w:val="00367D2E"/>
    <w:rsid w:val="003D3F7B"/>
    <w:rsid w:val="0050321D"/>
    <w:rsid w:val="005429F1"/>
    <w:rsid w:val="005459F1"/>
    <w:rsid w:val="0075701D"/>
    <w:rsid w:val="007575F5"/>
    <w:rsid w:val="00934D13"/>
    <w:rsid w:val="00A30D8B"/>
    <w:rsid w:val="00A612EA"/>
    <w:rsid w:val="00C37C74"/>
    <w:rsid w:val="00DE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321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29F1"/>
  </w:style>
  <w:style w:type="paragraph" w:styleId="Zpat">
    <w:name w:val="footer"/>
    <w:basedOn w:val="Normln"/>
    <w:link w:val="ZpatChar"/>
    <w:uiPriority w:val="99"/>
    <w:unhideWhenUsed/>
    <w:rsid w:val="005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29F1"/>
  </w:style>
  <w:style w:type="paragraph" w:styleId="Textbubliny">
    <w:name w:val="Balloon Text"/>
    <w:basedOn w:val="Normln"/>
    <w:link w:val="TextbublinyChar"/>
    <w:uiPriority w:val="99"/>
    <w:semiHidden/>
    <w:unhideWhenUsed/>
    <w:rsid w:val="00542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321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29F1"/>
  </w:style>
  <w:style w:type="paragraph" w:styleId="Zpat">
    <w:name w:val="footer"/>
    <w:basedOn w:val="Normln"/>
    <w:link w:val="ZpatChar"/>
    <w:uiPriority w:val="99"/>
    <w:unhideWhenUsed/>
    <w:rsid w:val="00542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29F1"/>
  </w:style>
  <w:style w:type="paragraph" w:styleId="Textbubliny">
    <w:name w:val="Balloon Text"/>
    <w:basedOn w:val="Normln"/>
    <w:link w:val="TextbublinyChar"/>
    <w:uiPriority w:val="99"/>
    <w:semiHidden/>
    <w:unhideWhenUsed/>
    <w:rsid w:val="00542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3A58B1EA.dotm</Template>
  <TotalTime>30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Alena</dc:creator>
  <cp:lastModifiedBy>Kavalírová Jiřina</cp:lastModifiedBy>
  <cp:revision>8</cp:revision>
  <dcterms:created xsi:type="dcterms:W3CDTF">2018-01-15T12:13:00Z</dcterms:created>
  <dcterms:modified xsi:type="dcterms:W3CDTF">2018-02-19T14:57:00Z</dcterms:modified>
</cp:coreProperties>
</file>