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9E" w:rsidRPr="008B0F9E" w:rsidRDefault="0040632F" w:rsidP="008B11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24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</w:t>
      </w:r>
      <w:r w:rsidR="009A0DE6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8B0F9E" w:rsidRPr="008B0F9E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ateřská škola Plzeň</w:t>
      </w:r>
      <w:r w:rsidR="009A0DE6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Křimice</w:t>
      </w:r>
      <w:r w:rsidR="008B0F9E" w:rsidRPr="008B0F9E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9A0DE6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Vochovská 25, </w:t>
      </w:r>
      <w:proofErr w:type="spellStart"/>
      <w:proofErr w:type="gramStart"/>
      <w:r w:rsidR="009A0DE6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p.o</w:t>
      </w:r>
      <w:proofErr w:type="spellEnd"/>
      <w:r w:rsidR="009A0DE6"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24"/>
          <w:u w:val="single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</w:t>
      </w:r>
    </w:p>
    <w:p w:rsidR="008B0F9E" w:rsidRPr="008B0F9E" w:rsidRDefault="008B0F9E" w:rsidP="008B116A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PSČ 3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22</w:t>
      </w: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 xml:space="preserve"> 0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 xml:space="preserve">0, </w:t>
      </w: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tel.:377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 xml:space="preserve"> 822 268</w:t>
      </w: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,  e-mail: skola@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mskrimice.pl</w:t>
      </w: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zen-edu.cz; web: www.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mskrimice</w:t>
      </w:r>
      <w:r w:rsidRPr="008B0F9E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.</w:t>
      </w:r>
      <w:r w:rsidR="009A0DE6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plzen.eu</w:t>
      </w:r>
    </w:p>
    <w:p w:rsidR="008B0F9E" w:rsidRPr="008B0F9E" w:rsidRDefault="008B0F9E" w:rsidP="008B0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632F" w:rsidRDefault="0040632F" w:rsidP="008B0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847D5" w:rsidRPr="008B0F9E" w:rsidRDefault="007847D5" w:rsidP="008B0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B0F9E" w:rsidRPr="009F4DE3" w:rsidRDefault="0011285F" w:rsidP="008B0F9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</w:pPr>
      <w:r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 xml:space="preserve">LETNÍ </w:t>
      </w:r>
      <w:r w:rsidR="008B0F9E" w:rsidRPr="009F4DE3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>PRÁZDNINOVÝ PROVOZ</w:t>
      </w:r>
      <w:r w:rsidR="00460557" w:rsidRPr="009F4DE3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 xml:space="preserve"> 201</w:t>
      </w:r>
      <w:r w:rsidR="00C1728B" w:rsidRPr="009F4DE3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>8</w:t>
      </w:r>
      <w:bookmarkStart w:id="0" w:name="_GoBack"/>
      <w:bookmarkEnd w:id="0"/>
    </w:p>
    <w:p w:rsidR="008B0F9E" w:rsidRPr="009A0DE6" w:rsidRDefault="008B0F9E" w:rsidP="008B0F9E">
      <w:pPr>
        <w:spacing w:after="0" w:line="240" w:lineRule="auto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</w:p>
    <w:p w:rsidR="009F4DE3" w:rsidRDefault="009F4DE3" w:rsidP="008B0F9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</w:p>
    <w:p w:rsidR="008B0F9E" w:rsidRPr="009F4DE3" w:rsidRDefault="009F4DE3" w:rsidP="007847D5">
      <w:pPr>
        <w:spacing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ČERVENEC - MŠ RADČICE</w:t>
      </w:r>
    </w:p>
    <w:p w:rsidR="008B0F9E" w:rsidRPr="008B0F9E" w:rsidRDefault="009F4DE3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O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 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0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. 07. 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do 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1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3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 07. 201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8</w:t>
      </w:r>
      <w:r w:rsidR="008B0F9E" w:rsidRPr="007847D5">
        <w:rPr>
          <w:rFonts w:ascii="Arial" w:eastAsia="Times New Roman" w:hAnsi="Arial" w:cs="Arial"/>
          <w:i/>
          <w:color w:val="0033CC"/>
          <w:sz w:val="28"/>
          <w:szCs w:val="28"/>
          <w:u w:val="single"/>
          <w:lang w:eastAsia="cs-CZ"/>
        </w:rPr>
        <w:t xml:space="preserve"> </w:t>
      </w:r>
      <w:r w:rsidR="00344983" w:rsidRPr="0034498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bude 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otevřena budova MŠ v 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Radčicích</w:t>
      </w:r>
      <w:r w:rsidR="008B0F9E" w:rsidRPr="00AA5020">
        <w:rPr>
          <w:rFonts w:ascii="Arial" w:eastAsia="Times New Roman" w:hAnsi="Arial" w:cs="Arial"/>
          <w:i/>
          <w:color w:val="0033CC"/>
          <w:sz w:val="28"/>
          <w:szCs w:val="28"/>
          <w:lang w:eastAsia="cs-CZ"/>
        </w:rPr>
        <w:t xml:space="preserve"> 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pro děti zapsané ve školním roce 201</w:t>
      </w:r>
      <w:r w:rsidR="00037475">
        <w:rPr>
          <w:rFonts w:ascii="Arial" w:eastAsia="Times New Roman" w:hAnsi="Arial" w:cs="Arial"/>
          <w:i/>
          <w:sz w:val="28"/>
          <w:szCs w:val="28"/>
          <w:lang w:eastAsia="cs-CZ"/>
        </w:rPr>
        <w:t>7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/201</w:t>
      </w:r>
      <w:r w:rsidR="00037475">
        <w:rPr>
          <w:rFonts w:ascii="Arial" w:eastAsia="Times New Roman" w:hAnsi="Arial" w:cs="Arial"/>
          <w:i/>
          <w:sz w:val="28"/>
          <w:szCs w:val="28"/>
          <w:lang w:eastAsia="cs-CZ"/>
        </w:rPr>
        <w:t>8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v mateřských školách v Křimicích, </w:t>
      </w:r>
      <w:proofErr w:type="spellStart"/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Malesicích</w:t>
      </w:r>
      <w:proofErr w:type="spellEnd"/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a Radčicích. 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Děti budou do mateřské školy v 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Radčicích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chodit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do 1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3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07.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201</w:t>
      </w:r>
      <w:r w:rsidR="00037475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8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</w:p>
    <w:p w:rsidR="009F4DE3" w:rsidRPr="009F4DE3" w:rsidRDefault="009F4DE3" w:rsidP="007847D5">
      <w:pPr>
        <w:spacing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SRPEN – MŠ KŘIMICE 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Od 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20.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08.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do 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31. 08. 201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8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bude otevřena budova M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Š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v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 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Křimicích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="008B116A" w:rsidRPr="003F06DF">
        <w:rPr>
          <w:rFonts w:ascii="Arial" w:eastAsia="Times New Roman" w:hAnsi="Arial" w:cs="Arial"/>
          <w:i/>
          <w:sz w:val="28"/>
          <w:szCs w:val="28"/>
          <w:lang w:eastAsia="cs-CZ"/>
        </w:rPr>
        <w:t>pro</w:t>
      </w:r>
      <w:r w:rsidRPr="003F06DF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děti zapsané ve školním roce 201</w:t>
      </w:r>
      <w:r w:rsidR="009F4DE3">
        <w:rPr>
          <w:rFonts w:ascii="Arial" w:eastAsia="Times New Roman" w:hAnsi="Arial" w:cs="Arial"/>
          <w:i/>
          <w:sz w:val="28"/>
          <w:szCs w:val="28"/>
          <w:lang w:eastAsia="cs-CZ"/>
        </w:rPr>
        <w:t>7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/201</w:t>
      </w:r>
      <w:r w:rsidR="009F4DE3">
        <w:rPr>
          <w:rFonts w:ascii="Arial" w:eastAsia="Times New Roman" w:hAnsi="Arial" w:cs="Arial"/>
          <w:i/>
          <w:sz w:val="28"/>
          <w:szCs w:val="28"/>
          <w:lang w:eastAsia="cs-CZ"/>
        </w:rPr>
        <w:t>8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v mateřských školách v Křimicích, </w:t>
      </w:r>
      <w:proofErr w:type="spellStart"/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Malesicích</w:t>
      </w:r>
      <w:proofErr w:type="spellEnd"/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a Radčicích. 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Děti budou do mateřské školy v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 Křimicích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chodit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od 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20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 08. 201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8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color w:val="0033CC"/>
          <w:sz w:val="28"/>
          <w:szCs w:val="28"/>
          <w:u w:val="single"/>
          <w:lang w:eastAsia="cs-CZ"/>
        </w:rPr>
      </w:pPr>
    </w:p>
    <w:p w:rsidR="007847D5" w:rsidRDefault="007847D5" w:rsidP="007847D5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Dle vyhlášky č. 14/2005 Sb., o předškolním vzdělávání, </w:t>
      </w:r>
    </w:p>
    <w:p w:rsidR="008B0F9E" w:rsidRPr="009F4DE3" w:rsidRDefault="009F4DE3" w:rsidP="007847D5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</w:pPr>
      <w:r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po domluvě se zřizovatelem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,</w:t>
      </w:r>
      <w:r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budou v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 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termínu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od 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1</w:t>
      </w:r>
      <w:r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6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. 07. </w:t>
      </w:r>
      <w:r w:rsidR="007847D5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d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o 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1</w:t>
      </w:r>
      <w:r w:rsidR="003F06DF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7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. 08. 201</w:t>
      </w:r>
      <w:r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8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 mateřské školy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v Křimicích, </w:t>
      </w:r>
      <w:proofErr w:type="spellStart"/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Malesicích</w:t>
      </w:r>
      <w:proofErr w:type="spellEnd"/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a Radčicích 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z organizačních důvodů 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ZAVŘENY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.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Žádáme proto zákonné zástupce, aby si naplánovali své dovolené v době, kdy prázdninový provoz nebude zajištěn, aby se svým dětem mohli plně věnovat.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6F7C6B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  <w:r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V měsíci </w:t>
      </w:r>
      <w:r w:rsidR="003F06DF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květnu</w:t>
      </w:r>
      <w:r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budou v šatnách ve výše uvedených M</w:t>
      </w:r>
      <w:r w:rsidR="003F06DF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Š</w:t>
      </w:r>
      <w:r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záznamové archy, kde zákonní zástupci zapíší svůj zájem </w:t>
      </w:r>
    </w:p>
    <w:p w:rsidR="008B0F9E" w:rsidRPr="006F7C6B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  <w:r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o docházku dítěte 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do MŠ </w:t>
      </w:r>
      <w:r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v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 těchto  </w:t>
      </w:r>
      <w:r w:rsidR="0011285F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prázdninových 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měsících.</w:t>
      </w:r>
    </w:p>
    <w:p w:rsidR="003F06DF" w:rsidRPr="006F7C6B" w:rsidRDefault="003F06DF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cs-CZ"/>
        </w:rPr>
      </w:pPr>
      <w:r w:rsidRPr="008B0F9E">
        <w:rPr>
          <w:rFonts w:ascii="Arial" w:eastAsia="Times New Roman" w:hAnsi="Arial" w:cs="Arial"/>
          <w:i/>
          <w:sz w:val="28"/>
          <w:szCs w:val="28"/>
          <w:u w:val="single"/>
          <w:lang w:eastAsia="cs-CZ"/>
        </w:rPr>
        <w:t>Prázdninový provoz se bude týkat dětí zaměstnaných zákonných zástupců, kteří nemohou v této době čerpat dovolenou nebo jinak zajistit hlídání svého dítěte.</w:t>
      </w:r>
    </w:p>
    <w:p w:rsid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6F7C6B" w:rsidRDefault="006F7C6B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9A0DE6" w:rsidP="008B0F9E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cs-CZ"/>
        </w:rPr>
      </w:pPr>
      <w:r>
        <w:rPr>
          <w:rFonts w:ascii="Arial" w:eastAsia="Times New Roman" w:hAnsi="Arial" w:cs="Arial"/>
          <w:i/>
          <w:sz w:val="24"/>
          <w:szCs w:val="24"/>
          <w:lang w:eastAsia="cs-CZ"/>
        </w:rPr>
        <w:t>Bc.</w:t>
      </w:r>
      <w:r w:rsidR="008B0F9E" w:rsidRPr="008B0F9E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i/>
          <w:sz w:val="24"/>
          <w:szCs w:val="24"/>
          <w:lang w:eastAsia="cs-CZ"/>
        </w:rPr>
        <w:t>J i ř i n a  K a v a l í r o v á</w:t>
      </w:r>
      <w:proofErr w:type="gramEnd"/>
    </w:p>
    <w:p w:rsidR="0010259C" w:rsidRDefault="008B0F9E" w:rsidP="007847D5">
      <w:pPr>
        <w:spacing w:after="0" w:line="240" w:lineRule="auto"/>
        <w:jc w:val="center"/>
      </w:pPr>
      <w:r w:rsidRPr="008B0F9E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                                                                                      ředitelka</w:t>
      </w:r>
    </w:p>
    <w:sectPr w:rsidR="00102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66" w:rsidRDefault="00E83D66" w:rsidP="00AA5020">
      <w:pPr>
        <w:spacing w:after="0" w:line="240" w:lineRule="auto"/>
      </w:pPr>
      <w:r>
        <w:separator/>
      </w:r>
    </w:p>
  </w:endnote>
  <w:endnote w:type="continuationSeparator" w:id="0">
    <w:p w:rsidR="00E83D66" w:rsidRDefault="00E83D66" w:rsidP="00A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66" w:rsidRDefault="00E83D66" w:rsidP="00AA5020">
      <w:pPr>
        <w:spacing w:after="0" w:line="240" w:lineRule="auto"/>
      </w:pPr>
      <w:r>
        <w:separator/>
      </w:r>
    </w:p>
  </w:footnote>
  <w:footnote w:type="continuationSeparator" w:id="0">
    <w:p w:rsidR="00E83D66" w:rsidRDefault="00E83D66" w:rsidP="00AA50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9E"/>
    <w:rsid w:val="00037475"/>
    <w:rsid w:val="000E7E0A"/>
    <w:rsid w:val="0010259C"/>
    <w:rsid w:val="0011285F"/>
    <w:rsid w:val="00344983"/>
    <w:rsid w:val="003F06DF"/>
    <w:rsid w:val="0040632F"/>
    <w:rsid w:val="00460557"/>
    <w:rsid w:val="006F7C6B"/>
    <w:rsid w:val="007847D5"/>
    <w:rsid w:val="008B0F9E"/>
    <w:rsid w:val="008B116A"/>
    <w:rsid w:val="009A0DE6"/>
    <w:rsid w:val="009F4DE3"/>
    <w:rsid w:val="00AA5020"/>
    <w:rsid w:val="00C1728B"/>
    <w:rsid w:val="00E8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020"/>
  </w:style>
  <w:style w:type="paragraph" w:styleId="Zpat">
    <w:name w:val="footer"/>
    <w:basedOn w:val="Normln"/>
    <w:link w:val="Zpat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020"/>
  </w:style>
  <w:style w:type="paragraph" w:styleId="Zpat">
    <w:name w:val="footer"/>
    <w:basedOn w:val="Normln"/>
    <w:link w:val="Zpat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1E0BC54C.dotm</Template>
  <TotalTime>103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9</cp:revision>
  <cp:lastPrinted>2018-04-17T09:45:00Z</cp:lastPrinted>
  <dcterms:created xsi:type="dcterms:W3CDTF">2016-03-14T10:51:00Z</dcterms:created>
  <dcterms:modified xsi:type="dcterms:W3CDTF">2018-04-17T09:46:00Z</dcterms:modified>
</cp:coreProperties>
</file>