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7D5" w:rsidRDefault="007847D5" w:rsidP="008B0F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7378D" w:rsidRDefault="00C7378D" w:rsidP="008B0F9E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33CC"/>
          <w:sz w:val="44"/>
          <w:szCs w:val="44"/>
          <w:u w:val="single"/>
          <w:lang w:eastAsia="cs-CZ"/>
        </w:rPr>
      </w:pPr>
    </w:p>
    <w:p w:rsidR="008B0F9E" w:rsidRPr="009F4DE3" w:rsidRDefault="0011285F" w:rsidP="008B0F9E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33CC"/>
          <w:sz w:val="44"/>
          <w:szCs w:val="44"/>
          <w:u w:val="single"/>
          <w:lang w:eastAsia="cs-CZ"/>
        </w:rPr>
      </w:pPr>
      <w:bookmarkStart w:id="0" w:name="_GoBack"/>
      <w:bookmarkEnd w:id="0"/>
      <w:r>
        <w:rPr>
          <w:rFonts w:ascii="Arial" w:eastAsia="Times New Roman" w:hAnsi="Arial" w:cs="Arial"/>
          <w:b/>
          <w:i/>
          <w:color w:val="0033CC"/>
          <w:sz w:val="44"/>
          <w:szCs w:val="44"/>
          <w:u w:val="single"/>
          <w:lang w:eastAsia="cs-CZ"/>
        </w:rPr>
        <w:t xml:space="preserve">LETNÍ </w:t>
      </w:r>
      <w:r w:rsidR="008B0F9E" w:rsidRPr="009F4DE3">
        <w:rPr>
          <w:rFonts w:ascii="Arial" w:eastAsia="Times New Roman" w:hAnsi="Arial" w:cs="Arial"/>
          <w:b/>
          <w:i/>
          <w:color w:val="0033CC"/>
          <w:sz w:val="44"/>
          <w:szCs w:val="44"/>
          <w:u w:val="single"/>
          <w:lang w:eastAsia="cs-CZ"/>
        </w:rPr>
        <w:t>PRÁZDNINOVÝ PROVOZ</w:t>
      </w:r>
      <w:r w:rsidR="00460557" w:rsidRPr="009F4DE3">
        <w:rPr>
          <w:rFonts w:ascii="Arial" w:eastAsia="Times New Roman" w:hAnsi="Arial" w:cs="Arial"/>
          <w:b/>
          <w:i/>
          <w:color w:val="0033CC"/>
          <w:sz w:val="44"/>
          <w:szCs w:val="44"/>
          <w:u w:val="single"/>
          <w:lang w:eastAsia="cs-CZ"/>
        </w:rPr>
        <w:t xml:space="preserve"> 201</w:t>
      </w:r>
      <w:r w:rsidR="005D4636">
        <w:rPr>
          <w:rFonts w:ascii="Arial" w:eastAsia="Times New Roman" w:hAnsi="Arial" w:cs="Arial"/>
          <w:b/>
          <w:i/>
          <w:color w:val="0033CC"/>
          <w:sz w:val="44"/>
          <w:szCs w:val="44"/>
          <w:u w:val="single"/>
          <w:lang w:eastAsia="cs-CZ"/>
        </w:rPr>
        <w:t>9</w:t>
      </w:r>
    </w:p>
    <w:p w:rsidR="008B0F9E" w:rsidRPr="009A0DE6" w:rsidRDefault="008B0F9E" w:rsidP="008B0F9E">
      <w:pPr>
        <w:spacing w:after="0" w:line="240" w:lineRule="auto"/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</w:pPr>
    </w:p>
    <w:p w:rsidR="009F4DE3" w:rsidRDefault="009F4DE3" w:rsidP="008B0F9E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</w:pPr>
    </w:p>
    <w:p w:rsidR="008B0F9E" w:rsidRPr="009F4DE3" w:rsidRDefault="009F4DE3" w:rsidP="007847D5">
      <w:pPr>
        <w:spacing w:line="240" w:lineRule="auto"/>
        <w:jc w:val="center"/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 xml:space="preserve">ČERVENEC - MŠ </w:t>
      </w:r>
      <w:r w:rsidR="005D4636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KŘIMICE</w:t>
      </w:r>
    </w:p>
    <w:p w:rsidR="008B0F9E" w:rsidRPr="008B0F9E" w:rsidRDefault="009F4DE3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O</w:t>
      </w:r>
      <w:r w:rsidR="008B0F9E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d </w:t>
      </w:r>
      <w:r w:rsidR="00C1728B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0</w:t>
      </w:r>
      <w:r w:rsidR="005D4636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1</w:t>
      </w:r>
      <w:r w:rsidR="00C1728B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. 07. </w:t>
      </w:r>
      <w:r w:rsidR="008B0F9E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do </w:t>
      </w:r>
      <w:r w:rsidR="00C1728B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1</w:t>
      </w:r>
      <w:r w:rsidR="005D4636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2</w:t>
      </w:r>
      <w:r w:rsidR="00C1728B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. 07. 201</w:t>
      </w:r>
      <w:r w:rsidR="005D4636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9</w:t>
      </w:r>
      <w:r w:rsidR="008B0F9E" w:rsidRPr="007847D5">
        <w:rPr>
          <w:rFonts w:ascii="Arial" w:eastAsia="Times New Roman" w:hAnsi="Arial" w:cs="Arial"/>
          <w:i/>
          <w:color w:val="0033CC"/>
          <w:sz w:val="28"/>
          <w:szCs w:val="28"/>
          <w:u w:val="single"/>
          <w:lang w:eastAsia="cs-CZ"/>
        </w:rPr>
        <w:t xml:space="preserve"> </w:t>
      </w:r>
      <w:r w:rsidR="00344983" w:rsidRPr="00344983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bude </w:t>
      </w:r>
      <w:r w:rsidR="005D4636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zajištěn provoz </w:t>
      </w:r>
      <w:r w:rsidR="008B0F9E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MŠ v </w:t>
      </w:r>
      <w:r w:rsidR="005D4636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Křimicích</w:t>
      </w:r>
      <w:r w:rsidR="008B0F9E" w:rsidRPr="00AA5020">
        <w:rPr>
          <w:rFonts w:ascii="Arial" w:eastAsia="Times New Roman" w:hAnsi="Arial" w:cs="Arial"/>
          <w:i/>
          <w:color w:val="0033CC"/>
          <w:sz w:val="28"/>
          <w:szCs w:val="28"/>
          <w:lang w:eastAsia="cs-CZ"/>
        </w:rPr>
        <w:t xml:space="preserve"> </w:t>
      </w:r>
      <w:r w:rsidR="008B0F9E"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pro děti zapsané ve školním roce 201</w:t>
      </w:r>
      <w:r w:rsidR="005D4636">
        <w:rPr>
          <w:rFonts w:ascii="Arial" w:eastAsia="Times New Roman" w:hAnsi="Arial" w:cs="Arial"/>
          <w:i/>
          <w:sz w:val="28"/>
          <w:szCs w:val="28"/>
          <w:lang w:eastAsia="cs-CZ"/>
        </w:rPr>
        <w:t>8</w:t>
      </w:r>
      <w:r w:rsidR="008B0F9E"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/201</w:t>
      </w:r>
      <w:r w:rsidR="005D4636">
        <w:rPr>
          <w:rFonts w:ascii="Arial" w:eastAsia="Times New Roman" w:hAnsi="Arial" w:cs="Arial"/>
          <w:i/>
          <w:sz w:val="28"/>
          <w:szCs w:val="28"/>
          <w:lang w:eastAsia="cs-CZ"/>
        </w:rPr>
        <w:t>9</w:t>
      </w:r>
      <w:r w:rsidR="008B0F9E"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 xml:space="preserve"> v mateřských školách v Křimicích, </w:t>
      </w:r>
      <w:proofErr w:type="spellStart"/>
      <w:r w:rsidR="008B0F9E"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Malesicích</w:t>
      </w:r>
      <w:proofErr w:type="spellEnd"/>
      <w:r w:rsidR="008B0F9E"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 xml:space="preserve"> a Radčicích. </w:t>
      </w:r>
    </w:p>
    <w:p w:rsidR="008B0F9E" w:rsidRPr="007847D5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</w:pP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Děti budou do mateřské školy v </w:t>
      </w:r>
      <w:r w:rsidR="00343723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Křimicích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 chodit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do 1</w:t>
      </w:r>
      <w:r w:rsidR="005D4636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2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.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07.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201</w:t>
      </w:r>
      <w:r w:rsidR="005D4636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9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.</w:t>
      </w:r>
    </w:p>
    <w:p w:rsidR="008B0F9E" w:rsidRPr="007847D5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</w:pPr>
    </w:p>
    <w:p w:rsidR="009F4DE3" w:rsidRPr="009F4DE3" w:rsidRDefault="009F4DE3" w:rsidP="007847D5">
      <w:pPr>
        <w:spacing w:line="240" w:lineRule="auto"/>
        <w:jc w:val="center"/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 xml:space="preserve">SRPEN – MŠ </w:t>
      </w:r>
      <w:r w:rsidR="00576B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RADČICE</w:t>
      </w:r>
      <w:r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 xml:space="preserve"> </w:t>
      </w:r>
    </w:p>
    <w:p w:rsidR="008B0F9E" w:rsidRPr="008B0F9E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Od </w:t>
      </w:r>
      <w:r w:rsidR="00576BE3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19</w:t>
      </w:r>
      <w:r w:rsidR="009F4DE3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.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08.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do 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3</w:t>
      </w:r>
      <w:r w:rsidR="00576BE3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0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. 08. 201</w:t>
      </w:r>
      <w:r w:rsidR="00576BE3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9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bude </w:t>
      </w:r>
      <w:proofErr w:type="spellStart"/>
      <w:r w:rsidR="00343723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zajištlěn</w:t>
      </w:r>
      <w:proofErr w:type="spellEnd"/>
      <w:r w:rsidR="00343723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provoz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M</w:t>
      </w:r>
      <w:r w:rsidR="009F4DE3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Š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v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 </w:t>
      </w:r>
      <w:r w:rsidR="00343723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Radčicích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 </w:t>
      </w:r>
      <w:r w:rsidR="008B116A" w:rsidRPr="003F06DF">
        <w:rPr>
          <w:rFonts w:ascii="Arial" w:eastAsia="Times New Roman" w:hAnsi="Arial" w:cs="Arial"/>
          <w:i/>
          <w:sz w:val="28"/>
          <w:szCs w:val="28"/>
          <w:lang w:eastAsia="cs-CZ"/>
        </w:rPr>
        <w:t>pro</w:t>
      </w:r>
      <w:r w:rsidRPr="003F06DF">
        <w:rPr>
          <w:rFonts w:ascii="Arial" w:eastAsia="Times New Roman" w:hAnsi="Arial" w:cs="Arial"/>
          <w:i/>
          <w:sz w:val="28"/>
          <w:szCs w:val="28"/>
          <w:lang w:eastAsia="cs-CZ"/>
        </w:rPr>
        <w:t xml:space="preserve"> </w:t>
      </w:r>
      <w:r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děti zapsané ve školním roce 201</w:t>
      </w:r>
      <w:r w:rsidR="00576BE3">
        <w:rPr>
          <w:rFonts w:ascii="Arial" w:eastAsia="Times New Roman" w:hAnsi="Arial" w:cs="Arial"/>
          <w:i/>
          <w:sz w:val="28"/>
          <w:szCs w:val="28"/>
          <w:lang w:eastAsia="cs-CZ"/>
        </w:rPr>
        <w:t>8</w:t>
      </w:r>
      <w:r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/201</w:t>
      </w:r>
      <w:r w:rsidR="00576BE3">
        <w:rPr>
          <w:rFonts w:ascii="Arial" w:eastAsia="Times New Roman" w:hAnsi="Arial" w:cs="Arial"/>
          <w:i/>
          <w:sz w:val="28"/>
          <w:szCs w:val="28"/>
          <w:lang w:eastAsia="cs-CZ"/>
        </w:rPr>
        <w:t>9</w:t>
      </w:r>
      <w:r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 xml:space="preserve"> v mateřských školách v Křimicích, </w:t>
      </w:r>
      <w:proofErr w:type="spellStart"/>
      <w:r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Malesicích</w:t>
      </w:r>
      <w:proofErr w:type="spellEnd"/>
      <w:r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 xml:space="preserve"> a Radčicích. </w:t>
      </w:r>
    </w:p>
    <w:p w:rsidR="008B0F9E" w:rsidRPr="007847D5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</w:pP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Děti budou do mateřské školy v</w:t>
      </w:r>
      <w:r w:rsidR="009F4DE3" w:rsidRPr="007847D5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 </w:t>
      </w:r>
      <w:r w:rsidR="00576BE3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Radčicích</w:t>
      </w:r>
      <w:r w:rsidR="009F4DE3" w:rsidRPr="007847D5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chodit 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 xml:space="preserve">od </w:t>
      </w:r>
      <w:r w:rsidR="009F4DE3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20</w:t>
      </w:r>
      <w:r w:rsidR="008B116A"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. 08. 201</w:t>
      </w:r>
      <w:r w:rsidR="00576BE3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9</w:t>
      </w:r>
      <w:r w:rsidRPr="007847D5"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  <w:t>.</w:t>
      </w:r>
    </w:p>
    <w:p w:rsidR="008B0F9E" w:rsidRPr="007847D5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color w:val="0033CC"/>
          <w:sz w:val="28"/>
          <w:szCs w:val="28"/>
          <w:u w:val="single"/>
          <w:lang w:eastAsia="cs-CZ"/>
        </w:rPr>
      </w:pPr>
    </w:p>
    <w:p w:rsidR="00576BE3" w:rsidRDefault="007847D5" w:rsidP="007847D5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</w:pPr>
      <w:r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Dle vyhlášky č. 14/2005 Sb., o předškolním vzdělávání, </w:t>
      </w:r>
      <w:r w:rsidR="009F4DE3"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po domluvě </w:t>
      </w:r>
    </w:p>
    <w:p w:rsidR="008B0F9E" w:rsidRPr="009F4DE3" w:rsidRDefault="009F4DE3" w:rsidP="007847D5">
      <w:pPr>
        <w:spacing w:after="0" w:line="240" w:lineRule="auto"/>
        <w:jc w:val="both"/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</w:pPr>
      <w:r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>se zřizovatelem</w:t>
      </w:r>
      <w:r w:rsidR="007847D5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>,</w:t>
      </w:r>
      <w:r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 budou v</w:t>
      </w:r>
      <w:r w:rsidR="007847D5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> </w:t>
      </w:r>
      <w:r w:rsidR="008B0F9E"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>termínu</w:t>
      </w:r>
      <w:r w:rsidR="007847D5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 </w:t>
      </w:r>
      <w:r w:rsidR="008B0F9E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 xml:space="preserve">od </w:t>
      </w:r>
      <w:r w:rsidR="008B116A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1</w:t>
      </w:r>
      <w:r w:rsidR="00576B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5</w:t>
      </w:r>
      <w:r w:rsidR="008B116A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 xml:space="preserve">. 07. </w:t>
      </w:r>
      <w:r w:rsidR="007847D5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d</w:t>
      </w:r>
      <w:r w:rsidR="008B0F9E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 xml:space="preserve">o </w:t>
      </w:r>
      <w:r w:rsidR="008B116A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1</w:t>
      </w:r>
      <w:r w:rsidR="00576B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6</w:t>
      </w:r>
      <w:r w:rsidR="008B116A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. 08. 201</w:t>
      </w:r>
      <w:r w:rsidR="00576B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9</w:t>
      </w:r>
      <w:r w:rsidR="008B0F9E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 xml:space="preserve"> mateřské školy</w:t>
      </w:r>
      <w:r w:rsidR="008B0F9E"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 v Křimicích, </w:t>
      </w:r>
      <w:proofErr w:type="spellStart"/>
      <w:r w:rsidR="008B0F9E"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>Malesicích</w:t>
      </w:r>
      <w:proofErr w:type="spellEnd"/>
      <w:r w:rsidR="007847D5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 </w:t>
      </w:r>
      <w:r w:rsidR="008B0F9E"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a Radčicích </w:t>
      </w:r>
      <w:r w:rsidR="007847D5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 xml:space="preserve">z organizačních důvodů </w:t>
      </w:r>
      <w:r w:rsidR="008B0F9E" w:rsidRPr="009F4DE3">
        <w:rPr>
          <w:rFonts w:ascii="Arial" w:eastAsia="Times New Roman" w:hAnsi="Arial" w:cs="Arial"/>
          <w:b/>
          <w:i/>
          <w:color w:val="FF0000"/>
          <w:sz w:val="28"/>
          <w:szCs w:val="28"/>
          <w:lang w:eastAsia="cs-CZ"/>
        </w:rPr>
        <w:t>ZAVŘENY</w:t>
      </w:r>
      <w:r w:rsidR="008B0F9E" w:rsidRPr="009F4DE3">
        <w:rPr>
          <w:rFonts w:ascii="Arial" w:eastAsia="Times New Roman" w:hAnsi="Arial" w:cs="Arial"/>
          <w:i/>
          <w:color w:val="FF0000"/>
          <w:sz w:val="28"/>
          <w:szCs w:val="28"/>
          <w:lang w:eastAsia="cs-CZ"/>
        </w:rPr>
        <w:t>.</w:t>
      </w:r>
    </w:p>
    <w:p w:rsidR="008B0F9E" w:rsidRPr="008B0F9E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</w:p>
    <w:p w:rsidR="008B0F9E" w:rsidRPr="008B0F9E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  <w:r w:rsidRPr="008B0F9E">
        <w:rPr>
          <w:rFonts w:ascii="Arial" w:eastAsia="Times New Roman" w:hAnsi="Arial" w:cs="Arial"/>
          <w:i/>
          <w:sz w:val="28"/>
          <w:szCs w:val="28"/>
          <w:lang w:eastAsia="cs-CZ"/>
        </w:rPr>
        <w:t>Žádáme proto zákonné zástupce, aby si naplánovali své dovolené v době, kdy prázdninový provoz nebude zajištěn, aby se svým dětem mohli plně věnovat.</w:t>
      </w:r>
    </w:p>
    <w:p w:rsidR="008B0F9E" w:rsidRPr="008B0F9E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</w:p>
    <w:p w:rsidR="008B0F9E" w:rsidRPr="006F7C6B" w:rsidRDefault="00343723" w:rsidP="008B0F9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</w:pPr>
      <w:r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V m</w:t>
      </w:r>
      <w:r w:rsidR="008B0F9E"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ěsíci </w:t>
      </w:r>
      <w:r w:rsidR="003F06DF"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květnu</w:t>
      </w:r>
      <w:r w:rsidR="008B0F9E"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 budou v šatnách M</w:t>
      </w:r>
      <w:r w:rsidR="003F06DF"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Š</w:t>
      </w:r>
      <w:r w:rsidR="008B0F9E"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 záznamové archy, kde zákonní zástupci zapíší svůj zájem o docházku dítěte </w:t>
      </w:r>
      <w:r w:rsid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do MŠ </w:t>
      </w:r>
      <w:r w:rsidR="008B0F9E" w:rsidRP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v</w:t>
      </w:r>
      <w:r w:rsid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 těchto  </w:t>
      </w:r>
      <w:r w:rsidR="0011285F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 xml:space="preserve">prázdninových </w:t>
      </w:r>
      <w:r w:rsidR="006F7C6B">
        <w:rPr>
          <w:rFonts w:ascii="Arial" w:eastAsia="Times New Roman" w:hAnsi="Arial" w:cs="Arial"/>
          <w:b/>
          <w:i/>
          <w:color w:val="0033CC"/>
          <w:sz w:val="28"/>
          <w:szCs w:val="28"/>
          <w:lang w:eastAsia="cs-CZ"/>
        </w:rPr>
        <w:t>měsících.</w:t>
      </w:r>
    </w:p>
    <w:p w:rsidR="003F06DF" w:rsidRPr="006F7C6B" w:rsidRDefault="003F06DF" w:rsidP="008B0F9E">
      <w:pPr>
        <w:spacing w:after="0" w:line="240" w:lineRule="auto"/>
        <w:jc w:val="both"/>
        <w:rPr>
          <w:rFonts w:ascii="Arial" w:eastAsia="Times New Roman" w:hAnsi="Arial" w:cs="Arial"/>
          <w:b/>
          <w:i/>
          <w:color w:val="0033CC"/>
          <w:sz w:val="28"/>
          <w:szCs w:val="28"/>
          <w:u w:val="single"/>
          <w:lang w:eastAsia="cs-CZ"/>
        </w:rPr>
      </w:pPr>
    </w:p>
    <w:p w:rsidR="006F7C6B" w:rsidRDefault="006F7C6B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</w:p>
    <w:p w:rsidR="008B0F9E" w:rsidRPr="008B0F9E" w:rsidRDefault="008B0F9E" w:rsidP="008B0F9E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  <w:lang w:eastAsia="cs-CZ"/>
        </w:rPr>
      </w:pPr>
    </w:p>
    <w:p w:rsidR="008B0F9E" w:rsidRPr="008B0F9E" w:rsidRDefault="009A0DE6" w:rsidP="008B0F9E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cs-CZ"/>
        </w:rPr>
      </w:pPr>
      <w:r>
        <w:rPr>
          <w:rFonts w:ascii="Arial" w:eastAsia="Times New Roman" w:hAnsi="Arial" w:cs="Arial"/>
          <w:i/>
          <w:sz w:val="24"/>
          <w:szCs w:val="24"/>
          <w:lang w:eastAsia="cs-CZ"/>
        </w:rPr>
        <w:t>Bc.</w:t>
      </w:r>
      <w:r w:rsidR="008B0F9E" w:rsidRPr="008B0F9E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</w:t>
      </w:r>
      <w:proofErr w:type="gramStart"/>
      <w:r>
        <w:rPr>
          <w:rFonts w:ascii="Arial" w:eastAsia="Times New Roman" w:hAnsi="Arial" w:cs="Arial"/>
          <w:i/>
          <w:sz w:val="24"/>
          <w:szCs w:val="24"/>
          <w:lang w:eastAsia="cs-CZ"/>
        </w:rPr>
        <w:t>J i ř i n a  K a v a l í r o v á</w:t>
      </w:r>
      <w:proofErr w:type="gramEnd"/>
    </w:p>
    <w:p w:rsidR="0010259C" w:rsidRDefault="008B0F9E" w:rsidP="007847D5">
      <w:pPr>
        <w:spacing w:after="0" w:line="240" w:lineRule="auto"/>
        <w:jc w:val="center"/>
      </w:pPr>
      <w:r w:rsidRPr="008B0F9E">
        <w:rPr>
          <w:rFonts w:ascii="Arial" w:eastAsia="Times New Roman" w:hAnsi="Arial" w:cs="Arial"/>
          <w:i/>
          <w:sz w:val="24"/>
          <w:szCs w:val="24"/>
          <w:lang w:eastAsia="cs-CZ"/>
        </w:rPr>
        <w:t xml:space="preserve">                                                                                       ředitelka</w:t>
      </w:r>
    </w:p>
    <w:sectPr w:rsidR="0010259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B92" w:rsidRDefault="00317B92" w:rsidP="00AA5020">
      <w:pPr>
        <w:spacing w:after="0" w:line="240" w:lineRule="auto"/>
      </w:pPr>
      <w:r>
        <w:separator/>
      </w:r>
    </w:p>
  </w:endnote>
  <w:endnote w:type="continuationSeparator" w:id="0">
    <w:p w:rsidR="00317B92" w:rsidRDefault="00317B92" w:rsidP="00AA5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B92" w:rsidRDefault="00317B92" w:rsidP="00AA5020">
      <w:pPr>
        <w:spacing w:after="0" w:line="240" w:lineRule="auto"/>
      </w:pPr>
      <w:r>
        <w:separator/>
      </w:r>
    </w:p>
  </w:footnote>
  <w:footnote w:type="continuationSeparator" w:id="0">
    <w:p w:rsidR="00317B92" w:rsidRDefault="00317B92" w:rsidP="00AA5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BE3" w:rsidRPr="008B0F9E" w:rsidRDefault="00576BE3" w:rsidP="00576BE3">
    <w:pPr>
      <w:spacing w:after="0" w:line="240" w:lineRule="auto"/>
      <w:jc w:val="center"/>
      <w:rPr>
        <w:rFonts w:ascii="Times New Roman" w:eastAsia="Times New Roman" w:hAnsi="Times New Roman" w:cs="Times New Roman"/>
        <w:i/>
        <w:iCs/>
        <w:sz w:val="36"/>
        <w:szCs w:val="24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>
      <w:rPr>
        <w:rFonts w:ascii="Times New Roman" w:eastAsia="Times New Roman" w:hAnsi="Times New Roman" w:cs="Times New Roman"/>
        <w:b/>
        <w:bCs/>
        <w:i/>
        <w:iCs/>
        <w:sz w:val="36"/>
        <w:szCs w:val="24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_M</w:t>
    </w:r>
    <w:r w:rsidRPr="008B0F9E">
      <w:rPr>
        <w:rFonts w:ascii="Times New Roman" w:eastAsia="Times New Roman" w:hAnsi="Times New Roman" w:cs="Times New Roman"/>
        <w:b/>
        <w:bCs/>
        <w:i/>
        <w:iCs/>
        <w:sz w:val="36"/>
        <w:szCs w:val="24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ateřská škola Plzeň</w:t>
    </w:r>
    <w:r>
      <w:rPr>
        <w:rFonts w:ascii="Times New Roman" w:eastAsia="Times New Roman" w:hAnsi="Times New Roman" w:cs="Times New Roman"/>
        <w:b/>
        <w:bCs/>
        <w:i/>
        <w:iCs/>
        <w:sz w:val="36"/>
        <w:szCs w:val="24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- Křimice</w:t>
    </w:r>
    <w:r w:rsidRPr="008B0F9E">
      <w:rPr>
        <w:rFonts w:ascii="Times New Roman" w:eastAsia="Times New Roman" w:hAnsi="Times New Roman" w:cs="Times New Roman"/>
        <w:b/>
        <w:bCs/>
        <w:i/>
        <w:iCs/>
        <w:sz w:val="36"/>
        <w:szCs w:val="24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, </w:t>
    </w:r>
    <w:r>
      <w:rPr>
        <w:rFonts w:ascii="Times New Roman" w:eastAsia="Times New Roman" w:hAnsi="Times New Roman" w:cs="Times New Roman"/>
        <w:b/>
        <w:bCs/>
        <w:i/>
        <w:iCs/>
        <w:sz w:val="36"/>
        <w:szCs w:val="24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Vochovská 25, </w:t>
    </w:r>
    <w:proofErr w:type="spellStart"/>
    <w:proofErr w:type="gramStart"/>
    <w:r>
      <w:rPr>
        <w:rFonts w:ascii="Times New Roman" w:eastAsia="Times New Roman" w:hAnsi="Times New Roman" w:cs="Times New Roman"/>
        <w:b/>
        <w:bCs/>
        <w:i/>
        <w:iCs/>
        <w:sz w:val="36"/>
        <w:szCs w:val="24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p.o</w:t>
    </w:r>
    <w:proofErr w:type="spellEnd"/>
    <w:r>
      <w:rPr>
        <w:rFonts w:ascii="Times New Roman" w:eastAsia="Times New Roman" w:hAnsi="Times New Roman" w:cs="Times New Roman"/>
        <w:b/>
        <w:bCs/>
        <w:i/>
        <w:iCs/>
        <w:sz w:val="36"/>
        <w:szCs w:val="24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.</w:t>
    </w:r>
    <w:proofErr w:type="gramEnd"/>
    <w:r>
      <w:rPr>
        <w:rFonts w:ascii="Times New Roman" w:eastAsia="Times New Roman" w:hAnsi="Times New Roman" w:cs="Times New Roman"/>
        <w:b/>
        <w:bCs/>
        <w:i/>
        <w:iCs/>
        <w:sz w:val="36"/>
        <w:szCs w:val="24"/>
        <w:u w:val="single"/>
        <w:lang w:eastAsia="cs-CZ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___</w:t>
    </w:r>
  </w:p>
  <w:p w:rsidR="00576BE3" w:rsidRPr="008B0F9E" w:rsidRDefault="00576BE3" w:rsidP="00576BE3">
    <w:pPr>
      <w:keepNext/>
      <w:spacing w:after="0" w:line="240" w:lineRule="auto"/>
      <w:jc w:val="center"/>
      <w:outlineLvl w:val="8"/>
      <w:rPr>
        <w:rFonts w:ascii="Times New Roman" w:eastAsia="Times New Roman" w:hAnsi="Times New Roman" w:cs="Times New Roman"/>
        <w:i/>
        <w:sz w:val="20"/>
        <w:szCs w:val="20"/>
        <w:lang w:eastAsia="cs-CZ"/>
      </w:rPr>
    </w:pPr>
    <w:r w:rsidRPr="008B0F9E">
      <w:rPr>
        <w:rFonts w:ascii="Times New Roman" w:eastAsia="Times New Roman" w:hAnsi="Times New Roman" w:cs="Times New Roman"/>
        <w:i/>
        <w:sz w:val="20"/>
        <w:szCs w:val="20"/>
        <w:lang w:eastAsia="cs-CZ"/>
      </w:rPr>
      <w:t>PSČ 3</w:t>
    </w:r>
    <w:r>
      <w:rPr>
        <w:rFonts w:ascii="Times New Roman" w:eastAsia="Times New Roman" w:hAnsi="Times New Roman" w:cs="Times New Roman"/>
        <w:i/>
        <w:sz w:val="20"/>
        <w:szCs w:val="20"/>
        <w:lang w:eastAsia="cs-CZ"/>
      </w:rPr>
      <w:t>22</w:t>
    </w:r>
    <w:r w:rsidRPr="008B0F9E">
      <w:rPr>
        <w:rFonts w:ascii="Times New Roman" w:eastAsia="Times New Roman" w:hAnsi="Times New Roman" w:cs="Times New Roman"/>
        <w:i/>
        <w:sz w:val="20"/>
        <w:szCs w:val="20"/>
        <w:lang w:eastAsia="cs-CZ"/>
      </w:rPr>
      <w:t xml:space="preserve"> 0</w:t>
    </w:r>
    <w:r>
      <w:rPr>
        <w:rFonts w:ascii="Times New Roman" w:eastAsia="Times New Roman" w:hAnsi="Times New Roman" w:cs="Times New Roman"/>
        <w:i/>
        <w:sz w:val="20"/>
        <w:szCs w:val="20"/>
        <w:lang w:eastAsia="cs-CZ"/>
      </w:rPr>
      <w:t xml:space="preserve">0, </w:t>
    </w:r>
    <w:r w:rsidRPr="008B0F9E">
      <w:rPr>
        <w:rFonts w:ascii="Times New Roman" w:eastAsia="Times New Roman" w:hAnsi="Times New Roman" w:cs="Times New Roman"/>
        <w:i/>
        <w:sz w:val="20"/>
        <w:szCs w:val="20"/>
        <w:lang w:eastAsia="cs-CZ"/>
      </w:rPr>
      <w:t>tel.:377</w:t>
    </w:r>
    <w:r>
      <w:rPr>
        <w:rFonts w:ascii="Times New Roman" w:eastAsia="Times New Roman" w:hAnsi="Times New Roman" w:cs="Times New Roman"/>
        <w:i/>
        <w:sz w:val="20"/>
        <w:szCs w:val="20"/>
        <w:lang w:eastAsia="cs-CZ"/>
      </w:rPr>
      <w:t xml:space="preserve"> 822 268</w:t>
    </w:r>
    <w:r w:rsidRPr="008B0F9E">
      <w:rPr>
        <w:rFonts w:ascii="Times New Roman" w:eastAsia="Times New Roman" w:hAnsi="Times New Roman" w:cs="Times New Roman"/>
        <w:i/>
        <w:sz w:val="20"/>
        <w:szCs w:val="20"/>
        <w:lang w:eastAsia="cs-CZ"/>
      </w:rPr>
      <w:t>,  e-mail: skola@</w:t>
    </w:r>
    <w:r>
      <w:rPr>
        <w:rFonts w:ascii="Times New Roman" w:eastAsia="Times New Roman" w:hAnsi="Times New Roman" w:cs="Times New Roman"/>
        <w:i/>
        <w:sz w:val="20"/>
        <w:szCs w:val="20"/>
        <w:lang w:eastAsia="cs-CZ"/>
      </w:rPr>
      <w:t>mskrimice.pl</w:t>
    </w:r>
    <w:r w:rsidRPr="008B0F9E">
      <w:rPr>
        <w:rFonts w:ascii="Times New Roman" w:eastAsia="Times New Roman" w:hAnsi="Times New Roman" w:cs="Times New Roman"/>
        <w:i/>
        <w:sz w:val="20"/>
        <w:szCs w:val="20"/>
        <w:lang w:eastAsia="cs-CZ"/>
      </w:rPr>
      <w:t>zen-edu.cz; web: www.</w:t>
    </w:r>
    <w:r>
      <w:rPr>
        <w:rFonts w:ascii="Times New Roman" w:eastAsia="Times New Roman" w:hAnsi="Times New Roman" w:cs="Times New Roman"/>
        <w:i/>
        <w:sz w:val="20"/>
        <w:szCs w:val="20"/>
        <w:lang w:eastAsia="cs-CZ"/>
      </w:rPr>
      <w:t>mskrimice</w:t>
    </w:r>
    <w:r w:rsidRPr="008B0F9E">
      <w:rPr>
        <w:rFonts w:ascii="Times New Roman" w:eastAsia="Times New Roman" w:hAnsi="Times New Roman" w:cs="Times New Roman"/>
        <w:i/>
        <w:sz w:val="20"/>
        <w:szCs w:val="20"/>
        <w:lang w:eastAsia="cs-CZ"/>
      </w:rPr>
      <w:t>.</w:t>
    </w:r>
    <w:r>
      <w:rPr>
        <w:rFonts w:ascii="Times New Roman" w:eastAsia="Times New Roman" w:hAnsi="Times New Roman" w:cs="Times New Roman"/>
        <w:i/>
        <w:sz w:val="20"/>
        <w:szCs w:val="20"/>
        <w:lang w:eastAsia="cs-CZ"/>
      </w:rPr>
      <w:t>plzen.eu</w:t>
    </w:r>
  </w:p>
  <w:p w:rsidR="00576BE3" w:rsidRPr="008B0F9E" w:rsidRDefault="00576BE3" w:rsidP="00576BE3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cs-CZ"/>
      </w:rPr>
    </w:pPr>
  </w:p>
  <w:p w:rsidR="00576BE3" w:rsidRDefault="00576BE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F9E"/>
    <w:rsid w:val="00037475"/>
    <w:rsid w:val="000E7E0A"/>
    <w:rsid w:val="0010259C"/>
    <w:rsid w:val="0011285F"/>
    <w:rsid w:val="00317B92"/>
    <w:rsid w:val="00343723"/>
    <w:rsid w:val="00344983"/>
    <w:rsid w:val="003F06DF"/>
    <w:rsid w:val="0040632F"/>
    <w:rsid w:val="00460557"/>
    <w:rsid w:val="00576BE3"/>
    <w:rsid w:val="005D4636"/>
    <w:rsid w:val="006F7C6B"/>
    <w:rsid w:val="007847D5"/>
    <w:rsid w:val="008B0F9E"/>
    <w:rsid w:val="008B116A"/>
    <w:rsid w:val="009A0DE6"/>
    <w:rsid w:val="009F4DE3"/>
    <w:rsid w:val="00AA5020"/>
    <w:rsid w:val="00C1728B"/>
    <w:rsid w:val="00C7378D"/>
    <w:rsid w:val="00E8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020"/>
  </w:style>
  <w:style w:type="paragraph" w:styleId="Zpat">
    <w:name w:val="footer"/>
    <w:basedOn w:val="Normln"/>
    <w:link w:val="ZpatChar"/>
    <w:uiPriority w:val="99"/>
    <w:unhideWhenUsed/>
    <w:rsid w:val="00AA5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0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020"/>
  </w:style>
  <w:style w:type="paragraph" w:styleId="Zpat">
    <w:name w:val="footer"/>
    <w:basedOn w:val="Normln"/>
    <w:link w:val="ZpatChar"/>
    <w:uiPriority w:val="99"/>
    <w:unhideWhenUsed/>
    <w:rsid w:val="00AA5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22D5979F.dotm</Template>
  <TotalTime>123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13</cp:revision>
  <cp:lastPrinted>2019-05-14T08:20:00Z</cp:lastPrinted>
  <dcterms:created xsi:type="dcterms:W3CDTF">2016-03-14T10:51:00Z</dcterms:created>
  <dcterms:modified xsi:type="dcterms:W3CDTF">2019-05-14T08:20:00Z</dcterms:modified>
</cp:coreProperties>
</file>