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B5" w:rsidRPr="004B4DB5" w:rsidRDefault="004B4DB5" w:rsidP="004B4DB5">
      <w:pPr>
        <w:rPr>
          <w:b/>
          <w:sz w:val="32"/>
          <w:szCs w:val="32"/>
          <w:u w:val="single"/>
        </w:rPr>
      </w:pPr>
      <w:r w:rsidRPr="004B4DB5">
        <w:rPr>
          <w:b/>
          <w:sz w:val="32"/>
          <w:szCs w:val="32"/>
          <w:u w:val="single"/>
        </w:rPr>
        <w:t>Kontakty</w:t>
      </w:r>
    </w:p>
    <w:p w:rsidR="004B4DB5" w:rsidRDefault="004B4DB5" w:rsidP="004B4DB5">
      <w:pPr>
        <w:rPr>
          <w:b/>
          <w:sz w:val="32"/>
          <w:szCs w:val="32"/>
        </w:rPr>
      </w:pPr>
    </w:p>
    <w:p w:rsidR="004B4DB5" w:rsidRDefault="004B4DB5" w:rsidP="004B4DB5">
      <w:pPr>
        <w:tabs>
          <w:tab w:val="left" w:pos="2835"/>
        </w:tabs>
      </w:pPr>
      <w:r>
        <w:rPr>
          <w:b/>
        </w:rPr>
        <w:t>Název organizace</w:t>
      </w:r>
      <w:r>
        <w:tab/>
        <w:t>Mateřská škola Plzeň-Křimice, Vochovská 25, příspěvková organizace</w:t>
      </w:r>
    </w:p>
    <w:p w:rsidR="004B4DB5" w:rsidRDefault="004B4DB5" w:rsidP="004B4DB5">
      <w:pPr>
        <w:tabs>
          <w:tab w:val="left" w:pos="3969"/>
        </w:tabs>
      </w:pPr>
      <w:r>
        <w:rPr>
          <w:b/>
        </w:rPr>
        <w:t>Sídlo a kontaktní poštovní adresa</w:t>
      </w:r>
      <w:r>
        <w:tab/>
        <w:t>Vochovská 25, Plzeň – Křimice, 322 00</w:t>
      </w:r>
    </w:p>
    <w:p w:rsidR="004B4DB5" w:rsidRDefault="004B4DB5" w:rsidP="004B4DB5">
      <w:r>
        <w:rPr>
          <w:b/>
        </w:rPr>
        <w:t>Adresa úřadovny pro osobní návštěvu</w:t>
      </w:r>
      <w:r>
        <w:rPr>
          <w:b/>
        </w:rPr>
        <w:tab/>
      </w:r>
      <w:r>
        <w:t xml:space="preserve">         Vochovská 25, Plzeň – Křimice, 322 00</w:t>
      </w:r>
    </w:p>
    <w:p w:rsidR="004B4DB5" w:rsidRDefault="004B4DB5" w:rsidP="004B4DB5">
      <w:pPr>
        <w:tabs>
          <w:tab w:val="left" w:pos="3969"/>
        </w:tabs>
      </w:pPr>
      <w:r>
        <w:rPr>
          <w:b/>
        </w:rPr>
        <w:t>IČ/DIČ</w:t>
      </w:r>
      <w:r>
        <w:rPr>
          <w:b/>
        </w:rPr>
        <w:tab/>
      </w:r>
      <w:r>
        <w:t>73739391</w:t>
      </w:r>
      <w:r w:rsidR="00D649E0">
        <w:t>/CZ73739391</w:t>
      </w:r>
    </w:p>
    <w:p w:rsidR="004B4DB5" w:rsidRDefault="004B4DB5" w:rsidP="004B4DB5">
      <w:pPr>
        <w:tabs>
          <w:tab w:val="left" w:pos="3969"/>
        </w:tabs>
      </w:pPr>
      <w:r>
        <w:rPr>
          <w:b/>
        </w:rPr>
        <w:t>Ředitelka školy:</w:t>
      </w:r>
      <w:r>
        <w:rPr>
          <w:b/>
        </w:rPr>
        <w:tab/>
      </w:r>
      <w:r>
        <w:t>Bc. Jiřina Kavalírová</w:t>
      </w:r>
    </w:p>
    <w:p w:rsidR="004B4DB5" w:rsidRDefault="004B4DB5" w:rsidP="009210C9">
      <w:pPr>
        <w:tabs>
          <w:tab w:val="left" w:pos="3969"/>
        </w:tabs>
        <w:spacing w:after="0"/>
        <w:ind w:left="3969" w:hanging="3969"/>
      </w:pPr>
      <w:r>
        <w:rPr>
          <w:b/>
        </w:rPr>
        <w:t>Úřední hodiny</w:t>
      </w:r>
      <w:r>
        <w:tab/>
      </w:r>
      <w:r w:rsidR="009210C9">
        <w:t>8</w:t>
      </w:r>
      <w:r w:rsidR="00505C51">
        <w:t>.00-1</w:t>
      </w:r>
      <w:r w:rsidR="009210C9">
        <w:t>6</w:t>
      </w:r>
      <w:r w:rsidR="00505C51">
        <w:t>.00</w:t>
      </w:r>
      <w:r w:rsidR="00D73DE6">
        <w:t>,</w:t>
      </w:r>
      <w:r w:rsidR="009210C9">
        <w:t xml:space="preserve">osobní jednání na základě </w:t>
      </w:r>
      <w:r>
        <w:t>telefonické</w:t>
      </w:r>
      <w:r w:rsidR="009210C9">
        <w:t xml:space="preserve">, nebo mailové </w:t>
      </w:r>
      <w:r>
        <w:t>domluv</w:t>
      </w:r>
      <w:r w:rsidR="009210C9">
        <w:t>y</w:t>
      </w:r>
    </w:p>
    <w:p w:rsidR="004B4DB5" w:rsidRDefault="004B4DB5" w:rsidP="004B4DB5">
      <w:pPr>
        <w:tabs>
          <w:tab w:val="left" w:pos="3969"/>
        </w:tabs>
      </w:pPr>
      <w:r>
        <w:rPr>
          <w:b/>
        </w:rPr>
        <w:t>Telefon</w:t>
      </w:r>
      <w:r>
        <w:rPr>
          <w:b/>
        </w:rPr>
        <w:tab/>
      </w:r>
      <w:r>
        <w:t>724093614</w:t>
      </w:r>
    </w:p>
    <w:p w:rsidR="004B4DB5" w:rsidRDefault="004B4DB5" w:rsidP="004B4DB5">
      <w:pPr>
        <w:tabs>
          <w:tab w:val="left" w:pos="3969"/>
        </w:tabs>
        <w:rPr>
          <w:rFonts w:cs="Arial"/>
        </w:rPr>
      </w:pPr>
      <w:r>
        <w:rPr>
          <w:b/>
        </w:rPr>
        <w:t>Kontaktní e-mail, e podatelna</w:t>
      </w:r>
      <w:r>
        <w:tab/>
        <w:t>kavalirovaji</w:t>
      </w:r>
      <w:r>
        <w:rPr>
          <w:rFonts w:cs="Arial"/>
        </w:rPr>
        <w:t>@mskrimice.plzen-edu.cz</w:t>
      </w:r>
    </w:p>
    <w:p w:rsidR="004B4DB5" w:rsidRDefault="004B4DB5" w:rsidP="004B4DB5">
      <w:pPr>
        <w:tabs>
          <w:tab w:val="left" w:pos="3969"/>
        </w:tabs>
      </w:pPr>
      <w:r>
        <w:rPr>
          <w:b/>
        </w:rPr>
        <w:t>ID datové schránky</w:t>
      </w:r>
      <w:r>
        <w:rPr>
          <w:b/>
        </w:rPr>
        <w:tab/>
      </w:r>
      <w:r>
        <w:t>6hs4rd6</w:t>
      </w:r>
    </w:p>
    <w:p w:rsidR="004B4DB5" w:rsidRDefault="004B4DB5" w:rsidP="004B4DB5"/>
    <w:p w:rsidR="004B4DB5" w:rsidRDefault="004B4DB5" w:rsidP="004B4DB5">
      <w:pPr>
        <w:rPr>
          <w:b/>
        </w:rPr>
      </w:pPr>
      <w:r>
        <w:rPr>
          <w:b/>
        </w:rPr>
        <w:t>Jednotlivé třídy</w:t>
      </w:r>
      <w:bookmarkStart w:id="0" w:name="_GoBack"/>
      <w:bookmarkEnd w:id="0"/>
    </w:p>
    <w:p w:rsidR="004B4DB5" w:rsidRDefault="004B4DB5" w:rsidP="004B4DB5">
      <w:pPr>
        <w:tabs>
          <w:tab w:val="left" w:pos="3969"/>
        </w:tabs>
      </w:pPr>
      <w:r>
        <w:t>Motýlci – pavilon A</w:t>
      </w:r>
      <w:r>
        <w:tab/>
        <w:t>Soukupovaal@mskrimice.plzen-edu.cz</w:t>
      </w:r>
    </w:p>
    <w:p w:rsidR="004B4DB5" w:rsidRDefault="004B4DB5" w:rsidP="004B4DB5">
      <w:pPr>
        <w:tabs>
          <w:tab w:val="left" w:pos="3969"/>
        </w:tabs>
      </w:pPr>
      <w:r>
        <w:t>Broučci – pavilon B</w:t>
      </w:r>
      <w:r>
        <w:rPr>
          <w:b/>
        </w:rPr>
        <w:tab/>
      </w:r>
      <w:hyperlink r:id="rId5" w:history="1">
        <w:r>
          <w:rPr>
            <w:rStyle w:val="Hypertextovodkaz"/>
          </w:rPr>
          <w:t>Kubanovaad@mskrimice.plzen-edu.cz</w:t>
        </w:r>
      </w:hyperlink>
    </w:p>
    <w:p w:rsidR="004B4DB5" w:rsidRDefault="004B4DB5" w:rsidP="004B4DB5">
      <w:pPr>
        <w:tabs>
          <w:tab w:val="left" w:pos="3969"/>
        </w:tabs>
      </w:pPr>
      <w:r>
        <w:tab/>
        <w:t>Laudonovaka@mskrimice.plzen-edu.cz</w:t>
      </w:r>
    </w:p>
    <w:p w:rsidR="004B4DB5" w:rsidRDefault="004B4DB5" w:rsidP="004B4DB5">
      <w:pPr>
        <w:tabs>
          <w:tab w:val="left" w:pos="3969"/>
        </w:tabs>
      </w:pPr>
      <w:r>
        <w:t>Včelky – pavilon C</w:t>
      </w:r>
      <w:r>
        <w:tab/>
      </w:r>
      <w:hyperlink r:id="rId6" w:history="1">
        <w:r>
          <w:rPr>
            <w:rStyle w:val="Hypertextovodkaz"/>
          </w:rPr>
          <w:t>Linhartovave@mskrimice.plzen-edu.cz</w:t>
        </w:r>
      </w:hyperlink>
    </w:p>
    <w:p w:rsidR="004B4DB5" w:rsidRDefault="004B4DB5" w:rsidP="004B4DB5">
      <w:pPr>
        <w:tabs>
          <w:tab w:val="left" w:pos="3969"/>
        </w:tabs>
      </w:pPr>
      <w:r>
        <w:tab/>
        <w:t>Sopouchovave@mskrimice.plzen-edu.cz</w:t>
      </w:r>
    </w:p>
    <w:p w:rsidR="004B4DB5" w:rsidRDefault="004B4DB5" w:rsidP="004B4DB5"/>
    <w:p w:rsidR="004B4DB5" w:rsidRDefault="004B4DB5" w:rsidP="004B4DB5"/>
    <w:p w:rsidR="009B2C34" w:rsidRDefault="009B2C34"/>
    <w:sectPr w:rsidR="009B2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AB"/>
    <w:rsid w:val="004B4DB5"/>
    <w:rsid w:val="004D02C6"/>
    <w:rsid w:val="00505C51"/>
    <w:rsid w:val="006A1ED3"/>
    <w:rsid w:val="009210C9"/>
    <w:rsid w:val="009B2C34"/>
    <w:rsid w:val="00C823AB"/>
    <w:rsid w:val="00D649E0"/>
    <w:rsid w:val="00D7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4D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B4D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4D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B4D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nhartovave@mskrimice.plzen-edu.cz" TargetMode="External"/><Relationship Id="rId5" Type="http://schemas.openxmlformats.org/officeDocument/2006/relationships/hyperlink" Target="mailto:Kubanovaad@mskrimice.plzen-edu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D26EF22D.dotm</Template>
  <TotalTime>16</TotalTime>
  <Pages>1</Pages>
  <Words>128</Words>
  <Characters>757</Characters>
  <Application>Microsoft Office Word</Application>
  <DocSecurity>0</DocSecurity>
  <Lines>6</Lines>
  <Paragraphs>1</Paragraphs>
  <ScaleCrop>false</ScaleCrop>
  <Company>.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8</cp:revision>
  <dcterms:created xsi:type="dcterms:W3CDTF">2018-02-21T14:15:00Z</dcterms:created>
  <dcterms:modified xsi:type="dcterms:W3CDTF">2018-04-05T09:01:00Z</dcterms:modified>
</cp:coreProperties>
</file>