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6567" w:rsidRPr="00213E56" w:rsidRDefault="00213E56" w:rsidP="00B57C9B">
      <w:pPr>
        <w:spacing w:after="0"/>
        <w:jc w:val="center"/>
        <w:rPr>
          <w:rFonts w:ascii="Calibri" w:hAnsi="Calibri"/>
          <w:b/>
          <w:color w:val="7030A0"/>
          <w:sz w:val="44"/>
          <w:szCs w:val="44"/>
        </w:rPr>
      </w:pPr>
      <w:r w:rsidRPr="00B57C9B">
        <w:rPr>
          <w:noProof/>
          <w:color w:val="7030A0"/>
          <w:sz w:val="44"/>
          <w:szCs w:val="44"/>
          <w:lang w:eastAsia="cs-CZ"/>
        </w:rPr>
        <w:drawing>
          <wp:anchor distT="0" distB="0" distL="114300" distR="114300" simplePos="0" relativeHeight="251663360" behindDoc="1" locked="0" layoutInCell="1" allowOverlap="1" wp14:anchorId="6FD5089A" wp14:editId="5AB7DCE7">
            <wp:simplePos x="0" y="0"/>
            <wp:positionH relativeFrom="column">
              <wp:posOffset>7621270</wp:posOffset>
            </wp:positionH>
            <wp:positionV relativeFrom="paragraph">
              <wp:posOffset>-715010</wp:posOffset>
            </wp:positionV>
            <wp:extent cx="1786255" cy="1237615"/>
            <wp:effectExtent l="0" t="0" r="0" b="0"/>
            <wp:wrapTight wrapText="bothSides">
              <wp:wrapPolygon edited="0">
                <wp:start x="7902" y="1007"/>
                <wp:lineTo x="2380" y="3462"/>
                <wp:lineTo x="3181" y="8654"/>
                <wp:lineTo x="-417" y="9810"/>
                <wp:lineTo x="609" y="14930"/>
                <wp:lineTo x="7031" y="18318"/>
                <wp:lineTo x="11978" y="19794"/>
                <wp:lineTo x="12303" y="20371"/>
                <wp:lineTo x="13427" y="20010"/>
                <wp:lineTo x="13552" y="19289"/>
                <wp:lineTo x="21197" y="13768"/>
                <wp:lineTo x="19322" y="9261"/>
                <wp:lineTo x="19047" y="9009"/>
                <wp:lineTo x="17122" y="4177"/>
                <wp:lineTo x="16997" y="1833"/>
                <wp:lineTo x="13623" y="-149"/>
                <wp:lineTo x="11050" y="-4"/>
                <wp:lineTo x="7902" y="1007"/>
              </wp:wrapPolygon>
            </wp:wrapTight>
            <wp:docPr id="6" name="obrázek 3" descr="Výsledek obrázku pro kreslené d&amp;ecaron;t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Výsledek obrázku pro kreslené d&amp;ecaron;ti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752694">
                      <a:off x="0" y="0"/>
                      <a:ext cx="1786255" cy="1237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57C9B">
        <w:rPr>
          <w:rFonts w:ascii="Curlz MT" w:hAnsi="Curlz MT"/>
          <w:b/>
          <w:noProof/>
          <w:color w:val="7030A0"/>
          <w:sz w:val="44"/>
          <w:szCs w:val="44"/>
          <w:lang w:eastAsia="cs-CZ"/>
        </w:rPr>
        <w:drawing>
          <wp:anchor distT="0" distB="0" distL="114300" distR="114300" simplePos="0" relativeHeight="251659264" behindDoc="1" locked="0" layoutInCell="1" allowOverlap="1" wp14:anchorId="6E123682" wp14:editId="4BC2160F">
            <wp:simplePos x="0" y="0"/>
            <wp:positionH relativeFrom="column">
              <wp:posOffset>-683260</wp:posOffset>
            </wp:positionH>
            <wp:positionV relativeFrom="paragraph">
              <wp:posOffset>-719455</wp:posOffset>
            </wp:positionV>
            <wp:extent cx="1501140" cy="1075690"/>
            <wp:effectExtent l="57150" t="76200" r="3810" b="67310"/>
            <wp:wrapNone/>
            <wp:docPr id="1" name="Obrázek 1" descr="\\fs2.plzen-edu.cz\UsrMS1$\ms1.LinhartovaVe\Stažené soubory\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fs2.plzen-edu.cz\UsrMS1$\ms1.LinhartovaVe\Stažené soubory\logo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20955078">
                      <a:off x="0" y="0"/>
                      <a:ext cx="1501140" cy="1075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urlz MT" w:hAnsi="Curlz MT"/>
          <w:b/>
          <w:color w:val="7030A0"/>
          <w:sz w:val="44"/>
          <w:szCs w:val="44"/>
        </w:rPr>
        <w:t xml:space="preserve">        </w:t>
      </w:r>
      <w:r w:rsidR="00CE6567" w:rsidRPr="00213E56">
        <w:rPr>
          <w:rFonts w:ascii="Calibri" w:hAnsi="Calibri"/>
          <w:b/>
          <w:color w:val="7030A0"/>
          <w:sz w:val="44"/>
          <w:szCs w:val="44"/>
        </w:rPr>
        <w:t>Srde</w:t>
      </w:r>
      <w:r w:rsidR="00CE6567" w:rsidRPr="00213E56">
        <w:rPr>
          <w:rFonts w:ascii="Calibri" w:hAnsi="Calibri" w:cs="Times New Roman"/>
          <w:b/>
          <w:color w:val="7030A0"/>
          <w:sz w:val="44"/>
          <w:szCs w:val="44"/>
        </w:rPr>
        <w:t>č</w:t>
      </w:r>
      <w:r w:rsidR="00CE6567" w:rsidRPr="00213E56">
        <w:rPr>
          <w:rFonts w:ascii="Calibri" w:hAnsi="Calibri"/>
          <w:b/>
          <w:color w:val="7030A0"/>
          <w:sz w:val="44"/>
          <w:szCs w:val="44"/>
        </w:rPr>
        <w:t>n</w:t>
      </w:r>
      <w:r w:rsidR="00CE6567" w:rsidRPr="00213E56">
        <w:rPr>
          <w:rFonts w:ascii="Calibri" w:hAnsi="Calibri" w:cs="Times New Roman"/>
          <w:b/>
          <w:color w:val="7030A0"/>
          <w:sz w:val="44"/>
          <w:szCs w:val="44"/>
        </w:rPr>
        <w:t>ě</w:t>
      </w:r>
      <w:r w:rsidR="00CE6567" w:rsidRPr="00213E56">
        <w:rPr>
          <w:rFonts w:ascii="Calibri" w:hAnsi="Calibri"/>
          <w:b/>
          <w:color w:val="7030A0"/>
          <w:sz w:val="44"/>
          <w:szCs w:val="44"/>
        </w:rPr>
        <w:t xml:space="preserve"> zveme rodi</w:t>
      </w:r>
      <w:r w:rsidR="00CE6567" w:rsidRPr="00213E56">
        <w:rPr>
          <w:rFonts w:ascii="Calibri" w:hAnsi="Calibri" w:cs="Times New Roman"/>
          <w:b/>
          <w:color w:val="7030A0"/>
          <w:sz w:val="44"/>
          <w:szCs w:val="44"/>
        </w:rPr>
        <w:t>č</w:t>
      </w:r>
      <w:r w:rsidR="00CE6567" w:rsidRPr="00213E56">
        <w:rPr>
          <w:rFonts w:ascii="Calibri" w:hAnsi="Calibri"/>
          <w:b/>
          <w:color w:val="7030A0"/>
          <w:sz w:val="44"/>
          <w:szCs w:val="44"/>
        </w:rPr>
        <w:t xml:space="preserve">e, </w:t>
      </w:r>
      <w:r w:rsidR="00CE6567" w:rsidRPr="00AB60E8">
        <w:rPr>
          <w:rFonts w:ascii="Calibri" w:hAnsi="Calibri"/>
          <w:b/>
          <w:color w:val="7030A0"/>
          <w:sz w:val="44"/>
          <w:szCs w:val="44"/>
        </w:rPr>
        <w:t>d</w:t>
      </w:r>
      <w:r w:rsidR="00CE6567" w:rsidRPr="00AB60E8">
        <w:rPr>
          <w:rFonts w:ascii="Calibri" w:hAnsi="Calibri" w:cs="Times New Roman"/>
          <w:b/>
          <w:color w:val="7030A0"/>
          <w:sz w:val="44"/>
          <w:szCs w:val="44"/>
        </w:rPr>
        <w:t>ě</w:t>
      </w:r>
      <w:r w:rsidR="00CE6567" w:rsidRPr="00AB60E8">
        <w:rPr>
          <w:rFonts w:ascii="Calibri" w:hAnsi="Calibri"/>
          <w:b/>
          <w:color w:val="7030A0"/>
          <w:sz w:val="44"/>
          <w:szCs w:val="44"/>
        </w:rPr>
        <w:t>ti</w:t>
      </w:r>
      <w:r w:rsidR="00CE6567" w:rsidRPr="00213E56">
        <w:rPr>
          <w:rFonts w:ascii="Calibri" w:hAnsi="Calibri"/>
          <w:b/>
          <w:color w:val="7030A0"/>
          <w:sz w:val="44"/>
          <w:szCs w:val="44"/>
        </w:rPr>
        <w:t xml:space="preserve"> a ostatn</w:t>
      </w:r>
      <w:r w:rsidR="00CE6567" w:rsidRPr="00213E56">
        <w:rPr>
          <w:rFonts w:ascii="Calibri" w:hAnsi="Calibri" w:cs="Kristen ITC"/>
          <w:b/>
          <w:color w:val="7030A0"/>
          <w:sz w:val="44"/>
          <w:szCs w:val="44"/>
        </w:rPr>
        <w:t>í</w:t>
      </w:r>
      <w:r w:rsidR="00CE6567" w:rsidRPr="00213E56">
        <w:rPr>
          <w:rFonts w:ascii="Calibri" w:hAnsi="Calibri"/>
          <w:b/>
          <w:color w:val="7030A0"/>
          <w:sz w:val="44"/>
          <w:szCs w:val="44"/>
        </w:rPr>
        <w:t xml:space="preserve"> p</w:t>
      </w:r>
      <w:r w:rsidR="00CE6567" w:rsidRPr="00213E56">
        <w:rPr>
          <w:rFonts w:ascii="Calibri" w:hAnsi="Calibri" w:cs="Times New Roman"/>
          <w:b/>
          <w:color w:val="7030A0"/>
          <w:sz w:val="44"/>
          <w:szCs w:val="44"/>
        </w:rPr>
        <w:t>ř</w:t>
      </w:r>
      <w:r w:rsidR="00CE6567" w:rsidRPr="00213E56">
        <w:rPr>
          <w:rFonts w:ascii="Calibri" w:hAnsi="Calibri" w:cs="Kristen ITC"/>
          <w:b/>
          <w:color w:val="7030A0"/>
          <w:sz w:val="44"/>
          <w:szCs w:val="44"/>
        </w:rPr>
        <w:t>í</w:t>
      </w:r>
      <w:r w:rsidR="00CE6567" w:rsidRPr="00213E56">
        <w:rPr>
          <w:rFonts w:ascii="Calibri" w:hAnsi="Calibri"/>
          <w:b/>
          <w:color w:val="7030A0"/>
          <w:sz w:val="44"/>
          <w:szCs w:val="44"/>
        </w:rPr>
        <w:t xml:space="preserve">znivce </w:t>
      </w:r>
      <w:r w:rsidR="00CE6567" w:rsidRPr="00213E56">
        <w:rPr>
          <w:rFonts w:ascii="Calibri" w:hAnsi="Calibri" w:cs="Kristen ITC"/>
          <w:b/>
          <w:color w:val="7030A0"/>
          <w:sz w:val="44"/>
          <w:szCs w:val="44"/>
        </w:rPr>
        <w:t>š</w:t>
      </w:r>
      <w:r w:rsidR="00CE6567" w:rsidRPr="00213E56">
        <w:rPr>
          <w:rFonts w:ascii="Calibri" w:hAnsi="Calibri"/>
          <w:b/>
          <w:color w:val="7030A0"/>
          <w:sz w:val="44"/>
          <w:szCs w:val="44"/>
        </w:rPr>
        <w:t>koly</w:t>
      </w:r>
      <w:r w:rsidR="00B57C9B" w:rsidRPr="00213E56">
        <w:rPr>
          <w:rFonts w:ascii="Calibri" w:hAnsi="Calibri"/>
          <w:b/>
          <w:color w:val="7030A0"/>
          <w:sz w:val="44"/>
          <w:szCs w:val="44"/>
        </w:rPr>
        <w:t xml:space="preserve"> </w:t>
      </w:r>
      <w:proofErr w:type="gramStart"/>
      <w:r w:rsidR="00B57C9B" w:rsidRPr="00213E56">
        <w:rPr>
          <w:rFonts w:ascii="Calibri" w:hAnsi="Calibri"/>
          <w:b/>
          <w:color w:val="7030A0"/>
          <w:sz w:val="44"/>
          <w:szCs w:val="44"/>
        </w:rPr>
        <w:t>n</w:t>
      </w:r>
      <w:r w:rsidR="00CE6567" w:rsidRPr="00213E56">
        <w:rPr>
          <w:rFonts w:ascii="Calibri" w:hAnsi="Calibri"/>
          <w:b/>
          <w:color w:val="7030A0"/>
          <w:sz w:val="44"/>
          <w:szCs w:val="44"/>
        </w:rPr>
        <w:t>a</w:t>
      </w:r>
      <w:proofErr w:type="gramEnd"/>
    </w:p>
    <w:p w:rsidR="00D02F30" w:rsidRDefault="00D02F30" w:rsidP="00890C16">
      <w:pPr>
        <w:spacing w:after="0"/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D281144" wp14:editId="752B306C">
                <wp:simplePos x="0" y="0"/>
                <wp:positionH relativeFrom="column">
                  <wp:posOffset>767080</wp:posOffset>
                </wp:positionH>
                <wp:positionV relativeFrom="paragraph">
                  <wp:posOffset>26035</wp:posOffset>
                </wp:positionV>
                <wp:extent cx="7010400" cy="923925"/>
                <wp:effectExtent l="0" t="0" r="0" b="9525"/>
                <wp:wrapSquare wrapText="bothSides"/>
                <wp:docPr id="3" name="Textové po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10400" cy="923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CE6567" w:rsidRPr="00CE6567" w:rsidRDefault="00CE6567" w:rsidP="00CE6567">
                            <w:pPr>
                              <w:jc w:val="center"/>
                              <w:rPr>
                                <w:rFonts w:ascii="Kristen ITC" w:hAnsi="Kristen ITC"/>
                                <w:b/>
                                <w:caps/>
                                <w:color w:val="AD0101" w:themeColor="accent1"/>
                                <w:sz w:val="72"/>
                                <w:szCs w:val="72"/>
                                <w14:shadow w14:blurRad="19685" w14:dist="12700" w14:dir="5400000" w14:sx="100000" w14:sy="100000" w14:kx="0" w14:ky="0" w14:algn="tl">
                                  <w14:schemeClr w14:val="accent1">
                                    <w14:alpha w14:val="40000"/>
                                    <w14:satMod w14:val="130000"/>
                                  </w14:schemeClr>
                                </w14:shadow>
                                <w14:reflection w14:blurRad="9994" w14:stA="55000" w14:stPos="0" w14:endA="0" w14:endPos="48000" w14:dist="495" w14:dir="5400000" w14:fadeDir="5400000" w14:sx="100000" w14:sy="-10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6350" w14:prstMaterial="plastic">
                                  <w14:bevelT w14:w="20320" w14:h="20320" w14:prst="angle"/>
                                  <w14:contourClr>
                                    <w14:schemeClr w14:val="accent1">
                                      <w14:tint w14:val="100000"/>
                                      <w14:shade w14:val="100000"/>
                                      <w14:hueMod w14:val="100000"/>
                                      <w14:satMod w14:val="100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CE6567">
                              <w:rPr>
                                <w:rFonts w:ascii="Kristen ITC" w:hAnsi="Kristen ITC"/>
                                <w:b/>
                                <w:caps/>
                                <w:color w:val="AD0101" w:themeColor="accent1"/>
                                <w:sz w:val="72"/>
                                <w:szCs w:val="72"/>
                                <w14:shadow w14:blurRad="19685" w14:dist="12700" w14:dir="5400000" w14:sx="100000" w14:sy="100000" w14:kx="0" w14:ky="0" w14:algn="tl">
                                  <w14:schemeClr w14:val="accent1">
                                    <w14:alpha w14:val="40000"/>
                                    <w14:satMod w14:val="130000"/>
                                  </w14:schemeClr>
                                </w14:shadow>
                                <w14:reflection w14:blurRad="9994" w14:stA="55000" w14:stPos="0" w14:endA="0" w14:endPos="48000" w14:dist="495" w14:dir="5400000" w14:fadeDir="5400000" w14:sx="100000" w14:sy="-10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6350" w14:prstMaterial="plastic">
                                  <w14:bevelT w14:w="20320" w14:h="20320" w14:prst="angle"/>
                                  <w14:contourClr>
                                    <w14:schemeClr w14:val="accent1">
                                      <w14:tint w14:val="100000"/>
                                      <w14:shade w14:val="100000"/>
                                      <w14:hueMod w14:val="100000"/>
                                      <w14:satMod w14:val="100000"/>
                                    </w14:schemeClr>
                                  </w14:contourClr>
                                </w14:props3d>
                              </w:rPr>
                              <w:t>DEN OTEV</w:t>
                            </w:r>
                            <w:r w:rsidRPr="00CE6567">
                              <w:rPr>
                                <w:rFonts w:ascii="Times New Roman" w:hAnsi="Times New Roman" w:cs="Times New Roman"/>
                                <w:b/>
                                <w:caps/>
                                <w:color w:val="AD0101" w:themeColor="accent1"/>
                                <w:sz w:val="72"/>
                                <w:szCs w:val="72"/>
                                <w14:shadow w14:blurRad="19685" w14:dist="12700" w14:dir="5400000" w14:sx="100000" w14:sy="100000" w14:kx="0" w14:ky="0" w14:algn="tl">
                                  <w14:schemeClr w14:val="accent1">
                                    <w14:alpha w14:val="40000"/>
                                    <w14:satMod w14:val="130000"/>
                                  </w14:schemeClr>
                                </w14:shadow>
                                <w14:reflection w14:blurRad="9994" w14:stA="55000" w14:stPos="0" w14:endA="0" w14:endPos="48000" w14:dist="495" w14:dir="5400000" w14:fadeDir="5400000" w14:sx="100000" w14:sy="-10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6350" w14:prstMaterial="plastic">
                                  <w14:bevelT w14:w="20320" w14:h="20320" w14:prst="angle"/>
                                  <w14:contourClr>
                                    <w14:schemeClr w14:val="accent1">
                                      <w14:tint w14:val="100000"/>
                                      <w14:shade w14:val="100000"/>
                                      <w14:hueMod w14:val="100000"/>
                                      <w14:satMod w14:val="100000"/>
                                    </w14:schemeClr>
                                  </w14:contourClr>
                                </w14:props3d>
                              </w:rPr>
                              <w:t>Ř</w:t>
                            </w:r>
                            <w:r w:rsidRPr="00CE6567">
                              <w:rPr>
                                <w:rFonts w:ascii="Kristen ITC" w:hAnsi="Kristen ITC"/>
                                <w:b/>
                                <w:caps/>
                                <w:color w:val="AD0101" w:themeColor="accent1"/>
                                <w:sz w:val="72"/>
                                <w:szCs w:val="72"/>
                                <w14:shadow w14:blurRad="19685" w14:dist="12700" w14:dir="5400000" w14:sx="100000" w14:sy="100000" w14:kx="0" w14:ky="0" w14:algn="tl">
                                  <w14:schemeClr w14:val="accent1">
                                    <w14:alpha w14:val="40000"/>
                                    <w14:satMod w14:val="130000"/>
                                  </w14:schemeClr>
                                </w14:shadow>
                                <w14:reflection w14:blurRad="9994" w14:stA="55000" w14:stPos="0" w14:endA="0" w14:endPos="48000" w14:dist="495" w14:dir="5400000" w14:fadeDir="5400000" w14:sx="100000" w14:sy="-10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6350" w14:prstMaterial="plastic">
                                  <w14:bevelT w14:w="20320" w14:h="20320" w14:prst="angle"/>
                                  <w14:contourClr>
                                    <w14:schemeClr w14:val="accent1">
                                      <w14:tint w14:val="100000"/>
                                      <w14:shade w14:val="100000"/>
                                      <w14:hueMod w14:val="100000"/>
                                      <w14:satMod w14:val="100000"/>
                                    </w14:schemeClr>
                                  </w14:contourClr>
                                </w14:props3d>
                              </w:rPr>
                              <w:t>EN</w:t>
                            </w:r>
                            <w:r w:rsidRPr="00CE6567">
                              <w:rPr>
                                <w:rFonts w:ascii="Kristen ITC" w:hAnsi="Kristen ITC" w:cs="Kristen ITC"/>
                                <w:b/>
                                <w:caps/>
                                <w:color w:val="AD0101" w:themeColor="accent1"/>
                                <w:sz w:val="72"/>
                                <w:szCs w:val="72"/>
                                <w14:shadow w14:blurRad="19685" w14:dist="12700" w14:dir="5400000" w14:sx="100000" w14:sy="100000" w14:kx="0" w14:ky="0" w14:algn="tl">
                                  <w14:schemeClr w14:val="accent1">
                                    <w14:alpha w14:val="40000"/>
                                    <w14:satMod w14:val="130000"/>
                                  </w14:schemeClr>
                                </w14:shadow>
                                <w14:reflection w14:blurRad="9994" w14:stA="55000" w14:stPos="0" w14:endA="0" w14:endPos="48000" w14:dist="495" w14:dir="5400000" w14:fadeDir="5400000" w14:sx="100000" w14:sy="-10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6350" w14:prstMaterial="plastic">
                                  <w14:bevelT w14:w="20320" w14:h="20320" w14:prst="angle"/>
                                  <w14:contourClr>
                                    <w14:schemeClr w14:val="accent1">
                                      <w14:tint w14:val="100000"/>
                                      <w14:shade w14:val="100000"/>
                                      <w14:hueMod w14:val="100000"/>
                                      <w14:satMod w14:val="100000"/>
                                    </w14:schemeClr>
                                  </w14:contourClr>
                                </w14:props3d>
                              </w:rPr>
                              <w:t>Ý</w:t>
                            </w:r>
                            <w:r w:rsidRPr="00CE6567">
                              <w:rPr>
                                <w:rFonts w:ascii="Kristen ITC" w:hAnsi="Kristen ITC"/>
                                <w:b/>
                                <w:caps/>
                                <w:color w:val="AD0101" w:themeColor="accent1"/>
                                <w:sz w:val="72"/>
                                <w:szCs w:val="72"/>
                                <w14:shadow w14:blurRad="19685" w14:dist="12700" w14:dir="5400000" w14:sx="100000" w14:sy="100000" w14:kx="0" w14:ky="0" w14:algn="tl">
                                  <w14:schemeClr w14:val="accent1">
                                    <w14:alpha w14:val="40000"/>
                                    <w14:satMod w14:val="130000"/>
                                  </w14:schemeClr>
                                </w14:shadow>
                                <w14:reflection w14:blurRad="9994" w14:stA="55000" w14:stPos="0" w14:endA="0" w14:endPos="48000" w14:dist="495" w14:dir="5400000" w14:fadeDir="5400000" w14:sx="100000" w14:sy="-10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6350" w14:prstMaterial="plastic">
                                  <w14:bevelT w14:w="20320" w14:h="20320" w14:prst="angle"/>
                                  <w14:contourClr>
                                    <w14:schemeClr w14:val="accent1">
                                      <w14:tint w14:val="100000"/>
                                      <w14:shade w14:val="100000"/>
                                      <w14:hueMod w14:val="100000"/>
                                      <w14:satMod w14:val="100000"/>
                                    </w14:schemeClr>
                                  </w14:contourClr>
                                </w14:props3d>
                              </w:rPr>
                              <w:t>CH DVE</w:t>
                            </w:r>
                            <w:r w:rsidRPr="00CE6567">
                              <w:rPr>
                                <w:rFonts w:ascii="Times New Roman" w:hAnsi="Times New Roman" w:cs="Times New Roman"/>
                                <w:b/>
                                <w:caps/>
                                <w:color w:val="AD0101" w:themeColor="accent1"/>
                                <w:sz w:val="72"/>
                                <w:szCs w:val="72"/>
                                <w14:shadow w14:blurRad="19685" w14:dist="12700" w14:dir="5400000" w14:sx="100000" w14:sy="100000" w14:kx="0" w14:ky="0" w14:algn="tl">
                                  <w14:schemeClr w14:val="accent1">
                                    <w14:alpha w14:val="40000"/>
                                    <w14:satMod w14:val="130000"/>
                                  </w14:schemeClr>
                                </w14:shadow>
                                <w14:reflection w14:blurRad="9994" w14:stA="55000" w14:stPos="0" w14:endA="0" w14:endPos="48000" w14:dist="495" w14:dir="5400000" w14:fadeDir="5400000" w14:sx="100000" w14:sy="-10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6350" w14:prstMaterial="plastic">
                                  <w14:bevelT w14:w="20320" w14:h="20320" w14:prst="angle"/>
                                  <w14:contourClr>
                                    <w14:schemeClr w14:val="accent1">
                                      <w14:tint w14:val="100000"/>
                                      <w14:shade w14:val="100000"/>
                                      <w14:hueMod w14:val="100000"/>
                                      <w14:satMod w14:val="100000"/>
                                    </w14:schemeClr>
                                  </w14:contourClr>
                                </w14:props3d>
                              </w:rPr>
                              <w:t>Ř</w:t>
                            </w:r>
                            <w:r w:rsidRPr="00CE6567">
                              <w:rPr>
                                <w:rFonts w:ascii="Kristen ITC" w:hAnsi="Kristen ITC" w:cs="Kristen ITC"/>
                                <w:b/>
                                <w:caps/>
                                <w:color w:val="AD0101" w:themeColor="accent1"/>
                                <w:sz w:val="72"/>
                                <w:szCs w:val="72"/>
                                <w14:shadow w14:blurRad="19685" w14:dist="12700" w14:dir="5400000" w14:sx="100000" w14:sy="100000" w14:kx="0" w14:ky="0" w14:algn="tl">
                                  <w14:schemeClr w14:val="accent1">
                                    <w14:alpha w14:val="40000"/>
                                    <w14:satMod w14:val="130000"/>
                                  </w14:schemeClr>
                                </w14:shadow>
                                <w14:reflection w14:blurRad="9994" w14:stA="55000" w14:stPos="0" w14:endA="0" w14:endPos="48000" w14:dist="495" w14:dir="5400000" w14:fadeDir="5400000" w14:sx="100000" w14:sy="-10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6350" w14:prstMaterial="plastic">
                                  <w14:bevelT w14:w="20320" w14:h="20320" w14:prst="angle"/>
                                  <w14:contourClr>
                                    <w14:schemeClr w14:val="accent1">
                                      <w14:tint w14:val="100000"/>
                                      <w14:shade w14:val="100000"/>
                                      <w14:hueMod w14:val="100000"/>
                                      <w14:satMod w14:val="100000"/>
                                    </w14:schemeClr>
                                  </w14:contourClr>
                                </w14:props3d>
                              </w:rPr>
                              <w:t>Í</w:t>
                            </w:r>
                            <w:r w:rsidRPr="00CE6567">
                              <w:rPr>
                                <w:rFonts w:ascii="Kristen ITC" w:hAnsi="Kristen ITC"/>
                                <w:b/>
                                <w:caps/>
                                <w:color w:val="AD0101" w:themeColor="accent1"/>
                                <w:sz w:val="72"/>
                                <w:szCs w:val="72"/>
                                <w14:shadow w14:blurRad="19685" w14:dist="12700" w14:dir="5400000" w14:sx="100000" w14:sy="100000" w14:kx="0" w14:ky="0" w14:algn="tl">
                                  <w14:schemeClr w14:val="accent1">
                                    <w14:alpha w14:val="40000"/>
                                    <w14:satMod w14:val="130000"/>
                                  </w14:schemeClr>
                                </w14:shadow>
                                <w14:reflection w14:blurRad="9994" w14:stA="55000" w14:stPos="0" w14:endA="0" w14:endPos="48000" w14:dist="495" w14:dir="5400000" w14:fadeDir="5400000" w14:sx="100000" w14:sy="-10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6350" w14:prstMaterial="plastic">
                                  <w14:bevelT w14:w="20320" w14:h="20320" w14:prst="angle"/>
                                  <w14:contourClr>
                                    <w14:schemeClr w14:val="accent1">
                                      <w14:tint w14:val="100000"/>
                                      <w14:shade w14:val="100000"/>
                                      <w14:hueMod w14:val="100000"/>
                                      <w14:satMod w14:val="100000"/>
                                    </w14:schemeClr>
                                  </w14:contourClr>
                                </w14:props3d>
                              </w:rPr>
                              <w:t>,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/>
                          <a:lightRig rig="brightRoom" dir="t"/>
                        </a:scene3d>
                        <a:sp3d contourW="6350" prstMaterial="plastic">
                          <a:bevelT w="20320" h="20320" prst="angle"/>
                          <a:contourClr>
                            <a:schemeClr val="accent1">
                              <a:tint val="100000"/>
                              <a:shade val="100000"/>
                              <a:hueMod val="100000"/>
                              <a:satMod val="100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ové pole 3" o:spid="_x0000_s1026" type="#_x0000_t202" style="position:absolute;margin-left:60.4pt;margin-top:2.05pt;width:552pt;height:72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" filled="f" stroked="f">
                <v:textbox>
                  <w:txbxContent>
                    <w:p w:rsidR="00CE6567" w:rsidRPr="00CE6567" w:rsidRDefault="00CE6567" w:rsidP="00CE6567">
                      <w:pPr>
                        <w:jc w:val="center"/>
                        <w:rPr>
                          <w:rFonts w:ascii="Kristen ITC" w:hAnsi="Kristen ITC"/>
                          <w:b/>
                          <w:caps/>
                          <w:color w:val="AD0101" w:themeColor="accent1"/>
                          <w:sz w:val="72"/>
                          <w:szCs w:val="72"/>
                          <w14:shadow w14:blurRad="19685" w14:dist="12700" w14:dir="5400000" w14:sx="100000" w14:sy="100000" w14:kx="0" w14:ky="0" w14:algn="tl">
                            <w14:schemeClr w14:val="accent1">
                              <w14:alpha w14:val="40000"/>
                              <w14:satMod w14:val="130000"/>
                            </w14:schemeClr>
                          </w14:shadow>
                          <w14:reflection w14:blurRad="9994" w14:stA="55000" w14:stPos="0" w14:endA="0" w14:endPos="48000" w14:dist="495" w14:dir="5400000" w14:fadeDir="5400000" w14:sx="100000" w14:sy="-10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6350" w14:prstMaterial="plastic">
                            <w14:bevelT w14:w="20320" w14:h="20320" w14:prst="angle"/>
                            <w14:contourClr>
                              <w14:schemeClr w14:val="accent1">
                                <w14:tint w14:val="100000"/>
                                <w14:shade w14:val="100000"/>
                                <w14:hueMod w14:val="100000"/>
                                <w14:satMod w14:val="100000"/>
                              </w14:schemeClr>
                            </w14:contourClr>
                          </w14:props3d>
                        </w:rPr>
                      </w:pPr>
                      <w:r w:rsidRPr="00CE6567">
                        <w:rPr>
                          <w:rFonts w:ascii="Kristen ITC" w:hAnsi="Kristen ITC"/>
                          <w:b/>
                          <w:caps/>
                          <w:color w:val="AD0101" w:themeColor="accent1"/>
                          <w:sz w:val="72"/>
                          <w:szCs w:val="72"/>
                          <w14:shadow w14:blurRad="19685" w14:dist="12700" w14:dir="5400000" w14:sx="100000" w14:sy="100000" w14:kx="0" w14:ky="0" w14:algn="tl">
                            <w14:schemeClr w14:val="accent1">
                              <w14:alpha w14:val="40000"/>
                              <w14:satMod w14:val="130000"/>
                            </w14:schemeClr>
                          </w14:shadow>
                          <w14:reflection w14:blurRad="9994" w14:stA="55000" w14:stPos="0" w14:endA="0" w14:endPos="48000" w14:dist="495" w14:dir="5400000" w14:fadeDir="5400000" w14:sx="100000" w14:sy="-10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6350" w14:prstMaterial="plastic">
                            <w14:bevelT w14:w="20320" w14:h="20320" w14:prst="angle"/>
                            <w14:contourClr>
                              <w14:schemeClr w14:val="accent1">
                                <w14:tint w14:val="100000"/>
                                <w14:shade w14:val="100000"/>
                                <w14:hueMod w14:val="100000"/>
                                <w14:satMod w14:val="100000"/>
                              </w14:schemeClr>
                            </w14:contourClr>
                          </w14:props3d>
                        </w:rPr>
                        <w:t>DEN OTEV</w:t>
                      </w:r>
                      <w:r w:rsidRPr="00CE6567">
                        <w:rPr>
                          <w:rFonts w:ascii="Times New Roman" w:hAnsi="Times New Roman" w:cs="Times New Roman"/>
                          <w:b/>
                          <w:caps/>
                          <w:color w:val="AD0101" w:themeColor="accent1"/>
                          <w:sz w:val="72"/>
                          <w:szCs w:val="72"/>
                          <w14:shadow w14:blurRad="19685" w14:dist="12700" w14:dir="5400000" w14:sx="100000" w14:sy="100000" w14:kx="0" w14:ky="0" w14:algn="tl">
                            <w14:schemeClr w14:val="accent1">
                              <w14:alpha w14:val="40000"/>
                              <w14:satMod w14:val="130000"/>
                            </w14:schemeClr>
                          </w14:shadow>
                          <w14:reflection w14:blurRad="9994" w14:stA="55000" w14:stPos="0" w14:endA="0" w14:endPos="48000" w14:dist="495" w14:dir="5400000" w14:fadeDir="5400000" w14:sx="100000" w14:sy="-10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6350" w14:prstMaterial="plastic">
                            <w14:bevelT w14:w="20320" w14:h="20320" w14:prst="angle"/>
                            <w14:contourClr>
                              <w14:schemeClr w14:val="accent1">
                                <w14:tint w14:val="100000"/>
                                <w14:shade w14:val="100000"/>
                                <w14:hueMod w14:val="100000"/>
                                <w14:satMod w14:val="100000"/>
                              </w14:schemeClr>
                            </w14:contourClr>
                          </w14:props3d>
                        </w:rPr>
                        <w:t>Ř</w:t>
                      </w:r>
                      <w:r w:rsidRPr="00CE6567">
                        <w:rPr>
                          <w:rFonts w:ascii="Kristen ITC" w:hAnsi="Kristen ITC"/>
                          <w:b/>
                          <w:caps/>
                          <w:color w:val="AD0101" w:themeColor="accent1"/>
                          <w:sz w:val="72"/>
                          <w:szCs w:val="72"/>
                          <w14:shadow w14:blurRad="19685" w14:dist="12700" w14:dir="5400000" w14:sx="100000" w14:sy="100000" w14:kx="0" w14:ky="0" w14:algn="tl">
                            <w14:schemeClr w14:val="accent1">
                              <w14:alpha w14:val="40000"/>
                              <w14:satMod w14:val="130000"/>
                            </w14:schemeClr>
                          </w14:shadow>
                          <w14:reflection w14:blurRad="9994" w14:stA="55000" w14:stPos="0" w14:endA="0" w14:endPos="48000" w14:dist="495" w14:dir="5400000" w14:fadeDir="5400000" w14:sx="100000" w14:sy="-10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6350" w14:prstMaterial="plastic">
                            <w14:bevelT w14:w="20320" w14:h="20320" w14:prst="angle"/>
                            <w14:contourClr>
                              <w14:schemeClr w14:val="accent1">
                                <w14:tint w14:val="100000"/>
                                <w14:shade w14:val="100000"/>
                                <w14:hueMod w14:val="100000"/>
                                <w14:satMod w14:val="100000"/>
                              </w14:schemeClr>
                            </w14:contourClr>
                          </w14:props3d>
                        </w:rPr>
                        <w:t>EN</w:t>
                      </w:r>
                      <w:r w:rsidRPr="00CE6567">
                        <w:rPr>
                          <w:rFonts w:ascii="Kristen ITC" w:hAnsi="Kristen ITC" w:cs="Kristen ITC"/>
                          <w:b/>
                          <w:caps/>
                          <w:color w:val="AD0101" w:themeColor="accent1"/>
                          <w:sz w:val="72"/>
                          <w:szCs w:val="72"/>
                          <w14:shadow w14:blurRad="19685" w14:dist="12700" w14:dir="5400000" w14:sx="100000" w14:sy="100000" w14:kx="0" w14:ky="0" w14:algn="tl">
                            <w14:schemeClr w14:val="accent1">
                              <w14:alpha w14:val="40000"/>
                              <w14:satMod w14:val="130000"/>
                            </w14:schemeClr>
                          </w14:shadow>
                          <w14:reflection w14:blurRad="9994" w14:stA="55000" w14:stPos="0" w14:endA="0" w14:endPos="48000" w14:dist="495" w14:dir="5400000" w14:fadeDir="5400000" w14:sx="100000" w14:sy="-10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6350" w14:prstMaterial="plastic">
                            <w14:bevelT w14:w="20320" w14:h="20320" w14:prst="angle"/>
                            <w14:contourClr>
                              <w14:schemeClr w14:val="accent1">
                                <w14:tint w14:val="100000"/>
                                <w14:shade w14:val="100000"/>
                                <w14:hueMod w14:val="100000"/>
                                <w14:satMod w14:val="100000"/>
                              </w14:schemeClr>
                            </w14:contourClr>
                          </w14:props3d>
                        </w:rPr>
                        <w:t>Ý</w:t>
                      </w:r>
                      <w:r w:rsidRPr="00CE6567">
                        <w:rPr>
                          <w:rFonts w:ascii="Kristen ITC" w:hAnsi="Kristen ITC"/>
                          <w:b/>
                          <w:caps/>
                          <w:color w:val="AD0101" w:themeColor="accent1"/>
                          <w:sz w:val="72"/>
                          <w:szCs w:val="72"/>
                          <w14:shadow w14:blurRad="19685" w14:dist="12700" w14:dir="5400000" w14:sx="100000" w14:sy="100000" w14:kx="0" w14:ky="0" w14:algn="tl">
                            <w14:schemeClr w14:val="accent1">
                              <w14:alpha w14:val="40000"/>
                              <w14:satMod w14:val="130000"/>
                            </w14:schemeClr>
                          </w14:shadow>
                          <w14:reflection w14:blurRad="9994" w14:stA="55000" w14:stPos="0" w14:endA="0" w14:endPos="48000" w14:dist="495" w14:dir="5400000" w14:fadeDir="5400000" w14:sx="100000" w14:sy="-10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6350" w14:prstMaterial="plastic">
                            <w14:bevelT w14:w="20320" w14:h="20320" w14:prst="angle"/>
                            <w14:contourClr>
                              <w14:schemeClr w14:val="accent1">
                                <w14:tint w14:val="100000"/>
                                <w14:shade w14:val="100000"/>
                                <w14:hueMod w14:val="100000"/>
                                <w14:satMod w14:val="100000"/>
                              </w14:schemeClr>
                            </w14:contourClr>
                          </w14:props3d>
                        </w:rPr>
                        <w:t>CH DVE</w:t>
                      </w:r>
                      <w:r w:rsidRPr="00CE6567">
                        <w:rPr>
                          <w:rFonts w:ascii="Times New Roman" w:hAnsi="Times New Roman" w:cs="Times New Roman"/>
                          <w:b/>
                          <w:caps/>
                          <w:color w:val="AD0101" w:themeColor="accent1"/>
                          <w:sz w:val="72"/>
                          <w:szCs w:val="72"/>
                          <w14:shadow w14:blurRad="19685" w14:dist="12700" w14:dir="5400000" w14:sx="100000" w14:sy="100000" w14:kx="0" w14:ky="0" w14:algn="tl">
                            <w14:schemeClr w14:val="accent1">
                              <w14:alpha w14:val="40000"/>
                              <w14:satMod w14:val="130000"/>
                            </w14:schemeClr>
                          </w14:shadow>
                          <w14:reflection w14:blurRad="9994" w14:stA="55000" w14:stPos="0" w14:endA="0" w14:endPos="48000" w14:dist="495" w14:dir="5400000" w14:fadeDir="5400000" w14:sx="100000" w14:sy="-10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6350" w14:prstMaterial="plastic">
                            <w14:bevelT w14:w="20320" w14:h="20320" w14:prst="angle"/>
                            <w14:contourClr>
                              <w14:schemeClr w14:val="accent1">
                                <w14:tint w14:val="100000"/>
                                <w14:shade w14:val="100000"/>
                                <w14:hueMod w14:val="100000"/>
                                <w14:satMod w14:val="100000"/>
                              </w14:schemeClr>
                            </w14:contourClr>
                          </w14:props3d>
                        </w:rPr>
                        <w:t>Ř</w:t>
                      </w:r>
                      <w:r w:rsidRPr="00CE6567">
                        <w:rPr>
                          <w:rFonts w:ascii="Kristen ITC" w:hAnsi="Kristen ITC" w:cs="Kristen ITC"/>
                          <w:b/>
                          <w:caps/>
                          <w:color w:val="AD0101" w:themeColor="accent1"/>
                          <w:sz w:val="72"/>
                          <w:szCs w:val="72"/>
                          <w14:shadow w14:blurRad="19685" w14:dist="12700" w14:dir="5400000" w14:sx="100000" w14:sy="100000" w14:kx="0" w14:ky="0" w14:algn="tl">
                            <w14:schemeClr w14:val="accent1">
                              <w14:alpha w14:val="40000"/>
                              <w14:satMod w14:val="130000"/>
                            </w14:schemeClr>
                          </w14:shadow>
                          <w14:reflection w14:blurRad="9994" w14:stA="55000" w14:stPos="0" w14:endA="0" w14:endPos="48000" w14:dist="495" w14:dir="5400000" w14:fadeDir="5400000" w14:sx="100000" w14:sy="-10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6350" w14:prstMaterial="plastic">
                            <w14:bevelT w14:w="20320" w14:h="20320" w14:prst="angle"/>
                            <w14:contourClr>
                              <w14:schemeClr w14:val="accent1">
                                <w14:tint w14:val="100000"/>
                                <w14:shade w14:val="100000"/>
                                <w14:hueMod w14:val="100000"/>
                                <w14:satMod w14:val="100000"/>
                              </w14:schemeClr>
                            </w14:contourClr>
                          </w14:props3d>
                        </w:rPr>
                        <w:t>Í</w:t>
                      </w:r>
                      <w:r w:rsidRPr="00CE6567">
                        <w:rPr>
                          <w:rFonts w:ascii="Kristen ITC" w:hAnsi="Kristen ITC"/>
                          <w:b/>
                          <w:caps/>
                          <w:color w:val="AD0101" w:themeColor="accent1"/>
                          <w:sz w:val="72"/>
                          <w:szCs w:val="72"/>
                          <w14:shadow w14:blurRad="19685" w14:dist="12700" w14:dir="5400000" w14:sx="100000" w14:sy="100000" w14:kx="0" w14:ky="0" w14:algn="tl">
                            <w14:schemeClr w14:val="accent1">
                              <w14:alpha w14:val="40000"/>
                              <w14:satMod w14:val="130000"/>
                            </w14:schemeClr>
                          </w14:shadow>
                          <w14:reflection w14:blurRad="9994" w14:stA="55000" w14:stPos="0" w14:endA="0" w14:endPos="48000" w14:dist="495" w14:dir="5400000" w14:fadeDir="5400000" w14:sx="100000" w14:sy="-10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6350" w14:prstMaterial="plastic">
                            <w14:bevelT w14:w="20320" w14:h="20320" w14:prst="angle"/>
                            <w14:contourClr>
                              <w14:schemeClr w14:val="accent1">
                                <w14:tint w14:val="100000"/>
                                <w14:shade w14:val="100000"/>
                                <w14:hueMod w14:val="100000"/>
                                <w14:satMod w14:val="100000"/>
                              </w14:schemeClr>
                            </w14:contourClr>
                          </w14:props3d>
                        </w:rPr>
                        <w:t>,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D02F30" w:rsidRDefault="00D02F30" w:rsidP="00890C16">
      <w:pPr>
        <w:spacing w:after="0"/>
      </w:pPr>
    </w:p>
    <w:p w:rsidR="00D02F30" w:rsidRDefault="00D02F30" w:rsidP="00890C16">
      <w:pPr>
        <w:spacing w:after="0"/>
      </w:pPr>
    </w:p>
    <w:p w:rsidR="00D02F30" w:rsidRDefault="00D02F30" w:rsidP="00890C16">
      <w:pPr>
        <w:spacing w:after="0"/>
        <w:rPr>
          <w:rFonts w:ascii="Curlz MT" w:hAnsi="Curlz MT"/>
          <w:b/>
          <w:color w:val="1F09A3"/>
          <w:sz w:val="40"/>
          <w:szCs w:val="40"/>
        </w:rPr>
      </w:pPr>
    </w:p>
    <w:p w:rsidR="00890C16" w:rsidRPr="00213E56" w:rsidRDefault="00890C16" w:rsidP="00213E56">
      <w:pPr>
        <w:spacing w:after="0"/>
        <w:ind w:left="1701" w:firstLine="3"/>
        <w:rPr>
          <w:b/>
          <w:caps/>
          <w:color w:val="00CC00"/>
          <w:sz w:val="52"/>
          <w:szCs w:val="52"/>
          <w14:reflection w14:blurRad="12700" w14:stA="28000" w14:stPos="0" w14:endA="0" w14:endPos="45000" w14:dist="1003" w14:dir="5400000" w14:fadeDir="5400000" w14:sx="100000" w14:sy="-100000" w14:kx="0" w14:ky="0" w14:algn="bl"/>
          <w14:textOutline w14:w="9004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213E56">
        <w:rPr>
          <w:b/>
          <w:color w:val="7030A0"/>
          <w:sz w:val="52"/>
          <w:szCs w:val="52"/>
        </w:rPr>
        <w:t>který se uskute</w:t>
      </w:r>
      <w:r w:rsidRPr="00213E56">
        <w:rPr>
          <w:rFonts w:cs="Times New Roman"/>
          <w:b/>
          <w:color w:val="7030A0"/>
          <w:sz w:val="52"/>
          <w:szCs w:val="52"/>
        </w:rPr>
        <w:t>č</w:t>
      </w:r>
      <w:r w:rsidRPr="00213E56">
        <w:rPr>
          <w:b/>
          <w:color w:val="7030A0"/>
          <w:sz w:val="52"/>
          <w:szCs w:val="52"/>
        </w:rPr>
        <w:t>n</w:t>
      </w:r>
      <w:r w:rsidRPr="00213E56">
        <w:rPr>
          <w:rFonts w:cs="Kristen ITC"/>
          <w:b/>
          <w:color w:val="7030A0"/>
          <w:sz w:val="52"/>
          <w:szCs w:val="52"/>
        </w:rPr>
        <w:t>í</w:t>
      </w:r>
      <w:r w:rsidRPr="00213E56">
        <w:rPr>
          <w:b/>
          <w:color w:val="7030A0"/>
          <w:sz w:val="52"/>
          <w:szCs w:val="52"/>
        </w:rPr>
        <w:t xml:space="preserve"> ve </w:t>
      </w:r>
      <w:r w:rsidR="00213E56" w:rsidRPr="00213E56">
        <w:rPr>
          <w:rFonts w:cs="Times New Roman"/>
          <w:b/>
          <w:color w:val="7030A0"/>
          <w:sz w:val="52"/>
          <w:szCs w:val="52"/>
        </w:rPr>
        <w:t>středu</w:t>
      </w:r>
      <w:r w:rsidR="00213E56" w:rsidRPr="00213E56">
        <w:rPr>
          <w:b/>
          <w:color w:val="7030A0"/>
          <w:sz w:val="52"/>
          <w:szCs w:val="52"/>
        </w:rPr>
        <w:t xml:space="preserve"> </w:t>
      </w:r>
      <w:r w:rsidR="00213E56" w:rsidRPr="00213E56">
        <w:rPr>
          <w:b/>
          <w:caps/>
          <w:color w:val="00B050"/>
          <w:sz w:val="52"/>
          <w:szCs w:val="52"/>
          <w14:reflection w14:blurRad="12700" w14:stA="28000" w14:stPos="0" w14:endA="0" w14:endPos="45000" w14:dist="1003" w14:dir="5400000" w14:fadeDir="5400000" w14:sx="100000" w14:sy="-100000" w14:kx="0" w14:ky="0" w14:algn="bl"/>
          <w14:textOutline w14:w="9004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18</w:t>
      </w:r>
      <w:r w:rsidR="00213E56" w:rsidRPr="00213E56">
        <w:rPr>
          <w:b/>
          <w:caps/>
          <w:color w:val="00B050"/>
          <w:sz w:val="52"/>
          <w:szCs w:val="52"/>
          <w14:reflection w14:blurRad="12700" w14:stA="28000" w14:stPos="0" w14:endA="0" w14:endPos="45000" w14:dist="1003" w14:dir="5400000" w14:fadeDir="5400000" w14:sx="100000" w14:sy="-100000" w14:kx="0" w14:ky="0" w14:algn="bl"/>
          <w14:textOutline w14:w="9004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. </w:t>
      </w:r>
      <w:r w:rsidRPr="00213E56">
        <w:rPr>
          <w:b/>
          <w:caps/>
          <w:color w:val="00B050"/>
          <w:sz w:val="52"/>
          <w:szCs w:val="52"/>
          <w14:reflection w14:blurRad="12700" w14:stA="28000" w14:stPos="0" w14:endA="0" w14:endPos="45000" w14:dist="1003" w14:dir="5400000" w14:fadeDir="5400000" w14:sx="100000" w14:sy="-100000" w14:kx="0" w14:ky="0" w14:algn="bl"/>
          <w14:textOutline w14:w="9004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dubna </w:t>
      </w:r>
      <w:r w:rsidRPr="00213E56">
        <w:rPr>
          <w:b/>
          <w:caps/>
          <w:color w:val="00CC00"/>
          <w:sz w:val="52"/>
          <w:szCs w:val="52"/>
          <w14:reflection w14:blurRad="12700" w14:stA="28000" w14:stPos="0" w14:endA="0" w14:endPos="45000" w14:dist="1003" w14:dir="5400000" w14:fadeDir="5400000" w14:sx="100000" w14:sy="-100000" w14:kx="0" w14:ky="0" w14:algn="bl"/>
          <w14:textOutline w14:w="9004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2018</w:t>
      </w:r>
    </w:p>
    <w:p w:rsidR="00D02F30" w:rsidRPr="00213E56" w:rsidRDefault="00D02F30" w:rsidP="00D02F30">
      <w:pPr>
        <w:spacing w:after="0"/>
        <w:jc w:val="center"/>
        <w:rPr>
          <w:b/>
          <w:color w:val="1F09A3"/>
          <w:sz w:val="52"/>
          <w:szCs w:val="52"/>
        </w:rPr>
      </w:pPr>
      <w:r w:rsidRPr="00213E56">
        <w:rPr>
          <w:b/>
          <w:color w:val="7030A0"/>
          <w:sz w:val="52"/>
          <w:szCs w:val="52"/>
        </w:rPr>
        <w:t>dopoledne</w:t>
      </w:r>
      <w:r w:rsidRPr="00213E56">
        <w:rPr>
          <w:b/>
          <w:color w:val="1F09A3"/>
          <w:sz w:val="52"/>
          <w:szCs w:val="52"/>
        </w:rPr>
        <w:t xml:space="preserve"> </w:t>
      </w:r>
      <w:r w:rsidRPr="00213E56">
        <w:rPr>
          <w:b/>
          <w:caps/>
          <w:color w:val="00CC00"/>
          <w:sz w:val="52"/>
          <w:szCs w:val="52"/>
          <w14:reflection w14:blurRad="12700" w14:stA="28000" w14:stPos="0" w14:endA="0" w14:endPos="45000" w14:dist="1003" w14:dir="5400000" w14:fadeDir="5400000" w14:sx="100000" w14:sy="-100000" w14:kx="0" w14:ky="0" w14:algn="bl"/>
          <w14:textOutline w14:w="9004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od 9°° do 10°° </w:t>
      </w:r>
      <w:r w:rsidRPr="00213E56">
        <w:rPr>
          <w:b/>
          <w:color w:val="7030A0"/>
          <w:sz w:val="52"/>
          <w:szCs w:val="52"/>
        </w:rPr>
        <w:t xml:space="preserve">a odpoledne </w:t>
      </w:r>
      <w:r w:rsidRPr="00213E56">
        <w:rPr>
          <w:b/>
          <w:caps/>
          <w:color w:val="00CC00"/>
          <w:sz w:val="52"/>
          <w:szCs w:val="52"/>
          <w14:reflection w14:blurRad="12700" w14:stA="28000" w14:stPos="0" w14:endA="0" w14:endPos="45000" w14:dist="1003" w14:dir="5400000" w14:fadeDir="5400000" w14:sx="100000" w14:sy="-100000" w14:kx="0" w14:ky="0" w14:algn="bl"/>
          <w14:textOutline w14:w="9004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od 14³° do 15³°.</w:t>
      </w:r>
    </w:p>
    <w:p w:rsidR="00D02F30" w:rsidRPr="00213E56" w:rsidRDefault="00533E6F" w:rsidP="00D02F30">
      <w:pPr>
        <w:rPr>
          <w:rFonts w:ascii="Calibri" w:hAnsi="Calibri"/>
          <w:b/>
          <w:color w:val="7030A0"/>
          <w:sz w:val="36"/>
          <w:szCs w:val="36"/>
          <w:u w:val="single"/>
        </w:rPr>
      </w:pPr>
      <w:r w:rsidRPr="00213E56">
        <w:rPr>
          <w:rFonts w:ascii="Calibri" w:hAnsi="Calibri"/>
          <w:noProof/>
          <w:sz w:val="36"/>
          <w:szCs w:val="36"/>
          <w:lang w:eastAsia="cs-CZ"/>
        </w:rPr>
        <w:drawing>
          <wp:anchor distT="0" distB="0" distL="114300" distR="114300" simplePos="0" relativeHeight="251664384" behindDoc="1" locked="0" layoutInCell="1" allowOverlap="1" wp14:anchorId="156A409A" wp14:editId="283D2339">
            <wp:simplePos x="0" y="0"/>
            <wp:positionH relativeFrom="column">
              <wp:posOffset>6072505</wp:posOffset>
            </wp:positionH>
            <wp:positionV relativeFrom="paragraph">
              <wp:posOffset>27305</wp:posOffset>
            </wp:positionV>
            <wp:extent cx="2691130" cy="1772285"/>
            <wp:effectExtent l="0" t="0" r="0" b="0"/>
            <wp:wrapTight wrapText="bothSides">
              <wp:wrapPolygon edited="0">
                <wp:start x="0" y="0"/>
                <wp:lineTo x="0" y="21360"/>
                <wp:lineTo x="21406" y="21360"/>
                <wp:lineTo x="21406" y="0"/>
                <wp:lineTo x="0" y="0"/>
              </wp:wrapPolygon>
            </wp:wrapTight>
            <wp:docPr id="7" name="obrázek 5" descr="Výsledek obrázku pro kreslené d&amp;ecaron;t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Výsledek obrázku pro kreslené d&amp;ecaron;ti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1130" cy="1772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02F30" w:rsidRPr="00213E56">
        <w:rPr>
          <w:rFonts w:ascii="Calibri" w:hAnsi="Calibri"/>
          <w:b/>
          <w:color w:val="7030A0"/>
          <w:sz w:val="36"/>
          <w:szCs w:val="36"/>
          <w:u w:val="single"/>
        </w:rPr>
        <w:t>Program jednotlivých t</w:t>
      </w:r>
      <w:r w:rsidR="00D02F30" w:rsidRPr="00213E56">
        <w:rPr>
          <w:rFonts w:ascii="Calibri" w:hAnsi="Calibri" w:cs="Times New Roman"/>
          <w:b/>
          <w:color w:val="7030A0"/>
          <w:sz w:val="36"/>
          <w:szCs w:val="36"/>
          <w:u w:val="single"/>
        </w:rPr>
        <w:t>ř</w:t>
      </w:r>
      <w:r w:rsidR="00D02F30" w:rsidRPr="00213E56">
        <w:rPr>
          <w:rFonts w:ascii="Calibri" w:hAnsi="Calibri" w:cs="Kristen ITC"/>
          <w:b/>
          <w:color w:val="7030A0"/>
          <w:sz w:val="36"/>
          <w:szCs w:val="36"/>
          <w:u w:val="single"/>
        </w:rPr>
        <w:t>í</w:t>
      </w:r>
      <w:r w:rsidR="00D02F30" w:rsidRPr="00213E56">
        <w:rPr>
          <w:rFonts w:ascii="Calibri" w:hAnsi="Calibri"/>
          <w:b/>
          <w:color w:val="7030A0"/>
          <w:sz w:val="36"/>
          <w:szCs w:val="36"/>
          <w:u w:val="single"/>
        </w:rPr>
        <w:t>d:</w:t>
      </w:r>
      <w:r w:rsidRPr="00213E56">
        <w:rPr>
          <w:rFonts w:ascii="Calibri" w:hAnsi="Calibri"/>
          <w:noProof/>
          <w:color w:val="7030A0"/>
          <w:sz w:val="36"/>
          <w:szCs w:val="36"/>
          <w:lang w:eastAsia="cs-CZ"/>
        </w:rPr>
        <w:t xml:space="preserve"> </w:t>
      </w:r>
    </w:p>
    <w:p w:rsidR="00D02F30" w:rsidRPr="00213E56" w:rsidRDefault="00D02F30" w:rsidP="00D02F30">
      <w:pPr>
        <w:spacing w:after="0"/>
        <w:rPr>
          <w:rFonts w:ascii="Calibri" w:hAnsi="Calibri" w:cs="Times New Roman"/>
          <w:b/>
          <w:color w:val="7030A0"/>
          <w:sz w:val="36"/>
          <w:szCs w:val="36"/>
        </w:rPr>
      </w:pPr>
      <w:r w:rsidRPr="00213E56">
        <w:rPr>
          <w:rFonts w:ascii="Calibri" w:hAnsi="Calibri"/>
          <w:b/>
          <w:color w:val="7030A0"/>
          <w:sz w:val="36"/>
          <w:szCs w:val="36"/>
        </w:rPr>
        <w:t>Brou</w:t>
      </w:r>
      <w:r w:rsidRPr="00213E56">
        <w:rPr>
          <w:rFonts w:ascii="Calibri" w:hAnsi="Calibri" w:cs="Times New Roman"/>
          <w:b/>
          <w:color w:val="7030A0"/>
          <w:sz w:val="36"/>
          <w:szCs w:val="36"/>
        </w:rPr>
        <w:t>č</w:t>
      </w:r>
      <w:r w:rsidRPr="00213E56">
        <w:rPr>
          <w:rFonts w:ascii="Calibri" w:hAnsi="Calibri"/>
          <w:b/>
          <w:color w:val="7030A0"/>
          <w:sz w:val="36"/>
          <w:szCs w:val="36"/>
        </w:rPr>
        <w:t xml:space="preserve">ci </w:t>
      </w:r>
      <w:r w:rsidRPr="00213E56">
        <w:rPr>
          <w:rFonts w:ascii="Calibri" w:hAnsi="Calibri" w:cs="Kristen ITC"/>
          <w:b/>
          <w:color w:val="7030A0"/>
          <w:sz w:val="36"/>
          <w:szCs w:val="36"/>
        </w:rPr>
        <w:t>–</w:t>
      </w:r>
      <w:r w:rsidRPr="00213E56">
        <w:rPr>
          <w:rFonts w:ascii="Calibri" w:hAnsi="Calibri"/>
          <w:b/>
          <w:color w:val="7030A0"/>
          <w:sz w:val="36"/>
          <w:szCs w:val="36"/>
        </w:rPr>
        <w:t xml:space="preserve"> </w:t>
      </w:r>
      <w:r w:rsidR="00A93B2C" w:rsidRPr="00213E56">
        <w:rPr>
          <w:rFonts w:ascii="Calibri" w:hAnsi="Calibri"/>
          <w:b/>
          <w:color w:val="7030A0"/>
          <w:sz w:val="36"/>
          <w:szCs w:val="36"/>
        </w:rPr>
        <w:t>„Sk</w:t>
      </w:r>
      <w:r w:rsidR="00A93B2C" w:rsidRPr="00213E56">
        <w:rPr>
          <w:rFonts w:ascii="Calibri" w:hAnsi="Calibri" w:cs="Times New Roman"/>
          <w:b/>
          <w:color w:val="7030A0"/>
          <w:sz w:val="36"/>
          <w:szCs w:val="36"/>
        </w:rPr>
        <w:t>ř</w:t>
      </w:r>
      <w:r w:rsidR="00A93B2C" w:rsidRPr="00213E56">
        <w:rPr>
          <w:rFonts w:ascii="Calibri" w:hAnsi="Calibri" w:cs="Curlz MT"/>
          <w:b/>
          <w:color w:val="7030A0"/>
          <w:sz w:val="36"/>
          <w:szCs w:val="36"/>
        </w:rPr>
        <w:t>í</w:t>
      </w:r>
      <w:r w:rsidR="00A93B2C" w:rsidRPr="00213E56">
        <w:rPr>
          <w:rFonts w:ascii="Calibri" w:hAnsi="Calibri" w:cs="Times New Roman"/>
          <w:b/>
          <w:color w:val="7030A0"/>
          <w:sz w:val="36"/>
          <w:szCs w:val="36"/>
        </w:rPr>
        <w:t>tkov</w:t>
      </w:r>
      <w:r w:rsidR="00A93B2C" w:rsidRPr="00213E56">
        <w:rPr>
          <w:rFonts w:ascii="Calibri" w:hAnsi="Calibri" w:cs="Curlz MT"/>
          <w:b/>
          <w:color w:val="7030A0"/>
          <w:sz w:val="36"/>
          <w:szCs w:val="36"/>
        </w:rPr>
        <w:t>é</w:t>
      </w:r>
      <w:r w:rsidR="00A93B2C" w:rsidRPr="00213E56">
        <w:rPr>
          <w:rFonts w:ascii="Calibri" w:hAnsi="Calibri" w:cs="Times New Roman"/>
          <w:b/>
          <w:color w:val="7030A0"/>
          <w:sz w:val="36"/>
          <w:szCs w:val="36"/>
        </w:rPr>
        <w:t xml:space="preserve"> se probouz</w:t>
      </w:r>
      <w:r w:rsidR="00A93B2C" w:rsidRPr="00213E56">
        <w:rPr>
          <w:rFonts w:ascii="Calibri" w:hAnsi="Calibri" w:cs="Curlz MT"/>
          <w:b/>
          <w:color w:val="7030A0"/>
          <w:sz w:val="36"/>
          <w:szCs w:val="36"/>
        </w:rPr>
        <w:t>í</w:t>
      </w:r>
      <w:r w:rsidR="00A93B2C" w:rsidRPr="00213E56">
        <w:rPr>
          <w:rFonts w:ascii="Calibri" w:hAnsi="Calibri" w:cs="Times New Roman"/>
          <w:b/>
          <w:color w:val="7030A0"/>
          <w:sz w:val="36"/>
          <w:szCs w:val="36"/>
        </w:rPr>
        <w:t>“</w:t>
      </w:r>
    </w:p>
    <w:p w:rsidR="00D02F30" w:rsidRPr="00213E56" w:rsidRDefault="00D02F30" w:rsidP="00213E56">
      <w:pPr>
        <w:tabs>
          <w:tab w:val="left" w:pos="1560"/>
        </w:tabs>
        <w:spacing w:after="0"/>
        <w:rPr>
          <w:rFonts w:ascii="Calibri" w:hAnsi="Calibri" w:cs="Times New Roman"/>
          <w:b/>
          <w:color w:val="7030A0"/>
          <w:sz w:val="36"/>
          <w:szCs w:val="36"/>
        </w:rPr>
      </w:pPr>
      <w:proofErr w:type="gramStart"/>
      <w:r w:rsidRPr="00213E56">
        <w:rPr>
          <w:rFonts w:ascii="Calibri" w:hAnsi="Calibri"/>
          <w:b/>
          <w:color w:val="7030A0"/>
          <w:sz w:val="36"/>
          <w:szCs w:val="36"/>
        </w:rPr>
        <w:t>V</w:t>
      </w:r>
      <w:r w:rsidRPr="00213E56">
        <w:rPr>
          <w:rFonts w:ascii="Calibri" w:hAnsi="Calibri" w:cs="Times New Roman"/>
          <w:b/>
          <w:color w:val="7030A0"/>
          <w:sz w:val="36"/>
          <w:szCs w:val="36"/>
        </w:rPr>
        <w:t>č</w:t>
      </w:r>
      <w:r w:rsidRPr="00213E56">
        <w:rPr>
          <w:rFonts w:ascii="Calibri" w:hAnsi="Calibri"/>
          <w:b/>
          <w:color w:val="7030A0"/>
          <w:sz w:val="36"/>
          <w:szCs w:val="36"/>
        </w:rPr>
        <w:t>elky</w:t>
      </w:r>
      <w:r w:rsidR="00213E56" w:rsidRPr="00213E56">
        <w:rPr>
          <w:rFonts w:ascii="Calibri" w:hAnsi="Calibri"/>
          <w:b/>
          <w:color w:val="7030A0"/>
          <w:sz w:val="36"/>
          <w:szCs w:val="36"/>
        </w:rPr>
        <w:t xml:space="preserve"> </w:t>
      </w:r>
      <w:r w:rsidRPr="00213E56">
        <w:rPr>
          <w:rFonts w:ascii="Calibri" w:hAnsi="Calibri"/>
          <w:b/>
          <w:color w:val="7030A0"/>
          <w:sz w:val="36"/>
          <w:szCs w:val="36"/>
        </w:rPr>
        <w:t xml:space="preserve"> </w:t>
      </w:r>
      <w:r w:rsidR="00213E56">
        <w:rPr>
          <w:rFonts w:ascii="Calibri" w:hAnsi="Calibri"/>
          <w:b/>
          <w:color w:val="7030A0"/>
          <w:sz w:val="36"/>
          <w:szCs w:val="36"/>
        </w:rPr>
        <w:t xml:space="preserve"> </w:t>
      </w:r>
      <w:r w:rsidRPr="00213E56">
        <w:rPr>
          <w:rFonts w:ascii="Calibri" w:hAnsi="Calibri" w:cs="Kristen ITC"/>
          <w:b/>
          <w:color w:val="7030A0"/>
          <w:sz w:val="36"/>
          <w:szCs w:val="36"/>
        </w:rPr>
        <w:t>–</w:t>
      </w:r>
      <w:r w:rsidRPr="00213E56">
        <w:rPr>
          <w:rFonts w:ascii="Calibri" w:hAnsi="Calibri"/>
          <w:b/>
          <w:color w:val="7030A0"/>
          <w:sz w:val="36"/>
          <w:szCs w:val="36"/>
        </w:rPr>
        <w:t xml:space="preserve"> </w:t>
      </w:r>
      <w:r w:rsidR="00A93B2C" w:rsidRPr="00213E56">
        <w:rPr>
          <w:rFonts w:ascii="Calibri" w:hAnsi="Calibri"/>
          <w:b/>
          <w:color w:val="7030A0"/>
          <w:sz w:val="36"/>
          <w:szCs w:val="36"/>
        </w:rPr>
        <w:t>„Vypráv</w:t>
      </w:r>
      <w:r w:rsidR="00A93B2C" w:rsidRPr="00213E56">
        <w:rPr>
          <w:rFonts w:ascii="Calibri" w:hAnsi="Calibri" w:cs="Times New Roman"/>
          <w:b/>
          <w:color w:val="7030A0"/>
          <w:sz w:val="36"/>
          <w:szCs w:val="36"/>
        </w:rPr>
        <w:t>ěn</w:t>
      </w:r>
      <w:r w:rsidR="00A93B2C" w:rsidRPr="00213E56">
        <w:rPr>
          <w:rFonts w:ascii="Calibri" w:hAnsi="Calibri" w:cs="Curlz MT"/>
          <w:b/>
          <w:color w:val="7030A0"/>
          <w:sz w:val="36"/>
          <w:szCs w:val="36"/>
        </w:rPr>
        <w:t>í</w:t>
      </w:r>
      <w:proofErr w:type="gramEnd"/>
      <w:r w:rsidR="00A93B2C" w:rsidRPr="00213E56">
        <w:rPr>
          <w:rFonts w:ascii="Calibri" w:hAnsi="Calibri" w:cs="Times New Roman"/>
          <w:b/>
          <w:color w:val="7030A0"/>
          <w:sz w:val="36"/>
          <w:szCs w:val="36"/>
        </w:rPr>
        <w:t xml:space="preserve"> vrbov</w:t>
      </w:r>
      <w:r w:rsidR="00A93B2C" w:rsidRPr="00213E56">
        <w:rPr>
          <w:rFonts w:ascii="Calibri" w:hAnsi="Calibri" w:cs="Curlz MT"/>
          <w:b/>
          <w:color w:val="7030A0"/>
          <w:sz w:val="36"/>
          <w:szCs w:val="36"/>
        </w:rPr>
        <w:t>é</w:t>
      </w:r>
      <w:r w:rsidR="00A93B2C" w:rsidRPr="00213E56">
        <w:rPr>
          <w:rFonts w:ascii="Calibri" w:hAnsi="Calibri" w:cs="Times New Roman"/>
          <w:b/>
          <w:color w:val="7030A0"/>
          <w:sz w:val="36"/>
          <w:szCs w:val="36"/>
        </w:rPr>
        <w:t xml:space="preserve"> v</w:t>
      </w:r>
      <w:r w:rsidR="00A93B2C" w:rsidRPr="00213E56">
        <w:rPr>
          <w:rFonts w:ascii="Calibri" w:hAnsi="Calibri" w:cs="Curlz MT"/>
          <w:b/>
          <w:color w:val="7030A0"/>
          <w:sz w:val="36"/>
          <w:szCs w:val="36"/>
        </w:rPr>
        <w:t>í</w:t>
      </w:r>
      <w:r w:rsidR="00A93B2C" w:rsidRPr="00213E56">
        <w:rPr>
          <w:rFonts w:ascii="Calibri" w:hAnsi="Calibri" w:cs="Times New Roman"/>
          <w:b/>
          <w:color w:val="7030A0"/>
          <w:sz w:val="36"/>
          <w:szCs w:val="36"/>
        </w:rPr>
        <w:t>ly“</w:t>
      </w:r>
    </w:p>
    <w:p w:rsidR="00A93B2C" w:rsidRPr="00213E56" w:rsidRDefault="00D02F30" w:rsidP="00A93B2C">
      <w:pPr>
        <w:spacing w:after="0"/>
        <w:rPr>
          <w:rFonts w:ascii="Calibri" w:hAnsi="Calibri" w:cs="Times New Roman"/>
          <w:b/>
          <w:color w:val="7030A0"/>
          <w:sz w:val="36"/>
          <w:szCs w:val="36"/>
        </w:rPr>
      </w:pPr>
      <w:r w:rsidRPr="00213E56">
        <w:rPr>
          <w:rFonts w:ascii="Calibri" w:hAnsi="Calibri"/>
          <w:b/>
          <w:color w:val="7030A0"/>
          <w:sz w:val="36"/>
          <w:szCs w:val="36"/>
        </w:rPr>
        <w:t xml:space="preserve">Motýlci – </w:t>
      </w:r>
      <w:r w:rsidR="00A93B2C" w:rsidRPr="00213E56">
        <w:rPr>
          <w:rFonts w:ascii="Calibri" w:hAnsi="Calibri"/>
          <w:b/>
          <w:color w:val="7030A0"/>
          <w:sz w:val="36"/>
          <w:szCs w:val="36"/>
        </w:rPr>
        <w:t>„N</w:t>
      </w:r>
      <w:r w:rsidR="00A93B2C" w:rsidRPr="00213E56">
        <w:rPr>
          <w:rFonts w:ascii="Calibri" w:hAnsi="Calibri" w:cs="Times New Roman"/>
          <w:b/>
          <w:color w:val="7030A0"/>
          <w:sz w:val="36"/>
          <w:szCs w:val="36"/>
        </w:rPr>
        <w:t xml:space="preserve">ěco ťuklo, vejce </w:t>
      </w:r>
      <w:proofErr w:type="gramStart"/>
      <w:r w:rsidR="00A93B2C" w:rsidRPr="00213E56">
        <w:rPr>
          <w:rFonts w:ascii="Calibri" w:hAnsi="Calibri" w:cs="Times New Roman"/>
          <w:b/>
          <w:color w:val="7030A0"/>
          <w:sz w:val="36"/>
          <w:szCs w:val="36"/>
        </w:rPr>
        <w:t>puklo</w:t>
      </w:r>
      <w:proofErr w:type="gramEnd"/>
      <w:r w:rsidR="00A93B2C" w:rsidRPr="00213E56">
        <w:rPr>
          <w:rFonts w:ascii="Calibri" w:hAnsi="Calibri" w:cs="Times New Roman"/>
          <w:b/>
          <w:color w:val="7030A0"/>
          <w:sz w:val="36"/>
          <w:szCs w:val="36"/>
        </w:rPr>
        <w:t xml:space="preserve"> aneb jak se </w:t>
      </w:r>
      <w:proofErr w:type="gramStart"/>
      <w:r w:rsidR="00A93B2C" w:rsidRPr="00213E56">
        <w:rPr>
          <w:rFonts w:ascii="Calibri" w:hAnsi="Calibri" w:cs="Times New Roman"/>
          <w:b/>
          <w:color w:val="7030A0"/>
          <w:sz w:val="36"/>
          <w:szCs w:val="36"/>
        </w:rPr>
        <w:t>rod</w:t>
      </w:r>
      <w:r w:rsidR="00A93B2C" w:rsidRPr="00213E56">
        <w:rPr>
          <w:rFonts w:ascii="Calibri" w:hAnsi="Calibri" w:cs="Curlz MT"/>
          <w:b/>
          <w:color w:val="7030A0"/>
          <w:sz w:val="36"/>
          <w:szCs w:val="36"/>
        </w:rPr>
        <w:t>í</w:t>
      </w:r>
      <w:proofErr w:type="gramEnd"/>
      <w:r w:rsidR="00A93B2C" w:rsidRPr="00213E56">
        <w:rPr>
          <w:rFonts w:ascii="Calibri" w:hAnsi="Calibri" w:cs="Times New Roman"/>
          <w:b/>
          <w:color w:val="7030A0"/>
          <w:sz w:val="36"/>
          <w:szCs w:val="36"/>
        </w:rPr>
        <w:t xml:space="preserve"> ml</w:t>
      </w:r>
      <w:r w:rsidR="00A93B2C" w:rsidRPr="00213E56">
        <w:rPr>
          <w:rFonts w:ascii="Calibri" w:hAnsi="Calibri" w:cs="Curlz MT"/>
          <w:b/>
          <w:color w:val="7030A0"/>
          <w:sz w:val="36"/>
          <w:szCs w:val="36"/>
        </w:rPr>
        <w:t>á</w:t>
      </w:r>
      <w:r w:rsidR="00A93B2C" w:rsidRPr="00213E56">
        <w:rPr>
          <w:rFonts w:ascii="Calibri" w:hAnsi="Calibri" w:cs="Times New Roman"/>
          <w:b/>
          <w:color w:val="7030A0"/>
          <w:sz w:val="36"/>
          <w:szCs w:val="36"/>
        </w:rPr>
        <w:t>ďata“</w:t>
      </w:r>
    </w:p>
    <w:p w:rsidR="00213E56" w:rsidRDefault="00213E56" w:rsidP="00A93B2C">
      <w:pPr>
        <w:spacing w:after="0"/>
        <w:ind w:left="7788"/>
        <w:jc w:val="center"/>
        <w:rPr>
          <w:sz w:val="28"/>
          <w:szCs w:val="28"/>
        </w:rPr>
      </w:pPr>
      <w:r>
        <w:rPr>
          <w:noProof/>
          <w:lang w:eastAsia="cs-CZ"/>
        </w:rPr>
        <w:drawing>
          <wp:anchor distT="0" distB="0" distL="114300" distR="114300" simplePos="0" relativeHeight="251662336" behindDoc="1" locked="0" layoutInCell="1" allowOverlap="1" wp14:anchorId="096C582D" wp14:editId="1C7F670E">
            <wp:simplePos x="0" y="0"/>
            <wp:positionH relativeFrom="column">
              <wp:posOffset>-13970</wp:posOffset>
            </wp:positionH>
            <wp:positionV relativeFrom="paragraph">
              <wp:posOffset>163195</wp:posOffset>
            </wp:positionV>
            <wp:extent cx="4093210" cy="1689100"/>
            <wp:effectExtent l="0" t="0" r="2540" b="6350"/>
            <wp:wrapTight wrapText="bothSides">
              <wp:wrapPolygon edited="0">
                <wp:start x="0" y="0"/>
                <wp:lineTo x="0" y="21438"/>
                <wp:lineTo x="21513" y="21438"/>
                <wp:lineTo x="21513" y="0"/>
                <wp:lineTo x="0" y="0"/>
              </wp:wrapPolygon>
            </wp:wrapTight>
            <wp:docPr id="5" name="obrázek 2" descr="Výsledek obrázku pro kreslené d&amp;ecaron;ti ve škol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Výsledek obrázku pro kreslené d&amp;ecaron;ti ve školce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3210" cy="168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13E56" w:rsidRDefault="00213E56" w:rsidP="00A93B2C">
      <w:pPr>
        <w:spacing w:after="0"/>
        <w:ind w:left="7788"/>
        <w:jc w:val="center"/>
        <w:rPr>
          <w:sz w:val="28"/>
          <w:szCs w:val="28"/>
        </w:rPr>
      </w:pPr>
    </w:p>
    <w:p w:rsidR="00213E56" w:rsidRDefault="00213E56" w:rsidP="00A93B2C">
      <w:pPr>
        <w:spacing w:after="0"/>
        <w:ind w:left="7788"/>
        <w:jc w:val="center"/>
        <w:rPr>
          <w:sz w:val="28"/>
          <w:szCs w:val="28"/>
        </w:rPr>
      </w:pPr>
    </w:p>
    <w:p w:rsidR="00D02F30" w:rsidRPr="00213E56" w:rsidRDefault="00D02F30" w:rsidP="00213E56">
      <w:pPr>
        <w:spacing w:before="240" w:after="0"/>
        <w:ind w:left="7371"/>
        <w:jc w:val="center"/>
        <w:rPr>
          <w:b/>
          <w:color w:val="7030A0"/>
          <w:sz w:val="28"/>
          <w:szCs w:val="28"/>
        </w:rPr>
      </w:pPr>
      <w:r w:rsidRPr="00213E56">
        <w:rPr>
          <w:b/>
          <w:color w:val="7030A0"/>
          <w:sz w:val="28"/>
          <w:szCs w:val="28"/>
        </w:rPr>
        <w:t>Pedagogi</w:t>
      </w:r>
      <w:r w:rsidRPr="00213E56">
        <w:rPr>
          <w:rFonts w:cs="Times New Roman"/>
          <w:b/>
          <w:color w:val="7030A0"/>
          <w:sz w:val="28"/>
          <w:szCs w:val="28"/>
        </w:rPr>
        <w:t>č</w:t>
      </w:r>
      <w:r w:rsidRPr="00213E56">
        <w:rPr>
          <w:b/>
          <w:color w:val="7030A0"/>
          <w:sz w:val="28"/>
          <w:szCs w:val="28"/>
        </w:rPr>
        <w:t>t</w:t>
      </w:r>
      <w:r w:rsidRPr="00213E56">
        <w:rPr>
          <w:rFonts w:cs="Kristen ITC"/>
          <w:b/>
          <w:color w:val="7030A0"/>
          <w:sz w:val="28"/>
          <w:szCs w:val="28"/>
        </w:rPr>
        <w:t>í</w:t>
      </w:r>
      <w:r w:rsidRPr="00213E56">
        <w:rPr>
          <w:b/>
          <w:color w:val="7030A0"/>
          <w:sz w:val="28"/>
          <w:szCs w:val="28"/>
        </w:rPr>
        <w:t xml:space="preserve"> pracovn</w:t>
      </w:r>
      <w:r w:rsidRPr="00213E56">
        <w:rPr>
          <w:rFonts w:cs="Kristen ITC"/>
          <w:b/>
          <w:color w:val="7030A0"/>
          <w:sz w:val="28"/>
          <w:szCs w:val="28"/>
        </w:rPr>
        <w:t>í</w:t>
      </w:r>
      <w:r w:rsidRPr="00213E56">
        <w:rPr>
          <w:b/>
          <w:color w:val="7030A0"/>
          <w:sz w:val="28"/>
          <w:szCs w:val="28"/>
        </w:rPr>
        <w:t xml:space="preserve">ci </w:t>
      </w:r>
      <w:proofErr w:type="gramStart"/>
      <w:r w:rsidRPr="00213E56">
        <w:rPr>
          <w:b/>
          <w:color w:val="7030A0"/>
          <w:sz w:val="28"/>
          <w:szCs w:val="28"/>
        </w:rPr>
        <w:t>zodpov</w:t>
      </w:r>
      <w:r w:rsidRPr="00213E56">
        <w:rPr>
          <w:rFonts w:cs="Kristen ITC"/>
          <w:b/>
          <w:color w:val="7030A0"/>
          <w:sz w:val="28"/>
          <w:szCs w:val="28"/>
        </w:rPr>
        <w:t>í</w:t>
      </w:r>
      <w:proofErr w:type="gramEnd"/>
      <w:r w:rsidRPr="00213E56">
        <w:rPr>
          <w:b/>
          <w:color w:val="7030A0"/>
          <w:sz w:val="28"/>
          <w:szCs w:val="28"/>
        </w:rPr>
        <w:t xml:space="preserve"> Va</w:t>
      </w:r>
      <w:r w:rsidRPr="00213E56">
        <w:rPr>
          <w:rFonts w:cs="Kristen ITC"/>
          <w:b/>
          <w:color w:val="7030A0"/>
          <w:sz w:val="28"/>
          <w:szCs w:val="28"/>
        </w:rPr>
        <w:t>š</w:t>
      </w:r>
      <w:r w:rsidRPr="00213E56">
        <w:rPr>
          <w:b/>
          <w:color w:val="7030A0"/>
          <w:sz w:val="28"/>
          <w:szCs w:val="28"/>
        </w:rPr>
        <w:t>e p</w:t>
      </w:r>
      <w:r w:rsidRPr="00213E56">
        <w:rPr>
          <w:rFonts w:cs="Times New Roman"/>
          <w:b/>
          <w:color w:val="7030A0"/>
          <w:sz w:val="28"/>
          <w:szCs w:val="28"/>
        </w:rPr>
        <w:t>ř</w:t>
      </w:r>
      <w:r w:rsidRPr="00213E56">
        <w:rPr>
          <w:rFonts w:cs="Kristen ITC"/>
          <w:b/>
          <w:color w:val="7030A0"/>
          <w:sz w:val="28"/>
          <w:szCs w:val="28"/>
        </w:rPr>
        <w:t>í</w:t>
      </w:r>
      <w:r w:rsidRPr="00213E56">
        <w:rPr>
          <w:b/>
          <w:color w:val="7030A0"/>
          <w:sz w:val="28"/>
          <w:szCs w:val="28"/>
        </w:rPr>
        <w:t>padn</w:t>
      </w:r>
      <w:r w:rsidRPr="00213E56">
        <w:rPr>
          <w:rFonts w:cs="Kristen ITC"/>
          <w:b/>
          <w:color w:val="7030A0"/>
          <w:sz w:val="28"/>
          <w:szCs w:val="28"/>
        </w:rPr>
        <w:t>é</w:t>
      </w:r>
      <w:r w:rsidRPr="00213E56">
        <w:rPr>
          <w:b/>
          <w:color w:val="7030A0"/>
          <w:sz w:val="28"/>
          <w:szCs w:val="28"/>
        </w:rPr>
        <w:t xml:space="preserve"> dotazy.</w:t>
      </w:r>
      <w:bookmarkStart w:id="0" w:name="_GoBack"/>
      <w:bookmarkEnd w:id="0"/>
    </w:p>
    <w:p w:rsidR="00050212" w:rsidRPr="00890C16" w:rsidRDefault="00A93B2C" w:rsidP="00213E56">
      <w:pPr>
        <w:spacing w:before="240" w:after="0"/>
        <w:ind w:left="7080" w:firstLine="708"/>
        <w:jc w:val="center"/>
      </w:pPr>
      <w:r w:rsidRPr="00213E56">
        <w:rPr>
          <w:b/>
          <w:color w:val="FF0000"/>
          <w:sz w:val="40"/>
          <w:szCs w:val="40"/>
          <w14:textOutline w14:w="10541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T</w:t>
      </w:r>
      <w:r w:rsidRPr="00213E56">
        <w:rPr>
          <w:rFonts w:cs="Times New Roman"/>
          <w:b/>
          <w:color w:val="FF0000"/>
          <w:sz w:val="40"/>
          <w:szCs w:val="40"/>
          <w14:textOutline w14:w="10541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ě</w:t>
      </w:r>
      <w:r w:rsidRPr="00213E56">
        <w:rPr>
          <w:rFonts w:cs="Kristen ITC"/>
          <w:b/>
          <w:color w:val="FF0000"/>
          <w:sz w:val="40"/>
          <w:szCs w:val="40"/>
          <w14:textOutline w14:w="10541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ší</w:t>
      </w:r>
      <w:r w:rsidRPr="00213E56">
        <w:rPr>
          <w:b/>
          <w:color w:val="FF0000"/>
          <w:sz w:val="40"/>
          <w:szCs w:val="40"/>
          <w14:textOutline w14:w="10541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me se na Va</w:t>
      </w:r>
      <w:r w:rsidRPr="00213E56">
        <w:rPr>
          <w:rFonts w:cs="Kristen ITC"/>
          <w:b/>
          <w:color w:val="FF0000"/>
          <w:sz w:val="40"/>
          <w:szCs w:val="40"/>
          <w14:textOutline w14:w="10541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š</w:t>
      </w:r>
      <w:r w:rsidRPr="00213E56">
        <w:rPr>
          <w:b/>
          <w:color w:val="FF0000"/>
          <w:sz w:val="40"/>
          <w:szCs w:val="40"/>
          <w14:textOutline w14:w="10541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i n</w:t>
      </w:r>
      <w:r w:rsidRPr="00213E56">
        <w:rPr>
          <w:rFonts w:cs="Kristen ITC"/>
          <w:b/>
          <w:color w:val="FF0000"/>
          <w:sz w:val="40"/>
          <w:szCs w:val="40"/>
          <w14:textOutline w14:w="10541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á</w:t>
      </w:r>
      <w:r w:rsidRPr="00213E56">
        <w:rPr>
          <w:b/>
          <w:color w:val="FF0000"/>
          <w:sz w:val="40"/>
          <w:szCs w:val="40"/>
          <w14:textOutline w14:w="10541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v</w:t>
      </w:r>
      <w:r w:rsidRPr="00213E56">
        <w:rPr>
          <w:rFonts w:cs="Kristen ITC"/>
          <w:b/>
          <w:color w:val="FF0000"/>
          <w:sz w:val="40"/>
          <w:szCs w:val="40"/>
          <w14:textOutline w14:w="10541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š</w:t>
      </w:r>
      <w:r w:rsidRPr="00213E56">
        <w:rPr>
          <w:b/>
          <w:color w:val="FF0000"/>
          <w:sz w:val="40"/>
          <w:szCs w:val="40"/>
          <w14:textOutline w14:w="10541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t</w:t>
      </w:r>
      <w:r w:rsidRPr="00213E56">
        <w:rPr>
          <w:rFonts w:cs="Times New Roman"/>
          <w:b/>
          <w:color w:val="FF0000"/>
          <w:sz w:val="40"/>
          <w:szCs w:val="40"/>
          <w14:textOutline w14:w="10541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ě</w:t>
      </w:r>
      <w:r w:rsidRPr="00213E56">
        <w:rPr>
          <w:b/>
          <w:color w:val="FF0000"/>
          <w:sz w:val="40"/>
          <w:szCs w:val="40"/>
          <w14:textOutline w14:w="10541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vu.</w:t>
      </w:r>
      <w:r w:rsidRPr="00213E56">
        <w:rPr>
          <w:rFonts w:eastAsia="Times New Roman" w:cs="Times New Roman"/>
          <w:b/>
          <w:snapToGrid w:val="0"/>
          <w:color w:val="FF0000"/>
          <w:w w:val="0"/>
          <w:sz w:val="40"/>
          <w:szCs w:val="40"/>
          <w:u w:color="000000"/>
          <w:bdr w:val="none" w:sz="0" w:space="0" w:color="000000"/>
          <w:shd w:val="clear" w:color="000000" w:fill="000000"/>
          <w:lang w:val="x-none" w:eastAsia="x-none" w:bidi="x-none"/>
          <w14:textOutline w14:w="10541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</w:p>
    <w:sectPr w:rsidR="00050212" w:rsidRPr="00890C16" w:rsidSect="00CE6567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urlz MT">
    <w:panose1 w:val="04040404050702020202"/>
    <w:charset w:val="00"/>
    <w:family w:val="decorative"/>
    <w:pitch w:val="variable"/>
    <w:sig w:usb0="00000003" w:usb1="00000000" w:usb2="00000000" w:usb3="00000000" w:csb0="00000001" w:csb1="00000000"/>
  </w:font>
  <w:font w:name="Kristen ITC">
    <w:panose1 w:val="03050502040202030202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6567"/>
    <w:rsid w:val="00050212"/>
    <w:rsid w:val="00213E56"/>
    <w:rsid w:val="0051725A"/>
    <w:rsid w:val="00533E6F"/>
    <w:rsid w:val="00890C16"/>
    <w:rsid w:val="00A2736A"/>
    <w:rsid w:val="00A93B2C"/>
    <w:rsid w:val="00AB60E8"/>
    <w:rsid w:val="00B57C9B"/>
    <w:rsid w:val="00CE6567"/>
    <w:rsid w:val="00D02F30"/>
    <w:rsid w:val="00F23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A273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2736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A273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2736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iv systému Office">
  <a:themeElements>
    <a:clrScheme name="NewsPrint">
      <a:dk1>
        <a:sysClr val="windowText" lastClr="000000"/>
      </a:dk1>
      <a:lt1>
        <a:sysClr val="window" lastClr="FFFFFF"/>
      </a:lt1>
      <a:dk2>
        <a:srgbClr val="303030"/>
      </a:dk2>
      <a:lt2>
        <a:srgbClr val="DEDEE0"/>
      </a:lt2>
      <a:accent1>
        <a:srgbClr val="AD0101"/>
      </a:accent1>
      <a:accent2>
        <a:srgbClr val="726056"/>
      </a:accent2>
      <a:accent3>
        <a:srgbClr val="AC956E"/>
      </a:accent3>
      <a:accent4>
        <a:srgbClr val="808DA9"/>
      </a:accent4>
      <a:accent5>
        <a:srgbClr val="424E5B"/>
      </a:accent5>
      <a:accent6>
        <a:srgbClr val="730E00"/>
      </a:accent6>
      <a:hlink>
        <a:srgbClr val="D26900"/>
      </a:hlink>
      <a:folHlink>
        <a:srgbClr val="D89243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D6E279-DC83-4EC6-843B-270E0E7BC3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2CAEF018.dotm</Template>
  <TotalTime>1</TotalTime>
  <Pages>1</Pages>
  <Words>60</Words>
  <Characters>354</Characters>
  <Application>Microsoft Office Word</Application>
  <DocSecurity>4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Sopouchová Věra</dc:creator>
  <cp:lastModifiedBy>Kavalírová Jiřina</cp:lastModifiedBy>
  <cp:revision>2</cp:revision>
  <cp:lastPrinted>2018-03-28T08:57:00Z</cp:lastPrinted>
  <dcterms:created xsi:type="dcterms:W3CDTF">2018-03-28T08:58:00Z</dcterms:created>
  <dcterms:modified xsi:type="dcterms:W3CDTF">2018-03-28T08:58:00Z</dcterms:modified>
</cp:coreProperties>
</file>