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B05" w:rsidRPr="00AD29B3" w:rsidRDefault="000B3A58" w:rsidP="00F12B26">
      <w:pPr>
        <w:jc w:val="both"/>
        <w:rPr>
          <w:rFonts w:ascii="Calibri" w:hAnsi="Calibri"/>
          <w:b/>
          <w:i/>
        </w:rPr>
      </w:pPr>
      <w:r w:rsidRPr="00AD29B3">
        <w:rPr>
          <w:rFonts w:ascii="Calibri" w:hAnsi="Calibri"/>
          <w:b/>
          <w:i/>
        </w:rPr>
        <w:t>Mateřská škola P</w:t>
      </w:r>
      <w:r w:rsidR="00DA2B05" w:rsidRPr="00AD29B3">
        <w:rPr>
          <w:rFonts w:ascii="Calibri" w:hAnsi="Calibri"/>
          <w:b/>
          <w:i/>
        </w:rPr>
        <w:t>lzeň</w:t>
      </w:r>
      <w:r w:rsidRPr="00AD29B3">
        <w:rPr>
          <w:rFonts w:ascii="Calibri" w:hAnsi="Calibri"/>
          <w:b/>
          <w:i/>
        </w:rPr>
        <w:t>-Křimice</w:t>
      </w:r>
      <w:r w:rsidR="00DA2B05" w:rsidRPr="00AD29B3">
        <w:rPr>
          <w:rFonts w:ascii="Calibri" w:hAnsi="Calibri"/>
          <w:b/>
          <w:i/>
        </w:rPr>
        <w:t>,</w:t>
      </w:r>
      <w:r w:rsidRPr="00AD29B3">
        <w:rPr>
          <w:rFonts w:ascii="Calibri" w:hAnsi="Calibri"/>
          <w:b/>
          <w:i/>
        </w:rPr>
        <w:t xml:space="preserve"> Vochovská 25</w:t>
      </w:r>
      <w:r w:rsidR="00DA2B05" w:rsidRPr="00AD29B3">
        <w:rPr>
          <w:rFonts w:ascii="Calibri" w:hAnsi="Calibri"/>
          <w:b/>
          <w:i/>
        </w:rPr>
        <w:t>,</w:t>
      </w:r>
      <w:r w:rsidRPr="00AD29B3">
        <w:rPr>
          <w:rFonts w:ascii="Calibri" w:hAnsi="Calibri"/>
          <w:b/>
          <w:i/>
        </w:rPr>
        <w:t xml:space="preserve"> </w:t>
      </w:r>
      <w:r w:rsidR="00DA2B05" w:rsidRPr="00AD29B3">
        <w:rPr>
          <w:rFonts w:ascii="Calibri" w:hAnsi="Calibri"/>
          <w:b/>
          <w:i/>
        </w:rPr>
        <w:t xml:space="preserve">příspěvková organizace, </w:t>
      </w:r>
      <w:r w:rsidR="00C61EEC" w:rsidRPr="00AD29B3">
        <w:rPr>
          <w:rFonts w:ascii="Calibri" w:hAnsi="Calibri"/>
          <w:b/>
          <w:i/>
        </w:rPr>
        <w:t xml:space="preserve">IČ </w:t>
      </w:r>
      <w:r w:rsidRPr="00AD29B3">
        <w:rPr>
          <w:rFonts w:ascii="Calibri" w:hAnsi="Calibri"/>
          <w:b/>
          <w:i/>
        </w:rPr>
        <w:t>73739391</w:t>
      </w:r>
      <w:r w:rsidR="00C61EEC" w:rsidRPr="00AD29B3">
        <w:rPr>
          <w:rFonts w:ascii="Calibri" w:hAnsi="Calibri"/>
          <w:b/>
          <w:i/>
        </w:rPr>
        <w:t xml:space="preserve"> </w:t>
      </w:r>
      <w:r w:rsidR="00DA2B05" w:rsidRPr="00AD29B3">
        <w:rPr>
          <w:rFonts w:ascii="Calibri" w:hAnsi="Calibri"/>
          <w:b/>
          <w:i/>
        </w:rPr>
        <w:t>dále jen „škola“ jako správce osobních údajů zpracovává údaje v níže uvedených případech</w:t>
      </w:r>
      <w:r w:rsidR="00C61EEC" w:rsidRPr="00AD29B3">
        <w:rPr>
          <w:rFonts w:ascii="Calibri" w:hAnsi="Calibri"/>
          <w:b/>
          <w:i/>
        </w:rPr>
        <w:t>.</w:t>
      </w:r>
    </w:p>
    <w:p w:rsidR="00DA2B05" w:rsidRPr="00DA2B05" w:rsidRDefault="00DA2B05" w:rsidP="00F12B26">
      <w:pPr>
        <w:jc w:val="both"/>
        <w:rPr>
          <w:i/>
        </w:rPr>
      </w:pPr>
      <w:r w:rsidRPr="00DA2B05">
        <w:rPr>
          <w:i/>
        </w:rPr>
        <w:t xml:space="preserve">Na školu je možné se k uplatnění práv v oblasti osobních údajů obracet prostřednictvím datové schránky, </w:t>
      </w:r>
      <w:r w:rsidRPr="00AD29B3">
        <w:rPr>
          <w:i/>
        </w:rPr>
        <w:t xml:space="preserve">ID DS </w:t>
      </w:r>
      <w:r w:rsidR="00615690">
        <w:rPr>
          <w:i/>
        </w:rPr>
        <w:t>6hs4rd6</w:t>
      </w:r>
      <w:r w:rsidRPr="00DA2B05">
        <w:rPr>
          <w:i/>
        </w:rPr>
        <w:t xml:space="preserve">, emailem na adrese </w:t>
      </w:r>
      <w:r w:rsidR="000B3A58">
        <w:rPr>
          <w:i/>
        </w:rPr>
        <w:t>skola</w:t>
      </w:r>
      <w:r w:rsidRPr="00DA2B05">
        <w:rPr>
          <w:i/>
        </w:rPr>
        <w:t>@</w:t>
      </w:r>
      <w:r w:rsidR="000B3A58">
        <w:rPr>
          <w:i/>
        </w:rPr>
        <w:t>mskrimice.plzen-edu.cz</w:t>
      </w:r>
      <w:r w:rsidRPr="00DA2B05">
        <w:rPr>
          <w:i/>
        </w:rPr>
        <w:t xml:space="preserve"> nebo poštou na adres</w:t>
      </w:r>
      <w:r w:rsidR="00C61EEC">
        <w:rPr>
          <w:i/>
        </w:rPr>
        <w:t>u</w:t>
      </w:r>
      <w:r w:rsidRPr="00DA2B05">
        <w:rPr>
          <w:i/>
        </w:rPr>
        <w:t xml:space="preserve"> </w:t>
      </w:r>
      <w:r w:rsidR="000B3A58">
        <w:rPr>
          <w:i/>
        </w:rPr>
        <w:t>Mateřská škola Plzeň-Křimice</w:t>
      </w:r>
      <w:r w:rsidR="00F12B26">
        <w:rPr>
          <w:i/>
        </w:rPr>
        <w:t xml:space="preserve"> </w:t>
      </w:r>
      <w:r w:rsidRPr="00DA2B05">
        <w:rPr>
          <w:i/>
        </w:rPr>
        <w:t xml:space="preserve">Plzeň, </w:t>
      </w:r>
      <w:r w:rsidR="00F12B26">
        <w:rPr>
          <w:i/>
        </w:rPr>
        <w:t>Vochovská 25</w:t>
      </w:r>
      <w:r w:rsidRPr="00DA2B05">
        <w:rPr>
          <w:i/>
        </w:rPr>
        <w:t>, příspěvková organizace, se sídlem v</w:t>
      </w:r>
      <w:r w:rsidR="00F12B26">
        <w:rPr>
          <w:i/>
        </w:rPr>
        <w:t> </w:t>
      </w:r>
      <w:r w:rsidRPr="00DA2B05">
        <w:rPr>
          <w:i/>
        </w:rPr>
        <w:t>Plzni</w:t>
      </w:r>
      <w:r w:rsidR="00F12B26">
        <w:rPr>
          <w:i/>
        </w:rPr>
        <w:t>- Křimicích</w:t>
      </w:r>
      <w:r w:rsidRPr="00DA2B05">
        <w:rPr>
          <w:i/>
        </w:rPr>
        <w:t xml:space="preserve">, </w:t>
      </w:r>
      <w:r w:rsidR="00F12B26">
        <w:rPr>
          <w:i/>
        </w:rPr>
        <w:t>Vochovská 25,</w:t>
      </w:r>
      <w:r w:rsidRPr="00DA2B05">
        <w:rPr>
          <w:i/>
        </w:rPr>
        <w:t xml:space="preserve"> 3</w:t>
      </w:r>
      <w:r w:rsidR="00F12B26">
        <w:rPr>
          <w:i/>
        </w:rPr>
        <w:t>22 00</w:t>
      </w:r>
      <w:r w:rsidRPr="00DA2B05">
        <w:rPr>
          <w:i/>
        </w:rPr>
        <w:t xml:space="preserve">. Výše uvedenými způsoby je možné se v relevantních případech na školu obracet za účelem uplatnění práva na přístup k osobním údajům, jejich opravu nebo výmaz, popřípadě omezení zpracování, vznést námitku proti zpracování, jakož i při uplatnění práva na přenositelnost údajů a dalších práv podle obecného nařízení o ochraně osobních údajů. Výše uvedenými způsoby se mohou subjekty údajů na školu obracet v případě údajů zpracovávaných na základě souhlasu rovněž za účelem odvolání souhlasu se zpracováním osobních údajů. </w:t>
      </w:r>
    </w:p>
    <w:p w:rsidR="00DA2B05" w:rsidRPr="00DA2B05" w:rsidRDefault="00DA2B05" w:rsidP="00F12B26">
      <w:pPr>
        <w:shd w:val="clear" w:color="auto" w:fill="FFFFFF" w:themeFill="background1"/>
        <w:jc w:val="both"/>
        <w:rPr>
          <w:i/>
        </w:rPr>
      </w:pPr>
      <w:r w:rsidRPr="00DA2B05">
        <w:rPr>
          <w:i/>
        </w:rPr>
        <w:t xml:space="preserve">Jmenovaným pověřencem pro školu je </w:t>
      </w:r>
      <w:r w:rsidRPr="00F12B26">
        <w:rPr>
          <w:i/>
        </w:rPr>
        <w:t>Ing. Jiří Baumruk, tel. č.</w:t>
      </w:r>
      <w:r w:rsidR="00F12B26" w:rsidRPr="00F12B26">
        <w:rPr>
          <w:i/>
        </w:rPr>
        <w:t xml:space="preserve"> </w:t>
      </w:r>
      <w:r w:rsidRPr="00F12B26">
        <w:rPr>
          <w:i/>
        </w:rPr>
        <w:t>378</w:t>
      </w:r>
      <w:r w:rsidR="00AD29B3">
        <w:rPr>
          <w:i/>
        </w:rPr>
        <w:t> </w:t>
      </w:r>
      <w:r w:rsidRPr="00F12B26">
        <w:rPr>
          <w:i/>
        </w:rPr>
        <w:t>032207,</w:t>
      </w:r>
      <w:r w:rsidR="00F12B26" w:rsidRPr="00F12B26">
        <w:rPr>
          <w:i/>
        </w:rPr>
        <w:t xml:space="preserve"> </w:t>
      </w:r>
      <w:r w:rsidRPr="00F12B26">
        <w:rPr>
          <w:i/>
        </w:rPr>
        <w:t xml:space="preserve">email: </w:t>
      </w:r>
      <w:r w:rsidR="00F12B26" w:rsidRPr="00F12B26">
        <w:rPr>
          <w:i/>
        </w:rPr>
        <w:t>b</w:t>
      </w:r>
      <w:r w:rsidRPr="00F12B26">
        <w:rPr>
          <w:i/>
        </w:rPr>
        <w:t>aumruk@plzen.eu.</w:t>
      </w:r>
    </w:p>
    <w:p w:rsidR="00DA2B05" w:rsidRPr="00DA2B05" w:rsidRDefault="00DA2B05" w:rsidP="00F12B26">
      <w:pPr>
        <w:jc w:val="both"/>
        <w:rPr>
          <w:i/>
        </w:rPr>
      </w:pPr>
      <w:r w:rsidRPr="00DA2B05">
        <w:rPr>
          <w:i/>
        </w:rPr>
        <w:t xml:space="preserve">Pro zajištění </w:t>
      </w:r>
      <w:r w:rsidRPr="00DA2B05">
        <w:rPr>
          <w:b/>
          <w:i/>
        </w:rPr>
        <w:t>vedení dokumentace</w:t>
      </w:r>
      <w:r w:rsidRPr="00DA2B05">
        <w:rPr>
          <w:i/>
        </w:rPr>
        <w:t xml:space="preserve"> školy, v souladu s ustanovením § 28 zákona č. 561/2004 Sb., o předškolním, základním, středním, vyšším odborném a jiném vzdělávání (školský zákon), ve znění pozdějších předpisů, zpracovává škola o žácích následující typy údajů:</w:t>
      </w:r>
    </w:p>
    <w:p w:rsidR="00DA2B05" w:rsidRDefault="00DA2B05" w:rsidP="00F12B26">
      <w:pPr>
        <w:jc w:val="both"/>
        <w:rPr>
          <w:i/>
        </w:rPr>
      </w:pPr>
      <w:r w:rsidRPr="00DA2B05">
        <w:rPr>
          <w:i/>
        </w:rPr>
        <w:t>jméno a příjmení; rodné číslo (popřípadě datum narození, nebylo-li rodné číslo dítěti, žákovi nebo studentovi přiděleno); státní občanství; místo narození; místo trvalého pobytu, popřípadě místo pobytu na území České republiky podle druhu pobytu cizince nebo místo pobytu v zahraničí, nepobývá-li dítě, žák nebo student na území České republiky; údaje o předchozím vzdělávání, včetně dosaženého stupně vzdělání; datum zahájení vzdělávání ve škole; údaje o průběhu a výsledcích vzdělávání ve škole; vyučovací jazyk; údaje o znevýhodnění žáka; údaje o mimořádném nadání žáka; údaje o podpůrných opatřeních poskytovaných žákovi školou, a o závěrech vyšetření uvedených v doporučení školského poradenského zařízení; údaje o zdravotní způsobilosti ke vzdělávání a o zdravotních obtížích, které by mohly mít vliv na průběh vzdělávání; datum ukončení vzdělávání ve škole</w:t>
      </w:r>
      <w:r w:rsidR="00C61EEC">
        <w:rPr>
          <w:i/>
        </w:rPr>
        <w:t>.</w:t>
      </w:r>
      <w:r w:rsidRPr="00DA2B05">
        <w:rPr>
          <w:i/>
        </w:rPr>
        <w:t xml:space="preserve"> </w:t>
      </w:r>
    </w:p>
    <w:p w:rsidR="00D52CC1" w:rsidRDefault="00D52CC1" w:rsidP="00F12B26">
      <w:pPr>
        <w:jc w:val="both"/>
        <w:rPr>
          <w:i/>
        </w:rPr>
      </w:pPr>
      <w:r>
        <w:rPr>
          <w:i/>
        </w:rPr>
        <w:t xml:space="preserve">Osobní údaje jsou </w:t>
      </w:r>
      <w:r w:rsidR="00FC59B2">
        <w:rPr>
          <w:i/>
        </w:rPr>
        <w:t xml:space="preserve">rovněž </w:t>
      </w:r>
      <w:r>
        <w:rPr>
          <w:i/>
        </w:rPr>
        <w:t>zpracovávány při vedení následujících agend:</w:t>
      </w:r>
    </w:p>
    <w:p w:rsidR="0072056F" w:rsidRDefault="0072056F" w:rsidP="00AD29B3">
      <w:pPr>
        <w:pStyle w:val="Odstavecseseznamem"/>
        <w:numPr>
          <w:ilvl w:val="0"/>
          <w:numId w:val="3"/>
        </w:numPr>
        <w:jc w:val="both"/>
        <w:rPr>
          <w:i/>
        </w:rPr>
      </w:pPr>
      <w:r>
        <w:rPr>
          <w:i/>
        </w:rPr>
        <w:t>Přijetí ke vzdělávání, odklady školní docházky, sdělení o vzdělávání v cizině (školský zákon)</w:t>
      </w:r>
    </w:p>
    <w:p w:rsidR="00D52CC1" w:rsidRDefault="00D52CC1" w:rsidP="00AD29B3">
      <w:pPr>
        <w:pStyle w:val="Odstavecseseznamem"/>
        <w:numPr>
          <w:ilvl w:val="0"/>
          <w:numId w:val="3"/>
        </w:numPr>
        <w:jc w:val="both"/>
        <w:rPr>
          <w:i/>
        </w:rPr>
      </w:pPr>
      <w:r>
        <w:rPr>
          <w:i/>
        </w:rPr>
        <w:t xml:space="preserve">Evidence úrazů </w:t>
      </w:r>
      <w:r w:rsidR="0072056F">
        <w:rPr>
          <w:i/>
        </w:rPr>
        <w:t>v knize úrazů (školský zákon, vyhláška č. 64/2005 Sb.)</w:t>
      </w:r>
    </w:p>
    <w:p w:rsidR="003214C2" w:rsidRDefault="003214C2" w:rsidP="00AD29B3">
      <w:pPr>
        <w:pStyle w:val="Odstavecseseznamem"/>
        <w:numPr>
          <w:ilvl w:val="0"/>
          <w:numId w:val="3"/>
        </w:numPr>
        <w:jc w:val="both"/>
        <w:rPr>
          <w:i/>
        </w:rPr>
      </w:pPr>
      <w:r w:rsidRPr="003214C2">
        <w:rPr>
          <w:i/>
        </w:rPr>
        <w:t>Vedení záznamů v třídní knize</w:t>
      </w:r>
      <w:r w:rsidR="00441501">
        <w:rPr>
          <w:i/>
        </w:rPr>
        <w:t xml:space="preserve"> (školský zákon)</w:t>
      </w:r>
    </w:p>
    <w:p w:rsidR="003214C2" w:rsidRPr="003214C2" w:rsidRDefault="00441501" w:rsidP="00AD29B3">
      <w:pPr>
        <w:pStyle w:val="Odstavecseseznamem"/>
        <w:numPr>
          <w:ilvl w:val="0"/>
          <w:numId w:val="3"/>
        </w:numPr>
        <w:jc w:val="both"/>
        <w:rPr>
          <w:i/>
        </w:rPr>
      </w:pPr>
      <w:r>
        <w:rPr>
          <w:i/>
        </w:rPr>
        <w:t>Ž</w:t>
      </w:r>
      <w:r w:rsidRPr="00441501">
        <w:rPr>
          <w:i/>
        </w:rPr>
        <w:t>ádost</w:t>
      </w:r>
      <w:r>
        <w:rPr>
          <w:i/>
        </w:rPr>
        <w:t>i</w:t>
      </w:r>
      <w:r w:rsidRPr="00441501">
        <w:rPr>
          <w:i/>
        </w:rPr>
        <w:t xml:space="preserve"> o přestup</w:t>
      </w:r>
      <w:r>
        <w:rPr>
          <w:i/>
        </w:rPr>
        <w:t xml:space="preserve"> (školský zákon)</w:t>
      </w:r>
      <w:r w:rsidRPr="00441501">
        <w:rPr>
          <w:i/>
        </w:rPr>
        <w:t xml:space="preserve"> </w:t>
      </w:r>
      <w:r w:rsidR="003214C2" w:rsidRPr="003214C2">
        <w:rPr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>
        <w:rPr>
          <w:i/>
        </w:rPr>
        <w:t xml:space="preserve">                    </w:t>
      </w:r>
    </w:p>
    <w:p w:rsidR="003214C2" w:rsidRPr="003214C2" w:rsidRDefault="003214C2" w:rsidP="00AD29B3">
      <w:pPr>
        <w:pStyle w:val="Odstavecseseznamem"/>
        <w:numPr>
          <w:ilvl w:val="0"/>
          <w:numId w:val="3"/>
        </w:numPr>
        <w:jc w:val="both"/>
        <w:rPr>
          <w:i/>
        </w:rPr>
      </w:pPr>
      <w:r w:rsidRPr="003214C2">
        <w:rPr>
          <w:i/>
        </w:rPr>
        <w:t>Posudk</w:t>
      </w:r>
      <w:r w:rsidR="00441501">
        <w:rPr>
          <w:i/>
        </w:rPr>
        <w:t>y</w:t>
      </w:r>
      <w:r w:rsidRPr="003214C2">
        <w:rPr>
          <w:i/>
        </w:rPr>
        <w:t xml:space="preserve"> zdravotní způsobilosti (</w:t>
      </w:r>
      <w:r w:rsidR="00441501">
        <w:rPr>
          <w:i/>
        </w:rPr>
        <w:t>škola v přírodě</w:t>
      </w:r>
      <w:r w:rsidRPr="003214C2">
        <w:rPr>
          <w:i/>
        </w:rPr>
        <w:t xml:space="preserve">, výuka </w:t>
      </w:r>
      <w:proofErr w:type="gramStart"/>
      <w:r w:rsidRPr="003214C2">
        <w:rPr>
          <w:i/>
        </w:rPr>
        <w:t>plavání...</w:t>
      </w:r>
      <w:r w:rsidR="00441501">
        <w:rPr>
          <w:i/>
        </w:rPr>
        <w:t xml:space="preserve"> – školský</w:t>
      </w:r>
      <w:proofErr w:type="gramEnd"/>
      <w:r w:rsidR="00441501">
        <w:rPr>
          <w:i/>
        </w:rPr>
        <w:t xml:space="preserve"> zákon)</w:t>
      </w:r>
    </w:p>
    <w:p w:rsidR="00441501" w:rsidRDefault="003214C2" w:rsidP="00AD29B3">
      <w:pPr>
        <w:pStyle w:val="Odstavecseseznamem"/>
        <w:numPr>
          <w:ilvl w:val="0"/>
          <w:numId w:val="3"/>
        </w:numPr>
        <w:jc w:val="both"/>
        <w:rPr>
          <w:i/>
        </w:rPr>
      </w:pPr>
      <w:r w:rsidRPr="003214C2">
        <w:rPr>
          <w:i/>
        </w:rPr>
        <w:t xml:space="preserve">Uvolnění žáka z vyučování </w:t>
      </w:r>
      <w:r w:rsidR="00441501">
        <w:rPr>
          <w:i/>
        </w:rPr>
        <w:t>(školský zákon)</w:t>
      </w:r>
    </w:p>
    <w:p w:rsidR="00D90924" w:rsidRDefault="00441501" w:rsidP="00AD29B3">
      <w:pPr>
        <w:pStyle w:val="Odstavecseseznamem"/>
        <w:numPr>
          <w:ilvl w:val="0"/>
          <w:numId w:val="3"/>
        </w:numPr>
        <w:jc w:val="both"/>
        <w:rPr>
          <w:i/>
        </w:rPr>
      </w:pPr>
      <w:r w:rsidRPr="00D90924">
        <w:rPr>
          <w:i/>
        </w:rPr>
        <w:t>Stravování žáka (školský zákon, vyhláška č.</w:t>
      </w:r>
      <w:r w:rsidR="00D90924" w:rsidRPr="00D90924">
        <w:rPr>
          <w:i/>
        </w:rPr>
        <w:t xml:space="preserve"> </w:t>
      </w:r>
      <w:r w:rsidRPr="00D90924">
        <w:rPr>
          <w:i/>
        </w:rPr>
        <w:t>107/2005 Sb.)</w:t>
      </w:r>
    </w:p>
    <w:p w:rsidR="00D90924" w:rsidRDefault="003214C2" w:rsidP="00AD29B3">
      <w:pPr>
        <w:pStyle w:val="Odstavecseseznamem"/>
        <w:numPr>
          <w:ilvl w:val="0"/>
          <w:numId w:val="3"/>
        </w:numPr>
        <w:jc w:val="both"/>
        <w:rPr>
          <w:i/>
        </w:rPr>
      </w:pPr>
      <w:r w:rsidRPr="00D90924">
        <w:rPr>
          <w:i/>
        </w:rPr>
        <w:t>Orientační testování nezletilého žáka na přítomnost OPL</w:t>
      </w:r>
      <w:r w:rsidR="00D87644">
        <w:rPr>
          <w:i/>
        </w:rPr>
        <w:t xml:space="preserve"> </w:t>
      </w:r>
      <w:r w:rsidR="00D87644" w:rsidRPr="00D87644">
        <w:rPr>
          <w:i/>
        </w:rPr>
        <w:t>(školský zákon)</w:t>
      </w:r>
    </w:p>
    <w:p w:rsidR="00D90924" w:rsidRDefault="00FC59B2" w:rsidP="00AD29B3">
      <w:pPr>
        <w:pStyle w:val="Odstavecseseznamem"/>
        <w:numPr>
          <w:ilvl w:val="0"/>
          <w:numId w:val="3"/>
        </w:numPr>
        <w:jc w:val="both"/>
        <w:rPr>
          <w:i/>
        </w:rPr>
      </w:pPr>
      <w:r>
        <w:rPr>
          <w:i/>
        </w:rPr>
        <w:t xml:space="preserve"> </w:t>
      </w:r>
      <w:r w:rsidR="00D90924" w:rsidRPr="00D90924">
        <w:rPr>
          <w:i/>
        </w:rPr>
        <w:t>Prezentace školy</w:t>
      </w:r>
      <w:r w:rsidR="00D90924">
        <w:rPr>
          <w:i/>
        </w:rPr>
        <w:t xml:space="preserve"> (oprávněný zájem školy, souhlasy se zpracováním osobních údajů)</w:t>
      </w:r>
    </w:p>
    <w:p w:rsidR="00D87644" w:rsidRDefault="00FC59B2" w:rsidP="00AD29B3">
      <w:pPr>
        <w:pStyle w:val="Odstavecseseznamem"/>
        <w:numPr>
          <w:ilvl w:val="0"/>
          <w:numId w:val="3"/>
        </w:numPr>
        <w:jc w:val="both"/>
        <w:rPr>
          <w:i/>
        </w:rPr>
      </w:pPr>
      <w:r>
        <w:rPr>
          <w:i/>
        </w:rPr>
        <w:t xml:space="preserve"> </w:t>
      </w:r>
      <w:r w:rsidR="00D90924" w:rsidRPr="00D90924">
        <w:rPr>
          <w:i/>
        </w:rPr>
        <w:t xml:space="preserve">Seznámení se školním řádem a školním vzdělávacím programem </w:t>
      </w:r>
      <w:r w:rsidR="00D87644">
        <w:rPr>
          <w:i/>
        </w:rPr>
        <w:t>(školský zákon)</w:t>
      </w:r>
    </w:p>
    <w:p w:rsidR="00543037" w:rsidRDefault="00FC59B2" w:rsidP="00AD29B3">
      <w:pPr>
        <w:pStyle w:val="Odstavecseseznamem"/>
        <w:numPr>
          <w:ilvl w:val="0"/>
          <w:numId w:val="3"/>
        </w:numPr>
        <w:jc w:val="both"/>
        <w:rPr>
          <w:i/>
        </w:rPr>
      </w:pPr>
      <w:r>
        <w:rPr>
          <w:i/>
        </w:rPr>
        <w:t xml:space="preserve"> </w:t>
      </w:r>
      <w:r w:rsidR="003214C2" w:rsidRPr="00D87644">
        <w:rPr>
          <w:i/>
        </w:rPr>
        <w:t>Žádost o zahájení a rozhodnutí o ukon</w:t>
      </w:r>
      <w:r w:rsidR="007811D3">
        <w:rPr>
          <w:i/>
        </w:rPr>
        <w:t xml:space="preserve">čení individuálního vzdělávání </w:t>
      </w:r>
      <w:r w:rsidR="007811D3" w:rsidRPr="007811D3">
        <w:rPr>
          <w:i/>
        </w:rPr>
        <w:t>(školský zákon)</w:t>
      </w:r>
    </w:p>
    <w:p w:rsidR="00FC59B2" w:rsidRDefault="00FC59B2" w:rsidP="00AD29B3">
      <w:pPr>
        <w:pStyle w:val="Odstavecseseznamem"/>
        <w:numPr>
          <w:ilvl w:val="0"/>
          <w:numId w:val="3"/>
        </w:numPr>
        <w:jc w:val="both"/>
        <w:rPr>
          <w:i/>
        </w:rPr>
      </w:pPr>
      <w:r>
        <w:rPr>
          <w:i/>
        </w:rPr>
        <w:t xml:space="preserve"> </w:t>
      </w:r>
      <w:r w:rsidR="003214C2" w:rsidRPr="00543037">
        <w:rPr>
          <w:i/>
        </w:rPr>
        <w:t xml:space="preserve">Kamerové systémy </w:t>
      </w:r>
      <w:r w:rsidR="007757CB">
        <w:rPr>
          <w:i/>
        </w:rPr>
        <w:t>(oprávněný zájem školy – zajištění bezpečnosti osob a majetku)</w:t>
      </w:r>
    </w:p>
    <w:p w:rsidR="00367FCA" w:rsidRPr="00367FCA" w:rsidRDefault="00367FCA" w:rsidP="00AD29B3">
      <w:pPr>
        <w:pStyle w:val="Odstavecseseznamem"/>
        <w:numPr>
          <w:ilvl w:val="0"/>
          <w:numId w:val="3"/>
        </w:numPr>
        <w:jc w:val="both"/>
        <w:rPr>
          <w:i/>
        </w:rPr>
      </w:pPr>
      <w:r w:rsidRPr="00367FCA">
        <w:rPr>
          <w:i/>
        </w:rPr>
        <w:t>Smluvní agenda školy, provozní agenda školy</w:t>
      </w:r>
      <w:r>
        <w:rPr>
          <w:i/>
        </w:rPr>
        <w:t xml:space="preserve"> </w:t>
      </w:r>
      <w:r w:rsidRPr="00367FCA">
        <w:rPr>
          <w:i/>
        </w:rPr>
        <w:t>(plnění smluv)</w:t>
      </w:r>
    </w:p>
    <w:p w:rsidR="00367FCA" w:rsidRDefault="00367FCA" w:rsidP="00AD29B3">
      <w:pPr>
        <w:pStyle w:val="Odstavecseseznamem"/>
        <w:numPr>
          <w:ilvl w:val="0"/>
          <w:numId w:val="3"/>
        </w:numPr>
        <w:jc w:val="both"/>
        <w:rPr>
          <w:i/>
        </w:rPr>
      </w:pPr>
      <w:r w:rsidRPr="00367FCA">
        <w:rPr>
          <w:i/>
        </w:rPr>
        <w:t>pedagogická agenda</w:t>
      </w:r>
      <w:r>
        <w:rPr>
          <w:i/>
        </w:rPr>
        <w:t xml:space="preserve"> a korespondence (školský zákon)</w:t>
      </w:r>
    </w:p>
    <w:p w:rsidR="0082461F" w:rsidRDefault="0082461F" w:rsidP="0082461F">
      <w:pPr>
        <w:pStyle w:val="Odstavecseseznamem"/>
        <w:numPr>
          <w:ilvl w:val="0"/>
          <w:numId w:val="3"/>
        </w:numPr>
        <w:rPr>
          <w:i/>
        </w:rPr>
      </w:pPr>
      <w:r w:rsidRPr="0082461F">
        <w:rPr>
          <w:i/>
        </w:rPr>
        <w:lastRenderedPageBreak/>
        <w:t>Vedení personální a mzdové agendy zaměstnanců školy</w:t>
      </w:r>
      <w:r>
        <w:rPr>
          <w:i/>
        </w:rPr>
        <w:t xml:space="preserve"> (zákoník práce, …)</w:t>
      </w:r>
    </w:p>
    <w:p w:rsidR="00367FCA" w:rsidRDefault="0082461F" w:rsidP="00D90924">
      <w:pPr>
        <w:pStyle w:val="Odstavecseseznamem"/>
        <w:numPr>
          <w:ilvl w:val="0"/>
          <w:numId w:val="3"/>
        </w:numPr>
        <w:rPr>
          <w:i/>
        </w:rPr>
      </w:pPr>
      <w:r>
        <w:rPr>
          <w:i/>
        </w:rPr>
        <w:t>E</w:t>
      </w:r>
      <w:r w:rsidR="00367FCA">
        <w:rPr>
          <w:i/>
        </w:rPr>
        <w:t>konomická agenda (plnění právní povinnosti</w:t>
      </w:r>
      <w:r>
        <w:rPr>
          <w:i/>
        </w:rPr>
        <w:t xml:space="preserve"> - např. zákon o účetnictví…)</w:t>
      </w:r>
    </w:p>
    <w:p w:rsidR="003214C2" w:rsidRPr="00367FCA" w:rsidRDefault="003214C2" w:rsidP="00D90924">
      <w:pPr>
        <w:pStyle w:val="Odstavecseseznamem"/>
        <w:numPr>
          <w:ilvl w:val="0"/>
          <w:numId w:val="3"/>
        </w:numPr>
        <w:rPr>
          <w:i/>
        </w:rPr>
      </w:pPr>
      <w:r w:rsidRPr="00367FCA">
        <w:rPr>
          <w:i/>
        </w:rPr>
        <w:t xml:space="preserve">Další činnosti, které lze považovat za operace s osobními údaji                                                                                                                                                                                                                  </w:t>
      </w:r>
      <w:r w:rsidR="00D90924" w:rsidRPr="00367FCA">
        <w:rPr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67FCA">
        <w:rPr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41501" w:rsidRPr="00367FCA">
        <w:rPr>
          <w:i/>
        </w:rPr>
        <w:t xml:space="preserve">          </w:t>
      </w:r>
      <w:r w:rsidR="00D90924" w:rsidRPr="00367FCA">
        <w:rPr>
          <w:i/>
        </w:rPr>
        <w:t xml:space="preserve">         </w:t>
      </w:r>
    </w:p>
    <w:p w:rsidR="00DA2B05" w:rsidRPr="00DA2B05" w:rsidRDefault="00DA2B05" w:rsidP="00AD29B3">
      <w:pPr>
        <w:jc w:val="both"/>
        <w:rPr>
          <w:i/>
        </w:rPr>
      </w:pPr>
      <w:r w:rsidRPr="00DA2B05">
        <w:rPr>
          <w:i/>
        </w:rPr>
        <w:t>Výše vymezené údaje se dále v souladu s</w:t>
      </w:r>
      <w:r w:rsidR="0082461F">
        <w:rPr>
          <w:i/>
        </w:rPr>
        <w:t> příslušnými právními předpisy mohou v některých případech předávat školskému poradenskému zařízení (např. Pedagogicko-psychologická poradna), jinak pouze osobám, které svůj nárok prokáží oprávněním stanoveným školským zákonem nebo zvláštním zákonem</w:t>
      </w:r>
      <w:r w:rsidR="007D3F26">
        <w:rPr>
          <w:i/>
        </w:rPr>
        <w:t xml:space="preserve"> (např. Policie ČR, soudy, OSPOD).</w:t>
      </w:r>
    </w:p>
    <w:p w:rsidR="00D52CC1" w:rsidRDefault="00C61EEC" w:rsidP="00AD29B3">
      <w:pPr>
        <w:jc w:val="both"/>
        <w:rPr>
          <w:i/>
        </w:rPr>
      </w:pPr>
      <w:r w:rsidRPr="00C61EEC">
        <w:rPr>
          <w:i/>
        </w:rPr>
        <w:t>Osobní údaje jsou uloženy po dobu stanovenou</w:t>
      </w:r>
      <w:r>
        <w:rPr>
          <w:i/>
        </w:rPr>
        <w:t xml:space="preserve"> Spisovým a skartačním </w:t>
      </w:r>
      <w:r w:rsidR="00D52CC1">
        <w:rPr>
          <w:i/>
        </w:rPr>
        <w:t xml:space="preserve">plánem </w:t>
      </w:r>
      <w:r>
        <w:rPr>
          <w:i/>
        </w:rPr>
        <w:t>školy</w:t>
      </w:r>
      <w:r w:rsidR="00D52CC1">
        <w:rPr>
          <w:i/>
        </w:rPr>
        <w:t xml:space="preserve">. </w:t>
      </w:r>
    </w:p>
    <w:p w:rsidR="007D3F26" w:rsidRDefault="007D3F26" w:rsidP="00AD29B3">
      <w:pPr>
        <w:jc w:val="both"/>
        <w:rPr>
          <w:i/>
        </w:rPr>
      </w:pPr>
      <w:r>
        <w:rPr>
          <w:i/>
        </w:rPr>
        <w:t>Osobní údaje nebudou předávány do třetích zemí.</w:t>
      </w:r>
    </w:p>
    <w:p w:rsidR="0082461F" w:rsidRDefault="0082461F" w:rsidP="00AD29B3">
      <w:pPr>
        <w:jc w:val="both"/>
        <w:rPr>
          <w:i/>
        </w:rPr>
      </w:pPr>
      <w:r>
        <w:rPr>
          <w:i/>
        </w:rPr>
        <w:t>Při zpracování osobních údajů nedochází k automatizovanému rozhodování</w:t>
      </w:r>
      <w:r w:rsidR="007D3F26">
        <w:rPr>
          <w:i/>
        </w:rPr>
        <w:t>.</w:t>
      </w:r>
    </w:p>
    <w:p w:rsidR="00607A2A" w:rsidRDefault="00D52CC1" w:rsidP="00AD29B3">
      <w:pPr>
        <w:jc w:val="both"/>
        <w:rPr>
          <w:i/>
        </w:rPr>
      </w:pPr>
      <w:r>
        <w:rPr>
          <w:i/>
        </w:rPr>
        <w:t>Dozor v oblasti ochrany osobních údajů vykonává Úřad pro ochranu osobních údajů</w:t>
      </w:r>
      <w:r w:rsidR="00C61EEC" w:rsidRPr="00C61EEC">
        <w:rPr>
          <w:i/>
        </w:rPr>
        <w:t xml:space="preserve"> </w:t>
      </w:r>
      <w:r>
        <w:rPr>
          <w:i/>
        </w:rPr>
        <w:t>(www.uoou.cz)</w:t>
      </w:r>
      <w:r w:rsidR="007D3F26">
        <w:rPr>
          <w:i/>
        </w:rPr>
        <w:t>.</w:t>
      </w:r>
    </w:p>
    <w:p w:rsidR="00607A2A" w:rsidRDefault="00607A2A" w:rsidP="00607A2A">
      <w:bookmarkStart w:id="0" w:name="_GoBack"/>
      <w:bookmarkEnd w:id="0"/>
    </w:p>
    <w:sectPr w:rsidR="00607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B26B5"/>
    <w:multiLevelType w:val="hybridMultilevel"/>
    <w:tmpl w:val="621C651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E053A9"/>
    <w:multiLevelType w:val="hybridMultilevel"/>
    <w:tmpl w:val="BB7894A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05"/>
    <w:rsid w:val="000B3A58"/>
    <w:rsid w:val="003214C2"/>
    <w:rsid w:val="00367FCA"/>
    <w:rsid w:val="00441501"/>
    <w:rsid w:val="00543037"/>
    <w:rsid w:val="00586BA7"/>
    <w:rsid w:val="00607A2A"/>
    <w:rsid w:val="00615690"/>
    <w:rsid w:val="0072056F"/>
    <w:rsid w:val="007757CB"/>
    <w:rsid w:val="007811D3"/>
    <w:rsid w:val="007D3F26"/>
    <w:rsid w:val="0082461F"/>
    <w:rsid w:val="009D6F65"/>
    <w:rsid w:val="00AD29B3"/>
    <w:rsid w:val="00C61EEC"/>
    <w:rsid w:val="00D52CC1"/>
    <w:rsid w:val="00D87644"/>
    <w:rsid w:val="00D90924"/>
    <w:rsid w:val="00DA2B05"/>
    <w:rsid w:val="00F12B26"/>
    <w:rsid w:val="00FC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2CC1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607A2A"/>
    <w:pPr>
      <w:spacing w:after="300" w:line="348" w:lineRule="atLeast"/>
    </w:pPr>
    <w:rPr>
      <w:rFonts w:ascii="Times New Roman" w:eastAsia="Times New Roman" w:hAnsi="Times New Roman" w:cs="Times New Roman"/>
      <w:sz w:val="23"/>
      <w:szCs w:val="23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2CC1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607A2A"/>
    <w:pPr>
      <w:spacing w:after="300" w:line="348" w:lineRule="atLeast"/>
    </w:pPr>
    <w:rPr>
      <w:rFonts w:ascii="Times New Roman" w:eastAsia="Times New Roman" w:hAnsi="Times New Roman" w:cs="Times New Roman"/>
      <w:sz w:val="23"/>
      <w:szCs w:val="23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8" w:space="0" w:color="FFDFB2"/>
            <w:right w:val="none" w:sz="0" w:space="0" w:color="auto"/>
          </w:divBdr>
          <w:divsChild>
            <w:div w:id="1488478869">
              <w:marLeft w:val="0"/>
              <w:marRight w:val="0"/>
              <w:marTop w:val="100"/>
              <w:marBottom w:val="100"/>
              <w:divBdr>
                <w:top w:val="single" w:sz="2" w:space="0" w:color="FFFDE5"/>
                <w:left w:val="single" w:sz="48" w:space="0" w:color="FFFDE5"/>
                <w:bottom w:val="single" w:sz="48" w:space="0" w:color="FFFDE5"/>
                <w:right w:val="single" w:sz="48" w:space="0" w:color="FFFDE5"/>
              </w:divBdr>
              <w:divsChild>
                <w:div w:id="28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5355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6AB81779.dotm</Template>
  <TotalTime>121</TotalTime>
  <Pages>2</Pages>
  <Words>778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Tetzeliová Martina</dc:creator>
  <cp:lastModifiedBy>Kavalírová Jiřina</cp:lastModifiedBy>
  <cp:revision>13</cp:revision>
  <dcterms:created xsi:type="dcterms:W3CDTF">2018-05-17T13:04:00Z</dcterms:created>
  <dcterms:modified xsi:type="dcterms:W3CDTF">2018-06-14T10:30:00Z</dcterms:modified>
</cp:coreProperties>
</file>