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14A8A" w14:textId="77777777" w:rsidR="00B76D08" w:rsidRPr="00B76D08" w:rsidRDefault="00B76D08" w:rsidP="00B76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76D08">
        <w:rPr>
          <w:rFonts w:ascii="Arial" w:eastAsia="Times New Roman" w:hAnsi="Arial" w:cs="Arial"/>
          <w:b/>
          <w:bCs/>
          <w:color w:val="000000"/>
          <w:sz w:val="48"/>
          <w:szCs w:val="48"/>
          <w:lang w:eastAsia="cs-CZ"/>
        </w:rPr>
        <w:t>Blik</w:t>
      </w:r>
      <w:proofErr w:type="spellEnd"/>
      <w:r w:rsidRPr="00B76D08">
        <w:rPr>
          <w:rFonts w:ascii="Arial" w:eastAsia="Times New Roman" w:hAnsi="Arial" w:cs="Arial"/>
          <w:b/>
          <w:bCs/>
          <w:color w:val="000000"/>
          <w:sz w:val="48"/>
          <w:szCs w:val="48"/>
          <w:lang w:eastAsia="cs-CZ"/>
        </w:rPr>
        <w:t>, cvak a ... sýr!</w:t>
      </w:r>
    </w:p>
    <w:p w14:paraId="0A0592A9" w14:textId="77777777" w:rsidR="00B76D08" w:rsidRPr="00B76D08" w:rsidRDefault="00B76D08" w:rsidP="00B76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76D08">
        <w:rPr>
          <w:rFonts w:ascii="Arial" w:eastAsia="Times New Roman" w:hAnsi="Arial" w:cs="Arial"/>
          <w:color w:val="000000"/>
          <w:lang w:eastAsia="cs-CZ"/>
        </w:rPr>
        <w:t xml:space="preserve">Chcete mít krásnou vzpomínku na školku? Nasaďte úsměvy, oblečte nejlepší punčocháče, chystá se dlouho očekávané </w:t>
      </w:r>
      <w:proofErr w:type="spellStart"/>
      <w:r w:rsidRPr="00B76D08">
        <w:rPr>
          <w:rFonts w:ascii="Arial" w:eastAsia="Times New Roman" w:hAnsi="Arial" w:cs="Arial"/>
          <w:color w:val="000000"/>
          <w:lang w:eastAsia="cs-CZ"/>
        </w:rPr>
        <w:t>školkové</w:t>
      </w:r>
      <w:proofErr w:type="spellEnd"/>
      <w:r w:rsidRPr="00B76D08">
        <w:rPr>
          <w:rFonts w:ascii="Arial" w:eastAsia="Times New Roman" w:hAnsi="Arial" w:cs="Arial"/>
          <w:color w:val="000000"/>
          <w:lang w:eastAsia="cs-CZ"/>
        </w:rPr>
        <w:t xml:space="preserve"> focení. :) </w:t>
      </w:r>
    </w:p>
    <w:p w14:paraId="12D8210F" w14:textId="77777777" w:rsidR="00B76D08" w:rsidRPr="00B76D08" w:rsidRDefault="00B76D08" w:rsidP="00B76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878F0C1" w14:textId="77777777" w:rsidR="00B76D08" w:rsidRPr="00B76D08" w:rsidRDefault="00B76D08" w:rsidP="00B76D08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B76D08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Kdy to bude?</w:t>
      </w:r>
    </w:p>
    <w:p w14:paraId="22B8C759" w14:textId="77777777" w:rsidR="00B76D08" w:rsidRPr="00B76D08" w:rsidRDefault="00B76D08" w:rsidP="00B76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76D08">
        <w:rPr>
          <w:rFonts w:ascii="Arial" w:eastAsia="Times New Roman" w:hAnsi="Arial" w:cs="Arial"/>
          <w:color w:val="000000"/>
          <w:lang w:eastAsia="cs-CZ"/>
        </w:rPr>
        <w:t xml:space="preserve">V </w:t>
      </w:r>
      <w:r w:rsidRPr="00B76D08">
        <w:rPr>
          <w:rFonts w:ascii="Arial" w:eastAsia="Times New Roman" w:hAnsi="Arial" w:cs="Arial"/>
          <w:b/>
          <w:bCs/>
          <w:color w:val="000000"/>
          <w:lang w:eastAsia="cs-CZ"/>
        </w:rPr>
        <w:t>úterý 23. června</w:t>
      </w:r>
      <w:r w:rsidRPr="00B76D08">
        <w:rPr>
          <w:rFonts w:ascii="Arial" w:eastAsia="Times New Roman" w:hAnsi="Arial" w:cs="Arial"/>
          <w:color w:val="000000"/>
          <w:lang w:eastAsia="cs-CZ"/>
        </w:rPr>
        <w:t xml:space="preserve"> na značkách! Fotografovat se začne od </w:t>
      </w:r>
      <w:r w:rsidRPr="00B76D08">
        <w:rPr>
          <w:rFonts w:ascii="Arial" w:eastAsia="Times New Roman" w:hAnsi="Arial" w:cs="Arial"/>
          <w:b/>
          <w:bCs/>
          <w:color w:val="000000"/>
          <w:lang w:eastAsia="cs-CZ"/>
        </w:rPr>
        <w:t>8:00</w:t>
      </w:r>
      <w:r w:rsidRPr="00B76D08">
        <w:rPr>
          <w:rFonts w:ascii="Arial" w:eastAsia="Times New Roman" w:hAnsi="Arial" w:cs="Arial"/>
          <w:color w:val="000000"/>
          <w:lang w:eastAsia="cs-CZ"/>
        </w:rPr>
        <w:t>, ateliérem nám bude naše krásná zahrada, kde si ostatní děti mohou mezitím vesele hrát, než přijdou na řadu.</w:t>
      </w:r>
    </w:p>
    <w:p w14:paraId="25C473C1" w14:textId="77777777" w:rsidR="00B76D08" w:rsidRPr="00B76D08" w:rsidRDefault="00B76D08" w:rsidP="00B76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C998575" w14:textId="77777777" w:rsidR="00B76D08" w:rsidRPr="00B76D08" w:rsidRDefault="00B76D08" w:rsidP="00B76D08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B76D08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Průběh focení</w:t>
      </w:r>
    </w:p>
    <w:p w14:paraId="28A1CB3F" w14:textId="77777777" w:rsidR="00B76D08" w:rsidRPr="00B76D08" w:rsidRDefault="00B76D08" w:rsidP="00B76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76D08">
        <w:rPr>
          <w:rFonts w:ascii="Arial" w:eastAsia="Times New Roman" w:hAnsi="Arial" w:cs="Arial"/>
          <w:color w:val="000000"/>
          <w:lang w:eastAsia="cs-CZ"/>
        </w:rPr>
        <w:t>Děti se budou fotografovat jednotlivě, celé focení proběhne venku na zahradě. Akce je určena pro všechny děti, tedy nejen současně přihlášené k docházce, ale i ty, co zůstali doma.</w:t>
      </w:r>
    </w:p>
    <w:p w14:paraId="61FEFF89" w14:textId="77777777" w:rsidR="00B76D08" w:rsidRPr="00B76D08" w:rsidRDefault="00B76D08" w:rsidP="00B76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E9E07D5" w14:textId="77777777" w:rsidR="00B76D08" w:rsidRPr="00B76D08" w:rsidRDefault="00B76D08" w:rsidP="00B76D08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B76D08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Tablo pro nejstarší předškoláky</w:t>
      </w:r>
    </w:p>
    <w:p w14:paraId="5F9F40C8" w14:textId="77777777" w:rsidR="00B76D08" w:rsidRPr="00B76D08" w:rsidRDefault="00B76D08" w:rsidP="00B76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76D08">
        <w:rPr>
          <w:rFonts w:ascii="Arial" w:eastAsia="Times New Roman" w:hAnsi="Arial" w:cs="Arial"/>
          <w:color w:val="000000"/>
          <w:lang w:eastAsia="cs-CZ"/>
        </w:rPr>
        <w:t xml:space="preserve">Motýlkům vyhotovíme na rozloučenou dostanou vyhotovené tablo – veselou koláž z jednotlivých fotografií. Za objektivem bude stát Ivana </w:t>
      </w:r>
      <w:proofErr w:type="spellStart"/>
      <w:r w:rsidRPr="00B76D08">
        <w:rPr>
          <w:rFonts w:ascii="Arial" w:eastAsia="Times New Roman" w:hAnsi="Arial" w:cs="Arial"/>
          <w:color w:val="000000"/>
          <w:lang w:eastAsia="cs-CZ"/>
        </w:rPr>
        <w:t>Vincová</w:t>
      </w:r>
      <w:proofErr w:type="spellEnd"/>
      <w:r w:rsidRPr="00B76D08">
        <w:rPr>
          <w:rFonts w:ascii="Arial" w:eastAsia="Times New Roman" w:hAnsi="Arial" w:cs="Arial"/>
          <w:color w:val="000000"/>
          <w:lang w:eastAsia="cs-CZ"/>
        </w:rPr>
        <w:t xml:space="preserve"> ze společnosti </w:t>
      </w:r>
      <w:r w:rsidRPr="00B76D08">
        <w:rPr>
          <w:rFonts w:ascii="Arial" w:eastAsia="Times New Roman" w:hAnsi="Arial" w:cs="Arial"/>
          <w:b/>
          <w:bCs/>
          <w:color w:val="000000"/>
          <w:lang w:eastAsia="cs-CZ"/>
        </w:rPr>
        <w:t>Foto Prima</w:t>
      </w:r>
      <w:r w:rsidRPr="00B76D08">
        <w:rPr>
          <w:rFonts w:ascii="Arial" w:eastAsia="Times New Roman" w:hAnsi="Arial" w:cs="Arial"/>
          <w:color w:val="000000"/>
          <w:lang w:eastAsia="cs-CZ"/>
        </w:rPr>
        <w:t xml:space="preserve"> (na fotoprima.cz si můžete prohlédnout její práce).</w:t>
      </w:r>
    </w:p>
    <w:p w14:paraId="7B8520A7" w14:textId="77777777" w:rsidR="00B76D08" w:rsidRPr="00B76D08" w:rsidRDefault="00B76D08" w:rsidP="00B76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D42AB5E" w14:textId="77777777" w:rsidR="00B76D08" w:rsidRPr="00B76D08" w:rsidRDefault="00B76D08" w:rsidP="00B76D08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B76D08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Kdy budou fotky?</w:t>
      </w:r>
    </w:p>
    <w:p w14:paraId="41B50300" w14:textId="77777777" w:rsidR="00B76D08" w:rsidRPr="00B76D08" w:rsidRDefault="00B76D08" w:rsidP="00B76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76D08">
        <w:rPr>
          <w:rFonts w:ascii="Arial" w:eastAsia="Times New Roman" w:hAnsi="Arial" w:cs="Arial"/>
          <w:color w:val="000000"/>
          <w:lang w:eastAsia="cs-CZ"/>
        </w:rPr>
        <w:t xml:space="preserve">Během prvního týdne v červenci dorazí hotové fotografie, včas vás upozorníme prostřednictvím </w:t>
      </w:r>
      <w:proofErr w:type="spellStart"/>
      <w:r w:rsidRPr="00B76D08">
        <w:rPr>
          <w:rFonts w:ascii="Arial" w:eastAsia="Times New Roman" w:hAnsi="Arial" w:cs="Arial"/>
          <w:color w:val="000000"/>
          <w:lang w:eastAsia="cs-CZ"/>
        </w:rPr>
        <w:t>sms</w:t>
      </w:r>
      <w:proofErr w:type="spellEnd"/>
      <w:r w:rsidRPr="00B76D08">
        <w:rPr>
          <w:rFonts w:ascii="Arial" w:eastAsia="Times New Roman" w:hAnsi="Arial" w:cs="Arial"/>
          <w:color w:val="000000"/>
          <w:lang w:eastAsia="cs-CZ"/>
        </w:rPr>
        <w:t>. Fotky si pak můžete vyzvedávat ve svých třídách v době provozu MŠ. Platbu přijímáme při předání.  </w:t>
      </w:r>
    </w:p>
    <w:p w14:paraId="5840E646" w14:textId="77777777" w:rsidR="00B76D08" w:rsidRPr="00B76D08" w:rsidRDefault="00B76D08" w:rsidP="00B76D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CCEEC03" w14:textId="77777777" w:rsidR="00B76D08" w:rsidRPr="00B76D08" w:rsidRDefault="00B76D08" w:rsidP="00B76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76D08">
        <w:rPr>
          <w:rFonts w:ascii="Arial" w:eastAsia="Times New Roman" w:hAnsi="Arial" w:cs="Arial"/>
          <w:noProof/>
          <w:color w:val="000000"/>
          <w:bdr w:val="none" w:sz="0" w:space="0" w:color="auto" w:frame="1"/>
          <w:lang w:eastAsia="cs-CZ"/>
        </w:rPr>
        <w:drawing>
          <wp:inline distT="0" distB="0" distL="0" distR="0" wp14:anchorId="0FC6BB36" wp14:editId="5608D032">
            <wp:extent cx="2400300" cy="27432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14E32" w14:textId="39410E1A" w:rsidR="00D33F97" w:rsidRDefault="00B76D08" w:rsidP="00B76D08">
      <w:r w:rsidRPr="00B76D0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B76D0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B76D0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B76D08">
        <w:rPr>
          <w:rFonts w:ascii="Arial" w:eastAsia="Times New Roman" w:hAnsi="Arial" w:cs="Arial"/>
          <w:b/>
          <w:bCs/>
          <w:color w:val="000000"/>
          <w:lang w:eastAsia="cs-CZ"/>
        </w:rPr>
        <w:t xml:space="preserve">Na web: </w:t>
      </w:r>
      <w:r w:rsidRPr="00B76D08">
        <w:rPr>
          <w:rFonts w:ascii="Arial" w:eastAsia="Times New Roman" w:hAnsi="Arial" w:cs="Arial"/>
          <w:color w:val="000000"/>
          <w:lang w:eastAsia="cs-CZ"/>
        </w:rPr>
        <w:t xml:space="preserve">V úterý 23. června proběhne velké focení – od 8:00 se budeme jednotlivě fotit na školní zahradě. Přiveďte všechny děti a nechte si udělat krásnou vzpomínku na MŠ. Fotit bude Ivana </w:t>
      </w:r>
      <w:proofErr w:type="spellStart"/>
      <w:r w:rsidRPr="00B76D08">
        <w:rPr>
          <w:rFonts w:ascii="Arial" w:eastAsia="Times New Roman" w:hAnsi="Arial" w:cs="Arial"/>
          <w:color w:val="000000"/>
          <w:lang w:eastAsia="cs-CZ"/>
        </w:rPr>
        <w:t>Vincová</w:t>
      </w:r>
      <w:proofErr w:type="spellEnd"/>
      <w:r w:rsidRPr="00B76D08">
        <w:rPr>
          <w:rFonts w:ascii="Arial" w:eastAsia="Times New Roman" w:hAnsi="Arial" w:cs="Arial"/>
          <w:color w:val="000000"/>
          <w:lang w:eastAsia="cs-CZ"/>
        </w:rPr>
        <w:t xml:space="preserve"> z Foto Prima.</w:t>
      </w:r>
      <w:bookmarkStart w:id="0" w:name="_GoBack"/>
      <w:bookmarkEnd w:id="0"/>
    </w:p>
    <w:sectPr w:rsidR="00D33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307"/>
    <w:rsid w:val="00413307"/>
    <w:rsid w:val="00B76D08"/>
    <w:rsid w:val="00D3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459EA-3519-4CF5-A3C6-3C4B1C5C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77FF3DE3.dotm</Template>
  <TotalTime>1</TotalTime>
  <Pages>1</Pages>
  <Words>176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2</cp:revision>
  <dcterms:created xsi:type="dcterms:W3CDTF">2020-06-18T12:56:00Z</dcterms:created>
  <dcterms:modified xsi:type="dcterms:W3CDTF">2020-06-18T12:57:00Z</dcterms:modified>
</cp:coreProperties>
</file>