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018DA" w14:textId="77777777" w:rsidR="00C1658D" w:rsidRPr="00D220FE" w:rsidRDefault="00C1658D" w:rsidP="00C1658D">
      <w:pPr>
        <w:jc w:val="center"/>
        <w:rPr>
          <w:b/>
          <w:bCs/>
          <w:sz w:val="52"/>
          <w:szCs w:val="52"/>
        </w:rPr>
      </w:pPr>
      <w:r w:rsidRPr="00D220FE">
        <w:rPr>
          <w:b/>
          <w:bCs/>
          <w:sz w:val="52"/>
          <w:szCs w:val="52"/>
        </w:rPr>
        <w:t>ČESTNÉ PROHLÁŠENÍ</w:t>
      </w:r>
    </w:p>
    <w:p w14:paraId="11D6559D" w14:textId="77777777" w:rsidR="00C1658D" w:rsidRPr="00EC409B" w:rsidRDefault="00C1658D" w:rsidP="00C1658D">
      <w:pPr>
        <w:jc w:val="center"/>
        <w:rPr>
          <w:b/>
          <w:bCs/>
          <w:i/>
          <w:iCs/>
          <w:sz w:val="28"/>
          <w:szCs w:val="28"/>
        </w:rPr>
      </w:pPr>
      <w:r w:rsidRPr="00EC409B">
        <w:rPr>
          <w:b/>
          <w:bCs/>
          <w:i/>
          <w:iCs/>
          <w:sz w:val="28"/>
          <w:szCs w:val="28"/>
        </w:rPr>
        <w:t>O NEEXISTENCI PŘÍZNAKŮ VIROVÉHO INFEKČNÍHO ONEMOCNĚNÍ</w:t>
      </w:r>
    </w:p>
    <w:p w14:paraId="669F2998" w14:textId="51C3E85D" w:rsidR="00C1658D" w:rsidRPr="00EC409B" w:rsidRDefault="00C1658D" w:rsidP="00C1658D">
      <w:pPr>
        <w:shd w:val="clear" w:color="auto" w:fill="F2F2F2" w:themeFill="background1" w:themeFillShade="F2"/>
        <w:rPr>
          <w:i/>
          <w:iCs/>
        </w:rPr>
      </w:pPr>
      <w:r w:rsidRPr="00EC409B">
        <w:rPr>
          <w:b/>
          <w:bCs/>
          <w:i/>
          <w:iCs/>
        </w:rPr>
        <w:t>Jméno a příjmení</w:t>
      </w:r>
      <w:r w:rsidRPr="00EC409B">
        <w:rPr>
          <w:i/>
          <w:iCs/>
        </w:rPr>
        <w:t xml:space="preserve"> (dítěte/účastníka vzdělávání)</w:t>
      </w:r>
    </w:p>
    <w:p w14:paraId="030BA9F4" w14:textId="77777777" w:rsidR="00C1658D" w:rsidRPr="00EC409B" w:rsidRDefault="00C1658D" w:rsidP="00C1658D">
      <w:pPr>
        <w:shd w:val="clear" w:color="auto" w:fill="F2F2F2" w:themeFill="background1" w:themeFillShade="F2"/>
        <w:rPr>
          <w:i/>
          <w:iCs/>
        </w:rPr>
      </w:pPr>
      <w:r w:rsidRPr="00EC409B">
        <w:rPr>
          <w:i/>
          <w:iCs/>
        </w:rPr>
        <w:t>…............................................................................................................................................................</w:t>
      </w:r>
    </w:p>
    <w:p w14:paraId="7183A12C" w14:textId="77777777" w:rsidR="00C1658D" w:rsidRPr="00EC409B" w:rsidRDefault="00C1658D" w:rsidP="00C1658D">
      <w:pPr>
        <w:shd w:val="clear" w:color="auto" w:fill="F2F2F2" w:themeFill="background1" w:themeFillShade="F2"/>
        <w:rPr>
          <w:i/>
          <w:iCs/>
        </w:rPr>
      </w:pPr>
      <w:r w:rsidRPr="00EC409B">
        <w:rPr>
          <w:b/>
          <w:bCs/>
          <w:i/>
          <w:iCs/>
        </w:rPr>
        <w:t>datum narození:</w:t>
      </w:r>
      <w:r w:rsidRPr="00EC409B">
        <w:rPr>
          <w:i/>
          <w:iCs/>
        </w:rPr>
        <w:t xml:space="preserve"> ...................................................................................................................................</w:t>
      </w:r>
    </w:p>
    <w:p w14:paraId="61CB0348" w14:textId="77777777" w:rsidR="00C1658D" w:rsidRPr="00EC409B" w:rsidRDefault="00C1658D" w:rsidP="00C1658D">
      <w:pPr>
        <w:shd w:val="clear" w:color="auto" w:fill="F2F2F2" w:themeFill="background1" w:themeFillShade="F2"/>
        <w:rPr>
          <w:i/>
          <w:iCs/>
        </w:rPr>
      </w:pPr>
      <w:r w:rsidRPr="00EC409B">
        <w:rPr>
          <w:b/>
          <w:bCs/>
          <w:i/>
          <w:iCs/>
        </w:rPr>
        <w:t>trvale bytem:</w:t>
      </w:r>
      <w:r w:rsidRPr="00EC409B">
        <w:rPr>
          <w:i/>
          <w:iCs/>
        </w:rPr>
        <w:t xml:space="preserve"> ….....................................................................................................................................</w:t>
      </w:r>
    </w:p>
    <w:p w14:paraId="36BAAB67" w14:textId="687F55E0" w:rsidR="00C1658D" w:rsidRPr="00D220FE" w:rsidRDefault="00C1658D" w:rsidP="00C1658D">
      <w:pPr>
        <w:spacing w:before="240" w:line="276" w:lineRule="auto"/>
        <w:rPr>
          <w:b/>
          <w:bCs/>
        </w:rPr>
      </w:pPr>
      <w:r w:rsidRPr="00D220FE">
        <w:rPr>
          <w:b/>
          <w:bCs/>
        </w:rPr>
        <w:t>1. Prohlašuji, že se u výše uvedeného dítěte/účastníka vzdělávání neprojevují a v posledních dvou týdnech neprojevily příznaky virového infekčního onemocnění (např. horečka, kašel, dušnost, náhlá ztráta chuti a čichu apod.).</w:t>
      </w:r>
    </w:p>
    <w:p w14:paraId="02987975" w14:textId="4B27AC50" w:rsidR="00C1658D" w:rsidRPr="00D220FE" w:rsidRDefault="00C1658D" w:rsidP="00C1658D">
      <w:pPr>
        <w:spacing w:line="276" w:lineRule="auto"/>
        <w:rPr>
          <w:b/>
          <w:bCs/>
        </w:rPr>
      </w:pPr>
      <w:r w:rsidRPr="00D220FE">
        <w:rPr>
          <w:b/>
          <w:bCs/>
        </w:rPr>
        <w:t>2. Prohlašuji, že jsem byl/a seznámen/a s vymezením osob s rizikovými faktory a s doporučením, abych zvážil tyto rizikové faktory při rozhodování o účasti na vzdělávacích aktivitách.</w:t>
      </w:r>
    </w:p>
    <w:p w14:paraId="1700B1A4" w14:textId="48FC20F2" w:rsidR="00D220FE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 xml:space="preserve">2. Prohlašuji, že jsem </w:t>
      </w:r>
      <w:r w:rsidR="00EB3BB7">
        <w:rPr>
          <w:b/>
          <w:bCs/>
        </w:rPr>
        <w:t>byl/a</w:t>
      </w:r>
      <w:r w:rsidR="002E01CB">
        <w:rPr>
          <w:b/>
          <w:bCs/>
        </w:rPr>
        <w:t xml:space="preserve"> </w:t>
      </w:r>
      <w:r w:rsidRPr="00D220FE">
        <w:rPr>
          <w:b/>
          <w:bCs/>
        </w:rPr>
        <w:t>seznám</w:t>
      </w:r>
      <w:r w:rsidR="00EB3BB7">
        <w:rPr>
          <w:b/>
          <w:bCs/>
        </w:rPr>
        <w:t>en</w:t>
      </w:r>
      <w:r w:rsidRPr="00D220FE">
        <w:rPr>
          <w:b/>
          <w:bCs/>
        </w:rPr>
        <w:t xml:space="preserve">/a </w:t>
      </w:r>
      <w:r w:rsidR="00D220FE" w:rsidRPr="00D220FE">
        <w:rPr>
          <w:b/>
          <w:bCs/>
        </w:rPr>
        <w:t xml:space="preserve">s </w:t>
      </w:r>
      <w:r w:rsidRPr="00D220FE">
        <w:rPr>
          <w:b/>
          <w:bCs/>
        </w:rPr>
        <w:t xml:space="preserve">Provozním řádem MŠ platným pro období </w:t>
      </w:r>
    </w:p>
    <w:p w14:paraId="65C37BF0" w14:textId="3903B895" w:rsidR="00C1658D" w:rsidRPr="00D220FE" w:rsidRDefault="00C1658D" w:rsidP="00C1658D">
      <w:pPr>
        <w:spacing w:line="276" w:lineRule="auto"/>
        <w:rPr>
          <w:b/>
          <w:bCs/>
        </w:rPr>
      </w:pPr>
      <w:r w:rsidRPr="00D220FE">
        <w:rPr>
          <w:b/>
          <w:bCs/>
        </w:rPr>
        <w:t>od 25.5. – 30.8. 2020</w:t>
      </w:r>
      <w:r w:rsidR="00EC409B">
        <w:rPr>
          <w:b/>
          <w:bCs/>
        </w:rPr>
        <w:t xml:space="preserve"> (k seznámení na webu MŠ) </w:t>
      </w:r>
      <w:bookmarkStart w:id="0" w:name="_GoBack"/>
      <w:bookmarkEnd w:id="0"/>
    </w:p>
    <w:p w14:paraId="01E26673" w14:textId="77777777" w:rsidR="00D220FE" w:rsidRDefault="00D220FE" w:rsidP="00D220FE">
      <w:pPr>
        <w:spacing w:after="0" w:line="276" w:lineRule="auto"/>
      </w:pPr>
    </w:p>
    <w:p w14:paraId="2E783434" w14:textId="77777777" w:rsidR="00C1658D" w:rsidRPr="00EC409B" w:rsidRDefault="00C1658D" w:rsidP="00C1658D">
      <w:pPr>
        <w:rPr>
          <w:i/>
          <w:iCs/>
        </w:rPr>
      </w:pPr>
      <w:r w:rsidRPr="00EC409B">
        <w:rPr>
          <w:i/>
          <w:iCs/>
        </w:rPr>
        <w:t>V .......................................</w:t>
      </w:r>
    </w:p>
    <w:p w14:paraId="5477794C" w14:textId="77777777" w:rsidR="00C1658D" w:rsidRPr="00EC409B" w:rsidRDefault="00C1658D" w:rsidP="00C1658D">
      <w:pPr>
        <w:rPr>
          <w:i/>
          <w:iCs/>
        </w:rPr>
      </w:pPr>
      <w:r w:rsidRPr="00EC409B">
        <w:rPr>
          <w:i/>
          <w:iCs/>
        </w:rPr>
        <w:t>Dne ...................................</w:t>
      </w:r>
    </w:p>
    <w:p w14:paraId="06753141" w14:textId="77777777" w:rsidR="00C1658D" w:rsidRDefault="00C1658D" w:rsidP="00D220FE">
      <w:pPr>
        <w:spacing w:after="0"/>
        <w:ind w:left="3540" w:firstLine="708"/>
      </w:pPr>
      <w:r>
        <w:t>………………………………………………………………………………</w:t>
      </w:r>
    </w:p>
    <w:p w14:paraId="58EF3984" w14:textId="4D7C14A6" w:rsidR="00C1658D" w:rsidRPr="00EC409B" w:rsidRDefault="00C1658D" w:rsidP="00EC409B">
      <w:pPr>
        <w:shd w:val="clear" w:color="auto" w:fill="F2F2F2" w:themeFill="background1" w:themeFillShade="F2"/>
        <w:ind w:left="4248" w:firstLine="708"/>
        <w:rPr>
          <w:b/>
          <w:bCs/>
          <w:i/>
          <w:iCs/>
        </w:rPr>
      </w:pPr>
      <w:r w:rsidRPr="00EC409B">
        <w:rPr>
          <w:b/>
          <w:bCs/>
          <w:i/>
          <w:iCs/>
        </w:rPr>
        <w:t>Podpis zákonného zástupce dítěte</w:t>
      </w:r>
    </w:p>
    <w:p w14:paraId="73214DAE" w14:textId="44210944" w:rsidR="00C1658D" w:rsidRPr="00C1658D" w:rsidRDefault="00C1658D" w:rsidP="00EC409B">
      <w:pPr>
        <w:shd w:val="clear" w:color="auto" w:fill="F2F2F2" w:themeFill="background1" w:themeFillShade="F2"/>
        <w:spacing w:before="240" w:after="0"/>
        <w:rPr>
          <w:b/>
          <w:bCs/>
          <w:sz w:val="28"/>
          <w:szCs w:val="28"/>
        </w:rPr>
      </w:pPr>
      <w:r w:rsidRPr="00EC409B">
        <w:rPr>
          <w:b/>
          <w:bCs/>
          <w:sz w:val="28"/>
          <w:szCs w:val="28"/>
        </w:rPr>
        <w:t>Osoby s rizikovými faktory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</w:t>
      </w:r>
    </w:p>
    <w:p w14:paraId="5FADEEF7" w14:textId="77777777" w:rsidR="00C1658D" w:rsidRPr="00D220FE" w:rsidRDefault="00C1658D" w:rsidP="00C1658D">
      <w:pPr>
        <w:rPr>
          <w:sz w:val="24"/>
          <w:szCs w:val="24"/>
        </w:rPr>
      </w:pPr>
      <w:r w:rsidRPr="00D220FE">
        <w:rPr>
          <w:sz w:val="24"/>
          <w:szCs w:val="24"/>
        </w:rPr>
        <w:t>Ministerstvo zdravotnictví stanovilo následující rizikové faktory:</w:t>
      </w:r>
    </w:p>
    <w:p w14:paraId="2EB56328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>1. Věk nad 65 let s přidruženými chronickými chorobami.</w:t>
      </w:r>
    </w:p>
    <w:p w14:paraId="7FA9BECF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 xml:space="preserve">2. Chronické onemocnění plic (zahrnuje i středně závažné a závažné astma </w:t>
      </w:r>
      <w:proofErr w:type="spellStart"/>
      <w:r w:rsidRPr="00D220FE">
        <w:rPr>
          <w:b/>
          <w:bCs/>
        </w:rPr>
        <w:t>bronchiale</w:t>
      </w:r>
      <w:proofErr w:type="spellEnd"/>
      <w:r w:rsidRPr="00D220FE">
        <w:rPr>
          <w:b/>
          <w:bCs/>
        </w:rPr>
        <w:t>)</w:t>
      </w:r>
    </w:p>
    <w:p w14:paraId="2E09FDC4" w14:textId="7988DAEB" w:rsidR="00C1658D" w:rsidRPr="00D220FE" w:rsidRDefault="00D220FE" w:rsidP="00D220FE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     </w:t>
      </w:r>
      <w:r w:rsidR="00C1658D" w:rsidRPr="00D220FE">
        <w:rPr>
          <w:b/>
          <w:bCs/>
        </w:rPr>
        <w:t>s dlouhodobou systémovou farmakologickou léčbou.</w:t>
      </w:r>
    </w:p>
    <w:p w14:paraId="505917B4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>3. Onemocnění srdce a/nebo velkých cév s dlouhodobou systémovou farmakologickou léčbou</w:t>
      </w:r>
    </w:p>
    <w:p w14:paraId="04EF2385" w14:textId="12436229" w:rsidR="00C1658D" w:rsidRPr="00D220FE" w:rsidRDefault="00D220FE" w:rsidP="00D220FE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     </w:t>
      </w:r>
      <w:r w:rsidR="00C1658D" w:rsidRPr="00D220FE">
        <w:rPr>
          <w:b/>
          <w:bCs/>
        </w:rPr>
        <w:t>např. hypertenze.</w:t>
      </w:r>
    </w:p>
    <w:p w14:paraId="65325199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>4. Porucha imunitního systému, např.</w:t>
      </w:r>
    </w:p>
    <w:p w14:paraId="567141D5" w14:textId="77777777" w:rsidR="00C1658D" w:rsidRPr="00D220FE" w:rsidRDefault="00C1658D" w:rsidP="00D220FE">
      <w:pPr>
        <w:spacing w:after="0" w:line="276" w:lineRule="auto"/>
        <w:ind w:firstLine="993"/>
        <w:rPr>
          <w:b/>
          <w:bCs/>
        </w:rPr>
      </w:pPr>
      <w:r w:rsidRPr="00D220FE">
        <w:rPr>
          <w:b/>
          <w:bCs/>
        </w:rPr>
        <w:t>a) při imunosupresivní léčbě (steroidy, HIV apod.),</w:t>
      </w:r>
    </w:p>
    <w:p w14:paraId="51F76DC2" w14:textId="77777777" w:rsidR="00C1658D" w:rsidRPr="00D220FE" w:rsidRDefault="00C1658D" w:rsidP="00D220FE">
      <w:pPr>
        <w:spacing w:after="0" w:line="276" w:lineRule="auto"/>
        <w:ind w:firstLine="993"/>
        <w:rPr>
          <w:b/>
          <w:bCs/>
        </w:rPr>
      </w:pPr>
      <w:r w:rsidRPr="00D220FE">
        <w:rPr>
          <w:b/>
          <w:bCs/>
        </w:rPr>
        <w:t>b) při protinádorové léčbě,</w:t>
      </w:r>
    </w:p>
    <w:p w14:paraId="1C3A7C1A" w14:textId="77777777" w:rsidR="00C1658D" w:rsidRPr="00D220FE" w:rsidRDefault="00C1658D" w:rsidP="00D220FE">
      <w:pPr>
        <w:spacing w:after="0" w:line="276" w:lineRule="auto"/>
        <w:ind w:firstLine="993"/>
        <w:rPr>
          <w:b/>
          <w:bCs/>
        </w:rPr>
      </w:pPr>
      <w:r w:rsidRPr="00D220FE">
        <w:rPr>
          <w:b/>
          <w:bCs/>
        </w:rPr>
        <w:t>c) po transplantaci solidních orgánů a/nebo kostní dřeně,</w:t>
      </w:r>
    </w:p>
    <w:p w14:paraId="44CE25EC" w14:textId="7954BB7B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>5. Těžká obezita (BMI nad 40 kg/m2).</w:t>
      </w:r>
    </w:p>
    <w:p w14:paraId="3391953E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 xml:space="preserve">6. Farmakologicky léčený diabetes </w:t>
      </w:r>
      <w:proofErr w:type="spellStart"/>
      <w:r w:rsidRPr="00D220FE">
        <w:rPr>
          <w:b/>
          <w:bCs/>
        </w:rPr>
        <w:t>mellitus</w:t>
      </w:r>
      <w:proofErr w:type="spellEnd"/>
      <w:r w:rsidRPr="00D220FE">
        <w:rPr>
          <w:b/>
          <w:bCs/>
        </w:rPr>
        <w:t>.</w:t>
      </w:r>
    </w:p>
    <w:p w14:paraId="73174270" w14:textId="77777777" w:rsidR="00C1658D" w:rsidRPr="00D220FE" w:rsidRDefault="00C1658D" w:rsidP="00D220FE">
      <w:pPr>
        <w:spacing w:after="0" w:line="276" w:lineRule="auto"/>
        <w:rPr>
          <w:b/>
          <w:bCs/>
        </w:rPr>
      </w:pPr>
      <w:r w:rsidRPr="00D220FE">
        <w:rPr>
          <w:b/>
          <w:bCs/>
        </w:rPr>
        <w:t>7. Chronické onemocnění ledvin vyžadující dočasnou nebo trvalou podporu/náhradu funkce</w:t>
      </w:r>
    </w:p>
    <w:p w14:paraId="5E5CB780" w14:textId="2F2AE589" w:rsidR="00C1658D" w:rsidRPr="00D220FE" w:rsidRDefault="00D220FE" w:rsidP="00D220FE">
      <w:pPr>
        <w:spacing w:after="0" w:line="276" w:lineRule="auto"/>
        <w:rPr>
          <w:b/>
          <w:bCs/>
        </w:rPr>
      </w:pPr>
      <w:r>
        <w:rPr>
          <w:b/>
          <w:bCs/>
        </w:rPr>
        <w:t xml:space="preserve">     </w:t>
      </w:r>
      <w:r w:rsidR="00C1658D" w:rsidRPr="00D220FE">
        <w:rPr>
          <w:b/>
          <w:bCs/>
        </w:rPr>
        <w:t>ledvin (dialýza).</w:t>
      </w:r>
    </w:p>
    <w:p w14:paraId="25F88A3C" w14:textId="77777777" w:rsidR="00C1658D" w:rsidRPr="00D220FE" w:rsidRDefault="00C1658D" w:rsidP="00D220FE">
      <w:pPr>
        <w:spacing w:after="0" w:line="360" w:lineRule="auto"/>
        <w:rPr>
          <w:b/>
          <w:bCs/>
        </w:rPr>
      </w:pPr>
      <w:r w:rsidRPr="00D220FE">
        <w:rPr>
          <w:b/>
          <w:bCs/>
        </w:rPr>
        <w:t>8. Onemocnění jater (primární nebo sekundární).</w:t>
      </w:r>
    </w:p>
    <w:p w14:paraId="4ADBE661" w14:textId="4D911FB8" w:rsidR="00C1658D" w:rsidRPr="00EC409B" w:rsidRDefault="00C1658D" w:rsidP="00EC409B">
      <w:pPr>
        <w:shd w:val="clear" w:color="auto" w:fill="F2F2F2" w:themeFill="background1" w:themeFillShade="F2"/>
        <w:spacing w:after="0"/>
      </w:pPr>
      <w:r w:rsidRPr="00EC409B">
        <w:t>Do rizikové skupiny patří osoba, která naplňuje alespoň jeden bod uvedený výše nebo pokud</w:t>
      </w:r>
    </w:p>
    <w:p w14:paraId="0F29C827" w14:textId="7121F51F" w:rsidR="00CD3CDF" w:rsidRDefault="00C1658D" w:rsidP="00EC409B">
      <w:pPr>
        <w:shd w:val="clear" w:color="auto" w:fill="F2F2F2" w:themeFill="background1" w:themeFillShade="F2"/>
        <w:spacing w:after="0"/>
      </w:pPr>
      <w:r w:rsidRPr="00EC409B">
        <w:t>některý z bodů naplňuje jakákoliv osoba, která s ní žije ve společné domácnosti.</w:t>
      </w:r>
    </w:p>
    <w:sectPr w:rsidR="00CD3C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4706A" w14:textId="77777777" w:rsidR="00A53AA9" w:rsidRDefault="00A53AA9" w:rsidP="00A53AA9">
      <w:pPr>
        <w:spacing w:after="0" w:line="240" w:lineRule="auto"/>
      </w:pPr>
      <w:r>
        <w:separator/>
      </w:r>
    </w:p>
  </w:endnote>
  <w:endnote w:type="continuationSeparator" w:id="0">
    <w:p w14:paraId="4065FD53" w14:textId="77777777" w:rsidR="00A53AA9" w:rsidRDefault="00A53AA9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3E1F8" w14:textId="77777777" w:rsidR="00A53AA9" w:rsidRDefault="00A53A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B5C3" w14:textId="2050B243" w:rsidR="00A53AA9" w:rsidRPr="00A53AA9" w:rsidRDefault="00A53AA9" w:rsidP="00A53AA9">
    <w:pPr>
      <w:pStyle w:val="Zpat"/>
      <w:rPr>
        <w:b/>
        <w:bCs/>
      </w:rPr>
    </w:pPr>
    <w:r w:rsidRPr="00A53AA9">
      <w:rPr>
        <w:b/>
        <w:bCs/>
      </w:rPr>
      <w:t>AKTUÁLNÍ TELEFONNÍ KONTAKT:</w:t>
    </w:r>
    <w:r>
      <w:rPr>
        <w:b/>
        <w:bCs/>
      </w:rPr>
      <w:t xml:space="preserve"> </w:t>
    </w:r>
  </w:p>
  <w:p w14:paraId="359B84D4" w14:textId="77777777" w:rsidR="00A53AA9" w:rsidRDefault="00A53AA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10A44" w14:textId="77777777" w:rsidR="00A53AA9" w:rsidRDefault="00A53A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482BA" w14:textId="77777777" w:rsidR="00A53AA9" w:rsidRDefault="00A53AA9" w:rsidP="00A53AA9">
      <w:pPr>
        <w:spacing w:after="0" w:line="240" w:lineRule="auto"/>
      </w:pPr>
      <w:r>
        <w:separator/>
      </w:r>
    </w:p>
  </w:footnote>
  <w:footnote w:type="continuationSeparator" w:id="0">
    <w:p w14:paraId="49005F58" w14:textId="77777777" w:rsidR="00A53AA9" w:rsidRDefault="00A53AA9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53584" w14:textId="77777777" w:rsidR="00A53AA9" w:rsidRDefault="00A53A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91729" w14:textId="77777777" w:rsidR="00A53AA9" w:rsidRDefault="00A53A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F30CB" w14:textId="77777777" w:rsidR="00A53AA9" w:rsidRDefault="00A53AA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1F"/>
    <w:rsid w:val="002E01CB"/>
    <w:rsid w:val="00A53AA9"/>
    <w:rsid w:val="00C1658D"/>
    <w:rsid w:val="00CD3CDF"/>
    <w:rsid w:val="00D220FE"/>
    <w:rsid w:val="00EB3BB7"/>
    <w:rsid w:val="00EC409B"/>
    <w:rsid w:val="00EF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96F4"/>
  <w15:chartTrackingRefBased/>
  <w15:docId w15:val="{FCBA3B7C-7B75-4A62-A72F-1C3084AE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AA9"/>
  </w:style>
  <w:style w:type="paragraph" w:styleId="Zpat">
    <w:name w:val="footer"/>
    <w:basedOn w:val="Normln"/>
    <w:link w:val="ZpatChar"/>
    <w:uiPriority w:val="99"/>
    <w:unhideWhenUsed/>
    <w:rsid w:val="00A53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6CCDF363.dotm</Template>
  <TotalTime>17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5</cp:revision>
  <cp:lastPrinted>2020-05-14T12:21:00Z</cp:lastPrinted>
  <dcterms:created xsi:type="dcterms:W3CDTF">2020-05-14T11:57:00Z</dcterms:created>
  <dcterms:modified xsi:type="dcterms:W3CDTF">2020-05-15T07:21:00Z</dcterms:modified>
</cp:coreProperties>
</file>